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Default="00C74BE6"/>
    <w:p w:rsidR="00C74BE6" w:rsidRPr="0010769E" w:rsidRDefault="00C74BE6" w:rsidP="00C74BE6">
      <w:pPr>
        <w:jc w:val="center"/>
      </w:pPr>
    </w:p>
    <w:p w:rsidR="00C74BE6" w:rsidRPr="0010769E" w:rsidRDefault="00C74BE6" w:rsidP="00C74BE6">
      <w:pPr>
        <w:jc w:val="center"/>
      </w:pPr>
    </w:p>
    <w:p w:rsidR="00C74BE6" w:rsidRPr="0010769E" w:rsidRDefault="00C74BE6" w:rsidP="00C74BE6"/>
    <w:p w:rsidR="00C74BE6" w:rsidRPr="0010769E" w:rsidRDefault="00C74BE6" w:rsidP="00C74BE6"/>
    <w:p w:rsidR="00C74BE6" w:rsidRPr="0010769E" w:rsidRDefault="00FD3FA4" w:rsidP="00C74BE6">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1032B8C8" wp14:editId="04E79C0A">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20C3" w:rsidRPr="00C95C7C" w:rsidRDefault="007C20C3" w:rsidP="00C74BE6">
                              <w:pPr>
                                <w:rPr>
                                  <w:color w:val="887E6E"/>
                                  <w:sz w:val="44"/>
                                </w:rPr>
                              </w:pPr>
                              <w:r w:rsidRPr="00C95C7C">
                                <w:rPr>
                                  <w:color w:val="FFFFFF"/>
                                  <w:sz w:val="68"/>
                                </w:rPr>
                                <w:t xml:space="preserve">ECC Recommendation </w:t>
                              </w:r>
                              <w:r w:rsidRPr="002C6AA9">
                                <w:rPr>
                                  <w:color w:val="887E6E"/>
                                  <w:sz w:val="68"/>
                                </w:rPr>
                                <w:t>(</w:t>
                              </w:r>
                              <w:r>
                                <w:rPr>
                                  <w:color w:val="887E6E"/>
                                  <w:sz w:val="68"/>
                                </w:rPr>
                                <w:t>14</w:t>
                              </w:r>
                              <w:r w:rsidRPr="002C6AA9">
                                <w:rPr>
                                  <w:color w:val="887E6E"/>
                                  <w:sz w:val="68"/>
                                </w:rPr>
                                <w:t>)</w:t>
                              </w:r>
                              <w:r>
                                <w:rPr>
                                  <w:color w:val="887E6E"/>
                                  <w:sz w:val="68"/>
                                </w:rPr>
                                <w:t>06</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7C20C3" w:rsidRPr="00C95C7C" w:rsidRDefault="007C20C3" w:rsidP="00C74BE6">
                        <w:pPr>
                          <w:rPr>
                            <w:color w:val="887E6E"/>
                            <w:sz w:val="44"/>
                          </w:rPr>
                        </w:pPr>
                        <w:r w:rsidRPr="00C95C7C">
                          <w:rPr>
                            <w:color w:val="FFFFFF"/>
                            <w:sz w:val="68"/>
                          </w:rPr>
                          <w:t xml:space="preserve">ECC Recommendation </w:t>
                        </w:r>
                        <w:r w:rsidRPr="002C6AA9">
                          <w:rPr>
                            <w:color w:val="887E6E"/>
                            <w:sz w:val="68"/>
                          </w:rPr>
                          <w:t>(</w:t>
                        </w:r>
                        <w:r>
                          <w:rPr>
                            <w:color w:val="887E6E"/>
                            <w:sz w:val="68"/>
                          </w:rPr>
                          <w:t>14</w:t>
                        </w:r>
                        <w:r w:rsidRPr="002C6AA9">
                          <w:rPr>
                            <w:color w:val="887E6E"/>
                            <w:sz w:val="68"/>
                          </w:rPr>
                          <w:t>)</w:t>
                        </w:r>
                        <w:r>
                          <w:rPr>
                            <w:color w:val="887E6E"/>
                            <w:sz w:val="68"/>
                          </w:rPr>
                          <w:t>06</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rPr>
          <w:b/>
          <w:sz w:val="24"/>
        </w:rPr>
      </w:pPr>
    </w:p>
    <w:p w:rsidR="00C74BE6" w:rsidRPr="0010769E" w:rsidRDefault="00C74BE6" w:rsidP="00C74BE6">
      <w:pPr>
        <w:jc w:val="center"/>
        <w:rPr>
          <w:b/>
          <w:sz w:val="24"/>
        </w:rPr>
      </w:pPr>
    </w:p>
    <w:p w:rsidR="00C74BE6" w:rsidRPr="005A00E5" w:rsidRDefault="008E067B" w:rsidP="00C74BE6">
      <w:pPr>
        <w:pStyle w:val="Reporttitledescription"/>
      </w:pPr>
      <w:r>
        <w:t xml:space="preserve">Implementation of Fixed Service Point-to-Point </w:t>
      </w:r>
      <w:r w:rsidRPr="0007087A">
        <w:t>narrow channels (</w:t>
      </w:r>
      <w:r>
        <w:t xml:space="preserve">3.5 </w:t>
      </w:r>
      <w:r w:rsidRPr="0007087A">
        <w:t>MHz, 1</w:t>
      </w:r>
      <w:r>
        <w:t>.75 MHz, 0.5 MHz, 0.</w:t>
      </w:r>
      <w:r w:rsidRPr="0007087A">
        <w:t xml:space="preserve">25 MHz, </w:t>
      </w:r>
      <w:r>
        <w:br/>
      </w:r>
      <w:r w:rsidRPr="0007087A">
        <w:t>0.025 MHz) in the guard band</w:t>
      </w:r>
      <w:r>
        <w:t>s</w:t>
      </w:r>
      <w:r w:rsidRPr="0007087A">
        <w:t xml:space="preserve"> and center gap</w:t>
      </w:r>
      <w:r>
        <w:t>s of th</w:t>
      </w:r>
      <w:r w:rsidRPr="0007087A">
        <w:t xml:space="preserve">e </w:t>
      </w:r>
      <w:r>
        <w:t>lower 6 GHz</w:t>
      </w:r>
      <w:r w:rsidR="0015029D">
        <w:t xml:space="preserve"> (5925 to </w:t>
      </w:r>
      <w:r w:rsidRPr="0007087A">
        <w:t xml:space="preserve">6425 MHz) and </w:t>
      </w:r>
      <w:r>
        <w:t xml:space="preserve">upper </w:t>
      </w:r>
      <w:r w:rsidRPr="0007087A">
        <w:t xml:space="preserve">6 </w:t>
      </w:r>
      <w:r w:rsidR="0015029D">
        <w:t xml:space="preserve">GHz </w:t>
      </w:r>
      <w:r w:rsidR="0015029D">
        <w:br/>
        <w:t xml:space="preserve">(6425 to </w:t>
      </w:r>
      <w:r w:rsidRPr="0007087A">
        <w:t>7125 MHz) bands</w:t>
      </w:r>
    </w:p>
    <w:p w:rsidR="00EB064D" w:rsidRDefault="004D4104" w:rsidP="00C74BE6">
      <w:pPr>
        <w:pStyle w:val="Reporttitledescription"/>
        <w:rPr>
          <w:b/>
          <w:sz w:val="18"/>
        </w:rPr>
      </w:pPr>
      <w:r>
        <w:rPr>
          <w:b/>
          <w:sz w:val="18"/>
        </w:rPr>
        <w:t>Approved 19 September 2014</w:t>
      </w:r>
    </w:p>
    <w:p w:rsidR="00C74BE6" w:rsidRPr="005A00E5" w:rsidRDefault="00EB064D" w:rsidP="00037F09">
      <w:pPr>
        <w:pStyle w:val="Reporttitledescription"/>
        <w:spacing w:before="240"/>
        <w:rPr>
          <w:b/>
          <w:sz w:val="18"/>
        </w:rPr>
      </w:pPr>
      <w:proofErr w:type="spellStart"/>
      <w:r>
        <w:rPr>
          <w:b/>
          <w:sz w:val="18"/>
        </w:rPr>
        <w:t>Ammended</w:t>
      </w:r>
      <w:proofErr w:type="spellEnd"/>
      <w:r>
        <w:rPr>
          <w:b/>
          <w:sz w:val="18"/>
        </w:rPr>
        <w:t xml:space="preserve"> May 2015</w:t>
      </w:r>
      <w:r w:rsidR="00C74BE6">
        <w:rPr>
          <w:b/>
          <w:sz w:val="18"/>
        </w:rPr>
        <w:tab/>
      </w:r>
    </w:p>
    <w:p w:rsidR="00C74BE6" w:rsidRPr="00413616" w:rsidRDefault="00C74BE6" w:rsidP="00C74BE6">
      <w:pPr>
        <w:pStyle w:val="Lastupdated"/>
        <w:rPr>
          <w:b/>
        </w:rPr>
      </w:pPr>
    </w:p>
    <w:p w:rsidR="00C74BE6" w:rsidRPr="00413616" w:rsidRDefault="00C74BE6"/>
    <w:p w:rsidR="00203E66" w:rsidRDefault="00203E66">
      <w:pPr>
        <w:rPr>
          <w:lang w:val="en-GB"/>
        </w:rPr>
        <w:sectPr w:rsidR="00203E66">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bookmarkStart w:id="0" w:name="_GoBack"/>
      <w:bookmarkEnd w:id="0"/>
    </w:p>
    <w:p w:rsidR="00C74BE6" w:rsidRDefault="008E067B" w:rsidP="00C74BE6">
      <w:pPr>
        <w:pStyle w:val="Heading1"/>
      </w:pPr>
      <w:r>
        <w:lastRenderedPageBreak/>
        <w:t>introduction</w:t>
      </w:r>
    </w:p>
    <w:p w:rsidR="00C74BE6" w:rsidRPr="00FE1795" w:rsidRDefault="008E067B" w:rsidP="00C74BE6">
      <w:pPr>
        <w:pStyle w:val="ECCParagraph"/>
      </w:pPr>
      <w:r>
        <w:t xml:space="preserve">ECC Report 215 provides the technical feasibility of introducing narrow channel </w:t>
      </w:r>
      <w:proofErr w:type="spellStart"/>
      <w:r>
        <w:t>spacings</w:t>
      </w:r>
      <w:proofErr w:type="spellEnd"/>
      <w:r>
        <w:t xml:space="preserve"> in guard bands and </w:t>
      </w:r>
      <w:proofErr w:type="spellStart"/>
      <w:r>
        <w:t>center</w:t>
      </w:r>
      <w:proofErr w:type="spellEnd"/>
      <w:r>
        <w:t xml:space="preserve"> gaps of Fixed Service channel arrangement defined  in ERC</w:t>
      </w:r>
      <w:r w:rsidR="004D4104">
        <w:t>/</w:t>
      </w:r>
      <w:r>
        <w:t>R</w:t>
      </w:r>
      <w:r w:rsidR="004D4104">
        <w:t>EC</w:t>
      </w:r>
      <w:r w:rsidR="0013319C">
        <w:t xml:space="preserve"> 14-01 (5925</w:t>
      </w:r>
      <w:r>
        <w:t>-6425 MHz) and ERC</w:t>
      </w:r>
      <w:r w:rsidR="004D4104">
        <w:t>/</w:t>
      </w:r>
      <w:r>
        <w:t>R</w:t>
      </w:r>
      <w:r w:rsidR="004D4104">
        <w:t>EC</w:t>
      </w:r>
      <w:r>
        <w:t xml:space="preserve"> 14-02 (6425-7125 MHz). This </w:t>
      </w:r>
      <w:r w:rsidR="00D941E0">
        <w:t xml:space="preserve">Recommendation </w:t>
      </w:r>
      <w:r>
        <w:t>provides options for administrations consideration.</w:t>
      </w:r>
    </w:p>
    <w:p w:rsidR="008E067B" w:rsidRPr="00FE1795" w:rsidRDefault="008E067B" w:rsidP="008E067B">
      <w:pPr>
        <w:pStyle w:val="Heading1"/>
      </w:pPr>
      <w:r w:rsidRPr="00FE1795">
        <w:lastRenderedPageBreak/>
        <w:t xml:space="preserve">ECC recommendation </w:t>
      </w:r>
      <w:r w:rsidR="004D4104">
        <w:t xml:space="preserve">(14)06 </w:t>
      </w:r>
      <w:r w:rsidRPr="00FE1795">
        <w:t xml:space="preserve">of </w:t>
      </w:r>
      <w:r w:rsidR="004D4104">
        <w:t xml:space="preserve">19 September 2014 </w:t>
      </w:r>
      <w:r w:rsidRPr="00A0320F">
        <w:t>Implementation of Fixed Service Point-to-Point narrow channels (3.5 MH</w:t>
      </w:r>
      <w:r w:rsidR="00344286" w:rsidRPr="00344286">
        <w:rPr>
          <w:sz w:val="16"/>
        </w:rPr>
        <w:t>z</w:t>
      </w:r>
      <w:r w:rsidRPr="00A0320F">
        <w:t>, 1.75 MH</w:t>
      </w:r>
      <w:r w:rsidR="00344286" w:rsidRPr="00344286">
        <w:rPr>
          <w:sz w:val="16"/>
        </w:rPr>
        <w:t>z</w:t>
      </w:r>
      <w:r w:rsidRPr="00A0320F">
        <w:t>, 0.5 MH</w:t>
      </w:r>
      <w:r w:rsidRPr="00344286">
        <w:rPr>
          <w:sz w:val="16"/>
        </w:rPr>
        <w:t>z</w:t>
      </w:r>
      <w:r w:rsidRPr="00A0320F">
        <w:t>, 0.25 MH</w:t>
      </w:r>
      <w:r w:rsidR="00344286" w:rsidRPr="00344286">
        <w:rPr>
          <w:sz w:val="16"/>
        </w:rPr>
        <w:t>z</w:t>
      </w:r>
      <w:r w:rsidRPr="00A0320F">
        <w:t>, 0.025 MH</w:t>
      </w:r>
      <w:r w:rsidR="00344286" w:rsidRPr="00344286">
        <w:rPr>
          <w:sz w:val="16"/>
        </w:rPr>
        <w:t>z</w:t>
      </w:r>
      <w:r w:rsidRPr="00A0320F">
        <w:t>) in the guard bands and center gaps of the lower 6 GH</w:t>
      </w:r>
      <w:r w:rsidRPr="004D4104">
        <w:rPr>
          <w:sz w:val="16"/>
        </w:rPr>
        <w:t>z</w:t>
      </w:r>
      <w:r w:rsidRPr="00A0320F">
        <w:t xml:space="preserve"> (5925-6425 MH</w:t>
      </w:r>
      <w:r w:rsidR="00344286" w:rsidRPr="00344286">
        <w:rPr>
          <w:sz w:val="16"/>
        </w:rPr>
        <w:t>z</w:t>
      </w:r>
      <w:r w:rsidR="00344286">
        <w:t>) and upper 6 GH</w:t>
      </w:r>
      <w:r w:rsidR="00344286" w:rsidRPr="004D4104">
        <w:rPr>
          <w:sz w:val="16"/>
        </w:rPr>
        <w:t>z</w:t>
      </w:r>
      <w:r w:rsidR="00344286">
        <w:t xml:space="preserve"> (6425-</w:t>
      </w:r>
      <w:r w:rsidRPr="00A0320F">
        <w:t>7125 MH</w:t>
      </w:r>
      <w:r w:rsidR="00344286" w:rsidRPr="00344286">
        <w:rPr>
          <w:sz w:val="16"/>
        </w:rPr>
        <w:t>z</w:t>
      </w:r>
      <w:r w:rsidRPr="00A0320F">
        <w:t>) bands</w:t>
      </w:r>
      <w:r w:rsidR="007C20C3">
        <w:t xml:space="preserve"> Amended 8 May 2015</w:t>
      </w:r>
    </w:p>
    <w:p w:rsidR="008E067B" w:rsidRDefault="008E067B" w:rsidP="008E067B">
      <w:pPr>
        <w:pStyle w:val="ECCParagraph"/>
      </w:pPr>
      <w:r>
        <w:t xml:space="preserve">“The European Conference of Postal and Telecommunications Administrations, </w:t>
      </w:r>
    </w:p>
    <w:p w:rsidR="008E067B" w:rsidRPr="006C4FBD" w:rsidRDefault="008E067B" w:rsidP="008E067B">
      <w:pPr>
        <w:pStyle w:val="ECCParagraph"/>
        <w:rPr>
          <w:i/>
          <w:color w:val="D2232A"/>
        </w:rPr>
      </w:pPr>
      <w:proofErr w:type="gramStart"/>
      <w:r>
        <w:rPr>
          <w:i/>
          <w:color w:val="D2232A"/>
        </w:rPr>
        <w:t>considering</w:t>
      </w:r>
      <w:proofErr w:type="gramEnd"/>
    </w:p>
    <w:p w:rsidR="008E067B" w:rsidRPr="002C6560" w:rsidRDefault="0023516E" w:rsidP="008E067B">
      <w:pPr>
        <w:pStyle w:val="LetteredList"/>
        <w:spacing w:after="240"/>
        <w:ind w:left="357" w:hanging="357"/>
        <w:jc w:val="left"/>
        <w:rPr>
          <w:lang w:val="en-GB"/>
        </w:rPr>
      </w:pPr>
      <w:r>
        <w:rPr>
          <w:lang w:val="en-GB"/>
        </w:rPr>
        <w:t>ERC/REC</w:t>
      </w:r>
      <w:r w:rsidR="008E067B" w:rsidRPr="002C6560">
        <w:rPr>
          <w:lang w:val="en-GB"/>
        </w:rPr>
        <w:t xml:space="preserve"> 14-0</w:t>
      </w:r>
      <w:r>
        <w:rPr>
          <w:lang w:val="en-GB"/>
        </w:rPr>
        <w:t>1</w:t>
      </w:r>
      <w:r w:rsidR="008E067B" w:rsidRPr="002C6560">
        <w:rPr>
          <w:lang w:val="en-GB"/>
        </w:rPr>
        <w:t xml:space="preserve"> defines channels arrangements for high capacity analogue and digital radio-relay systems operating</w:t>
      </w:r>
      <w:r w:rsidR="009C68E9">
        <w:rPr>
          <w:lang w:val="en-GB"/>
        </w:rPr>
        <w:t xml:space="preserve"> in the band 5925 -</w:t>
      </w:r>
      <w:r w:rsidR="0015029D">
        <w:rPr>
          <w:lang w:val="en-GB"/>
        </w:rPr>
        <w:t>6425 MHz;</w:t>
      </w:r>
    </w:p>
    <w:p w:rsidR="008E067B" w:rsidRPr="002C6560" w:rsidRDefault="0023516E" w:rsidP="008E067B">
      <w:pPr>
        <w:pStyle w:val="LetteredList"/>
        <w:spacing w:after="240"/>
        <w:ind w:left="357" w:hanging="357"/>
        <w:rPr>
          <w:lang w:val="en-GB"/>
        </w:rPr>
      </w:pPr>
      <w:r>
        <w:rPr>
          <w:lang w:val="en-GB"/>
        </w:rPr>
        <w:t xml:space="preserve">that </w:t>
      </w:r>
      <w:r w:rsidR="008E067B" w:rsidRPr="002C6560">
        <w:rPr>
          <w:lang w:val="en-GB"/>
        </w:rPr>
        <w:t>ERC/R</w:t>
      </w:r>
      <w:r>
        <w:rPr>
          <w:lang w:val="en-GB"/>
        </w:rPr>
        <w:t>EC</w:t>
      </w:r>
      <w:r w:rsidR="008E067B" w:rsidRPr="002C6560">
        <w:rPr>
          <w:lang w:val="en-GB"/>
        </w:rPr>
        <w:t xml:space="preserve"> 14-02 defines channels arrangements for high, medium and low capacity digital fixed service systems oper</w:t>
      </w:r>
      <w:r w:rsidR="00144521">
        <w:rPr>
          <w:lang w:val="en-GB"/>
        </w:rPr>
        <w:t>ating in the band 6425-7125 MHz;</w:t>
      </w:r>
    </w:p>
    <w:p w:rsidR="008E067B" w:rsidRPr="002C6560" w:rsidRDefault="008E067B" w:rsidP="008E067B">
      <w:pPr>
        <w:pStyle w:val="LetteredList"/>
        <w:spacing w:after="240"/>
        <w:ind w:left="357" w:hanging="357"/>
        <w:rPr>
          <w:lang w:val="en-GB"/>
        </w:rPr>
      </w:pPr>
      <w:r w:rsidRPr="002C6560">
        <w:rPr>
          <w:lang w:val="en-GB"/>
        </w:rPr>
        <w:t>th</w:t>
      </w:r>
      <w:r w:rsidR="009C68E9">
        <w:rPr>
          <w:lang w:val="en-GB"/>
        </w:rPr>
        <w:t xml:space="preserve">at the whole band from 5925 </w:t>
      </w:r>
      <w:r w:rsidRPr="002C6560">
        <w:rPr>
          <w:lang w:val="en-GB"/>
        </w:rPr>
        <w:t>to 7125 MHz is allocated in the CEPT and ITU to the fixed service on a primary basis</w:t>
      </w:r>
      <w:r w:rsidR="00144521">
        <w:rPr>
          <w:lang w:val="en-GB"/>
        </w:rPr>
        <w:t>;</w:t>
      </w:r>
    </w:p>
    <w:p w:rsidR="008E067B" w:rsidRPr="002C6560" w:rsidRDefault="008E067B" w:rsidP="008E067B">
      <w:pPr>
        <w:pStyle w:val="LetteredList"/>
      </w:pPr>
      <w:r w:rsidRPr="002C6560">
        <w:t>there are technical and economic advantages in adopting harmonized channel plans whi</w:t>
      </w:r>
      <w:r w:rsidR="0015029D">
        <w:t>ch favors equipment development;</w:t>
      </w:r>
    </w:p>
    <w:p w:rsidR="008E067B" w:rsidRPr="002C6560" w:rsidRDefault="008E067B" w:rsidP="008E067B">
      <w:pPr>
        <w:pStyle w:val="LetteredList"/>
        <w:spacing w:after="240"/>
        <w:ind w:left="357" w:hanging="357"/>
      </w:pPr>
      <w:r w:rsidRPr="002C6560">
        <w:t>that ECC Report 215 provides the technical feasibility of introducing narrow channel spacing (25 kHz to 3.5 MHz) in guard bands and center gaps of FWS channel arrangements at 6 GHz</w:t>
      </w:r>
      <w:r w:rsidR="00144521">
        <w:t>;</w:t>
      </w:r>
    </w:p>
    <w:p w:rsidR="008E067B" w:rsidRDefault="008E067B" w:rsidP="008E067B">
      <w:pPr>
        <w:pStyle w:val="LetteredList"/>
        <w:spacing w:after="240"/>
        <w:ind w:left="357" w:hanging="357"/>
      </w:pPr>
      <w:r w:rsidRPr="002C6560">
        <w:t>that ECC Report 215 demonstrates that the 6 GHz band is suitable for introducing narrow channels without causing harmful interferences to other services with appropriate mitigation techniques ensuring compatibility between fix</w:t>
      </w:r>
      <w:r w:rsidR="00144521">
        <w:t>ed links and satellite services;</w:t>
      </w:r>
    </w:p>
    <w:p w:rsidR="008E067B" w:rsidRDefault="008E067B" w:rsidP="008E067B">
      <w:pPr>
        <w:pStyle w:val="LetteredList"/>
        <w:spacing w:after="240"/>
        <w:ind w:left="357" w:hanging="357"/>
      </w:pPr>
      <w:r>
        <w:t xml:space="preserve">that some administrations use other FS applications different to radio-relay systems in frequency bands </w:t>
      </w:r>
      <w:r w:rsidR="0013319C">
        <w:rPr>
          <w:lang w:val="en-GB"/>
        </w:rPr>
        <w:t>5925-</w:t>
      </w:r>
      <w:r w:rsidRPr="002C6560">
        <w:rPr>
          <w:lang w:val="en-GB"/>
        </w:rPr>
        <w:t xml:space="preserve"> 6425 MHz</w:t>
      </w:r>
      <w:r>
        <w:rPr>
          <w:lang w:val="en-GB"/>
        </w:rPr>
        <w:t xml:space="preserve"> and </w:t>
      </w:r>
      <w:r w:rsidRPr="002C6560">
        <w:rPr>
          <w:lang w:val="en-GB"/>
        </w:rPr>
        <w:t>6425-7125 MHz</w:t>
      </w:r>
      <w:r>
        <w:rPr>
          <w:lang w:val="en-GB"/>
        </w:rPr>
        <w:t>, and therefore some additional measures for</w:t>
      </w:r>
      <w:r>
        <w:t xml:space="preserve"> coordination in cross border areas may be required</w:t>
      </w:r>
      <w:r>
        <w:rPr>
          <w:lang w:val="en-GB"/>
        </w:rPr>
        <w:t>;</w:t>
      </w:r>
    </w:p>
    <w:p w:rsidR="008E067B" w:rsidRPr="002C6560" w:rsidRDefault="008E067B" w:rsidP="008E067B">
      <w:pPr>
        <w:pStyle w:val="LetteredList"/>
        <w:numPr>
          <w:ilvl w:val="0"/>
          <w:numId w:val="0"/>
        </w:numPr>
        <w:spacing w:after="240"/>
        <w:ind w:left="357"/>
      </w:pPr>
    </w:p>
    <w:p w:rsidR="008E067B" w:rsidRPr="006C4FBD" w:rsidRDefault="008E067B" w:rsidP="008E067B">
      <w:pPr>
        <w:pStyle w:val="ECCParagraph"/>
        <w:rPr>
          <w:i/>
          <w:color w:val="D2232A"/>
        </w:rPr>
      </w:pPr>
      <w:proofErr w:type="gramStart"/>
      <w:r w:rsidRPr="006C4FBD">
        <w:rPr>
          <w:i/>
          <w:color w:val="D2232A"/>
        </w:rPr>
        <w:t>recommends</w:t>
      </w:r>
      <w:proofErr w:type="gramEnd"/>
      <w:r w:rsidRPr="00D37EE3">
        <w:rPr>
          <w:i/>
          <w:color w:val="D2232A"/>
        </w:rPr>
        <w:t xml:space="preserve"> </w:t>
      </w:r>
    </w:p>
    <w:p w:rsidR="008E067B" w:rsidRDefault="008E067B" w:rsidP="008E067B">
      <w:pPr>
        <w:pStyle w:val="ECCParagraph"/>
        <w:numPr>
          <w:ilvl w:val="0"/>
          <w:numId w:val="41"/>
        </w:numPr>
        <w:ind w:left="357" w:hanging="357"/>
      </w:pPr>
      <w:r>
        <w:t xml:space="preserve">that administrations wishing to implement narrow channels in the lower part of the 6 GHz band, should refer to the channel arrangement described in </w:t>
      </w:r>
      <w:r w:rsidR="00D941E0">
        <w:t xml:space="preserve">Annex </w:t>
      </w:r>
      <w:r w:rsidR="00144521">
        <w:t>1 (and illustrated in Annex 3);</w:t>
      </w:r>
    </w:p>
    <w:p w:rsidR="008E067B" w:rsidRDefault="008E067B" w:rsidP="008E067B">
      <w:pPr>
        <w:pStyle w:val="ECCParagraph"/>
        <w:numPr>
          <w:ilvl w:val="0"/>
          <w:numId w:val="41"/>
        </w:numPr>
        <w:ind w:left="357" w:hanging="357"/>
      </w:pPr>
      <w:proofErr w:type="gramStart"/>
      <w:r>
        <w:t>that</w:t>
      </w:r>
      <w:proofErr w:type="gramEnd"/>
      <w:r>
        <w:t xml:space="preserve"> administrations wishing to implement narrow channels in the upper part of the 6 GHz band, should refer to the channel arrangement described in </w:t>
      </w:r>
      <w:r w:rsidR="00D941E0">
        <w:t xml:space="preserve">Annex </w:t>
      </w:r>
      <w:r>
        <w:t>2 (and illustrated in Annex 3).</w:t>
      </w:r>
    </w:p>
    <w:p w:rsidR="008E067B" w:rsidRDefault="008E067B" w:rsidP="008E067B">
      <w:pPr>
        <w:pStyle w:val="ECCParagraph"/>
      </w:pPr>
    </w:p>
    <w:p w:rsidR="008E067B" w:rsidRPr="00FE1795" w:rsidRDefault="008E067B" w:rsidP="008E067B">
      <w:pPr>
        <w:pStyle w:val="ECCParagraph"/>
        <w:rPr>
          <w:i/>
          <w:color w:val="D2232A"/>
        </w:rPr>
      </w:pPr>
      <w:r w:rsidRPr="00FE1795">
        <w:rPr>
          <w:i/>
          <w:color w:val="D2232A"/>
        </w:rPr>
        <w:t xml:space="preserve">Note: </w:t>
      </w:r>
    </w:p>
    <w:p w:rsidR="00A2604A" w:rsidRDefault="008E067B" w:rsidP="008E067B">
      <w:pPr>
        <w:rPr>
          <w:lang w:val="en-GB"/>
        </w:rPr>
      </w:pPr>
      <w:r w:rsidRPr="00E80C5C">
        <w:rPr>
          <w:i/>
          <w:szCs w:val="20"/>
          <w:lang w:val="en-GB"/>
        </w:rPr>
        <w:t xml:space="preserve">Please check the Office </w:t>
      </w:r>
      <w:r>
        <w:rPr>
          <w:i/>
          <w:szCs w:val="20"/>
          <w:lang w:val="en-GB"/>
        </w:rPr>
        <w:t xml:space="preserve">documentation database </w:t>
      </w:r>
      <w:r w:rsidRPr="00E80C5C">
        <w:rPr>
          <w:i/>
          <w:szCs w:val="20"/>
          <w:lang w:val="en-GB"/>
        </w:rPr>
        <w:t>http://www.</w:t>
      </w:r>
      <w:r>
        <w:rPr>
          <w:i/>
          <w:szCs w:val="20"/>
          <w:lang w:val="en-GB"/>
        </w:rPr>
        <w:t>ecodocdb.dk for</w:t>
      </w:r>
      <w:r w:rsidRPr="00E80C5C">
        <w:rPr>
          <w:i/>
          <w:szCs w:val="20"/>
          <w:lang w:val="en-GB"/>
        </w:rPr>
        <w:t xml:space="preserve"> the up to date position on the implementation of this and other </w:t>
      </w:r>
      <w:smartTag w:uri="urn:schemas-microsoft-com:office:smarttags" w:element="stockticker">
        <w:r w:rsidRPr="00E80C5C">
          <w:rPr>
            <w:i/>
            <w:szCs w:val="20"/>
            <w:lang w:val="en-GB"/>
          </w:rPr>
          <w:t>ECC</w:t>
        </w:r>
      </w:smartTag>
      <w:r w:rsidRPr="00E80C5C">
        <w:rPr>
          <w:i/>
          <w:szCs w:val="20"/>
          <w:lang w:val="en-GB"/>
        </w:rPr>
        <w:t xml:space="preserve"> </w:t>
      </w:r>
      <w:r>
        <w:rPr>
          <w:i/>
          <w:szCs w:val="20"/>
          <w:lang w:val="en-GB"/>
        </w:rPr>
        <w:t>Recommendation</w:t>
      </w:r>
      <w:r w:rsidRPr="00E80C5C">
        <w:rPr>
          <w:i/>
          <w:szCs w:val="20"/>
          <w:lang w:val="en-GB"/>
        </w:rPr>
        <w:t>s.</w:t>
      </w:r>
    </w:p>
    <w:p w:rsidR="00C74BE6" w:rsidRDefault="008E067B" w:rsidP="00C74BE6">
      <w:pPr>
        <w:pStyle w:val="ECCAnnex-heading1"/>
      </w:pPr>
      <w:r>
        <w:lastRenderedPageBreak/>
        <w:t xml:space="preserve">IMPLEMENTATION OF NARROW CHANNELS in The guard bands and center gap of the </w:t>
      </w:r>
      <w:r w:rsidRPr="002C6560">
        <w:t xml:space="preserve">5925-6425 </w:t>
      </w:r>
      <w:r w:rsidR="0013319C">
        <w:t>M</w:t>
      </w:r>
      <w:r w:rsidRPr="002C6560">
        <w:t>H</w:t>
      </w:r>
      <w:r w:rsidR="00344286" w:rsidRPr="00344286">
        <w:rPr>
          <w:sz w:val="16"/>
        </w:rPr>
        <w:t>z</w:t>
      </w:r>
      <w:r>
        <w:t xml:space="preserve"> band</w:t>
      </w:r>
    </w:p>
    <w:p w:rsidR="00C74BE6" w:rsidRDefault="008E067B" w:rsidP="00835C5B">
      <w:pPr>
        <w:pStyle w:val="ECCAnnexheading2"/>
      </w:pPr>
      <w:r>
        <w:t>DERIVATION OF RADIO FREQUENCY CHANNELS</w:t>
      </w:r>
    </w:p>
    <w:p w:rsidR="008E067B" w:rsidRDefault="008E067B" w:rsidP="008E067B">
      <w:pPr>
        <w:pStyle w:val="ECCParagraph"/>
        <w:rPr>
          <w:lang w:val="en-US"/>
        </w:rPr>
      </w:pPr>
      <w:r>
        <w:rPr>
          <w:lang w:val="en-US"/>
        </w:rPr>
        <w:t xml:space="preserve">The radio frequency channel arrangement for carrier </w:t>
      </w:r>
      <w:proofErr w:type="spellStart"/>
      <w:r>
        <w:rPr>
          <w:lang w:val="en-US"/>
        </w:rPr>
        <w:t>spacings</w:t>
      </w:r>
      <w:proofErr w:type="spellEnd"/>
      <w:r>
        <w:rPr>
          <w:lang w:val="en-US"/>
        </w:rPr>
        <w:t xml:space="preserve"> of 3.5 MHz, 1.75 MHz, 0.5 MHz, 0.25 MHz and 0.025 MHz shall be derived as follows:</w:t>
      </w:r>
    </w:p>
    <w:p w:rsidR="008E067B" w:rsidRDefault="008E067B" w:rsidP="008E067B">
      <w:pPr>
        <w:pStyle w:val="ECCParagraph"/>
      </w:pPr>
      <w:r>
        <w:rPr>
          <w:lang w:val="en-US"/>
        </w:rPr>
        <w:t>Let</w:t>
      </w:r>
    </w:p>
    <w:p w:rsidR="008E067B" w:rsidRDefault="008E067B" w:rsidP="007C20C3">
      <w:pPr>
        <w:pStyle w:val="ECCParagraph"/>
        <w:ind w:left="567"/>
      </w:pPr>
      <w:proofErr w:type="gramStart"/>
      <w:r>
        <w:rPr>
          <w:lang w:val="en-US"/>
        </w:rPr>
        <w:t>f</w:t>
      </w:r>
      <w:r w:rsidRPr="00A8159A">
        <w:rPr>
          <w:vertAlign w:val="subscript"/>
          <w:lang w:val="en-US"/>
        </w:rPr>
        <w:t>0</w:t>
      </w:r>
      <w:proofErr w:type="gramEnd"/>
      <w:r>
        <w:rPr>
          <w:lang w:val="en-US"/>
        </w:rPr>
        <w:tab/>
      </w:r>
      <w:r w:rsidR="007C20C3">
        <w:rPr>
          <w:lang w:val="en-US"/>
        </w:rPr>
        <w:tab/>
      </w:r>
      <w:r>
        <w:rPr>
          <w:lang w:val="en-US"/>
        </w:rPr>
        <w:t>be the frequency (MHz) of the center of the band of frequencies occupied, f</w:t>
      </w:r>
      <w:r w:rsidRPr="00A8159A">
        <w:rPr>
          <w:vertAlign w:val="subscript"/>
          <w:lang w:val="en-US"/>
        </w:rPr>
        <w:t>0</w:t>
      </w:r>
      <w:r w:rsidR="007C20C3">
        <w:rPr>
          <w:lang w:val="en-US"/>
        </w:rPr>
        <w:t xml:space="preserve"> = 6302.4 MHz;</w:t>
      </w:r>
    </w:p>
    <w:p w:rsidR="008E067B" w:rsidRDefault="008E067B" w:rsidP="007C20C3">
      <w:pPr>
        <w:pStyle w:val="ECCParagraph"/>
        <w:ind w:left="567"/>
      </w:pPr>
      <w:proofErr w:type="spellStart"/>
      <w:proofErr w:type="gramStart"/>
      <w:r>
        <w:rPr>
          <w:lang w:val="en-US"/>
        </w:rPr>
        <w:t>fn</w:t>
      </w:r>
      <w:proofErr w:type="spellEnd"/>
      <w:proofErr w:type="gramEnd"/>
      <w:r>
        <w:rPr>
          <w:lang w:val="en-US"/>
        </w:rPr>
        <w:tab/>
        <w:t>be the center frequency (MHz) of one radio-frequency channe</w:t>
      </w:r>
      <w:r w:rsidR="007C20C3">
        <w:rPr>
          <w:lang w:val="en-US"/>
        </w:rPr>
        <w:t>l in the lower half of the band;</w:t>
      </w:r>
    </w:p>
    <w:p w:rsidR="008E067B" w:rsidRDefault="008E067B" w:rsidP="007C20C3">
      <w:pPr>
        <w:pStyle w:val="ECCParagraph"/>
        <w:ind w:left="567"/>
      </w:pPr>
      <w:proofErr w:type="spellStart"/>
      <w:proofErr w:type="gramStart"/>
      <w:r>
        <w:rPr>
          <w:lang w:val="en-US"/>
        </w:rPr>
        <w:t>fn</w:t>
      </w:r>
      <w:proofErr w:type="spellEnd"/>
      <w:proofErr w:type="gramEnd"/>
      <w:r>
        <w:rPr>
          <w:lang w:val="en-US"/>
        </w:rPr>
        <w:t>’</w:t>
      </w:r>
      <w:r>
        <w:rPr>
          <w:lang w:val="en-US"/>
        </w:rPr>
        <w:tab/>
        <w:t>be the center frequency (MHz) of one radio-frequency channe</w:t>
      </w:r>
      <w:r w:rsidR="007C20C3">
        <w:rPr>
          <w:lang w:val="en-US"/>
        </w:rPr>
        <w:t>l in the upper half of the band;</w:t>
      </w:r>
    </w:p>
    <w:p w:rsidR="008E067B" w:rsidRDefault="008E067B" w:rsidP="008E067B">
      <w:pPr>
        <w:pStyle w:val="ECCParagraph"/>
      </w:pPr>
      <w:proofErr w:type="gramStart"/>
      <w:r>
        <w:rPr>
          <w:lang w:val="en-US"/>
        </w:rPr>
        <w:t>then</w:t>
      </w:r>
      <w:proofErr w:type="gramEnd"/>
      <w:r>
        <w:rPr>
          <w:lang w:val="en-US"/>
        </w:rPr>
        <w:t xml:space="preserve"> the frequencies (MHz) of individual channels are expressed by the following relationships:</w:t>
      </w:r>
    </w:p>
    <w:p w:rsidR="008E067B" w:rsidRDefault="008E067B" w:rsidP="007C20C3">
      <w:pPr>
        <w:pStyle w:val="LetteredList"/>
        <w:numPr>
          <w:ilvl w:val="0"/>
          <w:numId w:val="43"/>
        </w:numPr>
        <w:ind w:left="567" w:hanging="567"/>
      </w:pPr>
      <w:r>
        <w:t>for systems with a carrier spacing of 3.5 MHz:</w:t>
      </w:r>
    </w:p>
    <w:p w:rsidR="008E067B" w:rsidRDefault="008E067B" w:rsidP="007C20C3">
      <w:pPr>
        <w:pStyle w:val="ECCParagraph"/>
        <w:spacing w:after="120"/>
        <w:ind w:left="567"/>
      </w:pPr>
      <w:r>
        <w:t xml:space="preserve">lower half of the band: </w:t>
      </w:r>
      <w:proofErr w:type="spellStart"/>
      <w:r>
        <w:t>fn</w:t>
      </w:r>
      <w:proofErr w:type="spellEnd"/>
      <w:r>
        <w:t xml:space="preserve"> = f</w:t>
      </w:r>
      <w:r w:rsidRPr="00A8159A">
        <w:rPr>
          <w:vertAlign w:val="subscript"/>
        </w:rPr>
        <w:t>0</w:t>
      </w:r>
      <w:r>
        <w:t xml:space="preserve"> – 134.405 + 3.5 n</w:t>
      </w:r>
    </w:p>
    <w:p w:rsidR="008E067B" w:rsidRDefault="008E067B" w:rsidP="007C20C3">
      <w:pPr>
        <w:pStyle w:val="ECCParagraph"/>
        <w:spacing w:after="120"/>
        <w:ind w:left="567"/>
      </w:pPr>
      <w:r>
        <w:t xml:space="preserve">upper half of the band: </w:t>
      </w:r>
      <w:proofErr w:type="spellStart"/>
      <w:r>
        <w:t>fn</w:t>
      </w:r>
      <w:proofErr w:type="spellEnd"/>
      <w:r>
        <w:t>’ = f</w:t>
      </w:r>
      <w:r w:rsidRPr="00A8159A">
        <w:rPr>
          <w:vertAlign w:val="subscript"/>
        </w:rPr>
        <w:t>0</w:t>
      </w:r>
      <w:r>
        <w:t xml:space="preserve"> + 120.403 + 3.5 n</w:t>
      </w:r>
      <w:r>
        <w:tab/>
      </w:r>
      <w:r>
        <w:tab/>
      </w:r>
      <w:r>
        <w:tab/>
        <w:t>where n = 1, 2, 3.</w:t>
      </w:r>
    </w:p>
    <w:p w:rsidR="008E067B" w:rsidRDefault="008E067B" w:rsidP="00144521">
      <w:pPr>
        <w:pStyle w:val="ECCParagraph"/>
        <w:spacing w:after="120"/>
      </w:pPr>
    </w:p>
    <w:p w:rsidR="008E067B" w:rsidRDefault="008E067B" w:rsidP="007C20C3">
      <w:pPr>
        <w:pStyle w:val="LetteredList"/>
        <w:ind w:left="567" w:hanging="567"/>
      </w:pPr>
      <w:r>
        <w:t>for systems with a carrier spacing of 1.75 MHz:</w:t>
      </w:r>
    </w:p>
    <w:p w:rsidR="008E067B" w:rsidRDefault="008E067B" w:rsidP="007C20C3">
      <w:pPr>
        <w:pStyle w:val="ECCParagraph"/>
        <w:spacing w:after="120"/>
        <w:ind w:left="567"/>
      </w:pPr>
      <w:r>
        <w:t xml:space="preserve">lower half of the band: </w:t>
      </w:r>
      <w:proofErr w:type="spellStart"/>
      <w:r>
        <w:t>fn</w:t>
      </w:r>
      <w:proofErr w:type="spellEnd"/>
      <w:r>
        <w:t xml:space="preserve"> = f</w:t>
      </w:r>
      <w:r w:rsidRPr="00A8159A">
        <w:rPr>
          <w:vertAlign w:val="subscript"/>
        </w:rPr>
        <w:t>0</w:t>
      </w:r>
      <w:r>
        <w:t xml:space="preserve"> – 133.53 + 1.75 n</w:t>
      </w:r>
    </w:p>
    <w:p w:rsidR="008E067B" w:rsidRDefault="008E067B" w:rsidP="007C20C3">
      <w:pPr>
        <w:pStyle w:val="ECCParagraph"/>
        <w:spacing w:after="120"/>
        <w:ind w:left="567"/>
      </w:pPr>
      <w:proofErr w:type="gramStart"/>
      <w:r>
        <w:t>upper</w:t>
      </w:r>
      <w:proofErr w:type="gramEnd"/>
      <w:r>
        <w:t xml:space="preserve"> half of the band: </w:t>
      </w:r>
      <w:proofErr w:type="spellStart"/>
      <w:r>
        <w:t>fn</w:t>
      </w:r>
      <w:proofErr w:type="spellEnd"/>
      <w:r>
        <w:t>’ = f</w:t>
      </w:r>
      <w:r w:rsidRPr="00A8159A">
        <w:rPr>
          <w:vertAlign w:val="subscript"/>
        </w:rPr>
        <w:t>0</w:t>
      </w:r>
      <w:r>
        <w:t xml:space="preserve"> + 121.278 + 1.75 n</w:t>
      </w:r>
      <w:r>
        <w:tab/>
      </w:r>
      <w:r>
        <w:tab/>
      </w:r>
      <w:r w:rsidR="007C20C3">
        <w:tab/>
      </w:r>
      <w:r>
        <w:t>where n = 1, 2, 3, 4, 5, 6.</w:t>
      </w:r>
    </w:p>
    <w:p w:rsidR="008E067B" w:rsidRDefault="008E067B" w:rsidP="00144521">
      <w:pPr>
        <w:pStyle w:val="ECCParagraph"/>
        <w:spacing w:after="120"/>
      </w:pPr>
    </w:p>
    <w:p w:rsidR="008E067B" w:rsidRDefault="008E067B" w:rsidP="007C20C3">
      <w:pPr>
        <w:pStyle w:val="LetteredList"/>
        <w:ind w:left="567" w:hanging="567"/>
      </w:pPr>
      <w:r>
        <w:t>for systems with a carrier spacing of 0.5 MHz:</w:t>
      </w:r>
    </w:p>
    <w:p w:rsidR="008E067B" w:rsidRDefault="008E067B" w:rsidP="007C20C3">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132.905 +  0.5 n</w:t>
      </w:r>
    </w:p>
    <w:p w:rsidR="008E067B" w:rsidRDefault="008E067B" w:rsidP="007C20C3">
      <w:pPr>
        <w:pStyle w:val="ECCParagraph"/>
        <w:spacing w:after="120"/>
        <w:ind w:left="567"/>
      </w:pPr>
      <w:r>
        <w:t xml:space="preserve">upper half of the band: </w:t>
      </w:r>
      <w:proofErr w:type="spellStart"/>
      <w:r>
        <w:t>fn</w:t>
      </w:r>
      <w:proofErr w:type="spellEnd"/>
      <w:r>
        <w:t>’ = f</w:t>
      </w:r>
      <w:r w:rsidRPr="00D61023">
        <w:rPr>
          <w:vertAlign w:val="subscript"/>
        </w:rPr>
        <w:t>0</w:t>
      </w:r>
      <w:r>
        <w:t xml:space="preserve"> + 121.903 + 0.5  n</w:t>
      </w:r>
      <w:r>
        <w:tab/>
      </w:r>
      <w:r>
        <w:tab/>
      </w:r>
      <w:r>
        <w:tab/>
        <w:t>where n = 1, 2…..20, 21.</w:t>
      </w:r>
    </w:p>
    <w:p w:rsidR="008E067B" w:rsidRDefault="008E067B" w:rsidP="00144521">
      <w:pPr>
        <w:pStyle w:val="ECCParagraph"/>
        <w:spacing w:after="120"/>
      </w:pPr>
    </w:p>
    <w:p w:rsidR="008E067B" w:rsidRDefault="008E067B" w:rsidP="007C20C3">
      <w:pPr>
        <w:pStyle w:val="LetteredList"/>
        <w:ind w:left="567" w:hanging="567"/>
      </w:pPr>
      <w:r>
        <w:t>for systems with a carrier spacing of 0.25 MHz:</w:t>
      </w:r>
    </w:p>
    <w:p w:rsidR="008E067B" w:rsidRDefault="008E067B" w:rsidP="007C20C3">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132.78 +  0.25 n</w:t>
      </w:r>
    </w:p>
    <w:p w:rsidR="008E067B" w:rsidRDefault="008E067B" w:rsidP="007C20C3">
      <w:pPr>
        <w:pStyle w:val="ECCParagraph"/>
        <w:spacing w:after="120"/>
        <w:ind w:left="567"/>
      </w:pPr>
      <w:proofErr w:type="gramStart"/>
      <w:r>
        <w:t>upper</w:t>
      </w:r>
      <w:proofErr w:type="gramEnd"/>
      <w:r>
        <w:t xml:space="preserve"> half of the band: </w:t>
      </w:r>
      <w:proofErr w:type="spellStart"/>
      <w:r>
        <w:t>fn</w:t>
      </w:r>
      <w:proofErr w:type="spellEnd"/>
      <w:r>
        <w:t>’ = f</w:t>
      </w:r>
      <w:r w:rsidRPr="00D61023">
        <w:rPr>
          <w:vertAlign w:val="subscript"/>
        </w:rPr>
        <w:t>0</w:t>
      </w:r>
      <w:r>
        <w:t xml:space="preserve"> + 122.028 + 0.25  n</w:t>
      </w:r>
      <w:r>
        <w:tab/>
      </w:r>
      <w:r>
        <w:tab/>
      </w:r>
      <w:r w:rsidR="007C20C3">
        <w:tab/>
      </w:r>
      <w:r>
        <w:t>where n = 1, 2…..41, 42.</w:t>
      </w:r>
    </w:p>
    <w:p w:rsidR="008E067B" w:rsidRDefault="008E067B" w:rsidP="00144521">
      <w:pPr>
        <w:pStyle w:val="ECCParagraph"/>
        <w:spacing w:after="120"/>
      </w:pPr>
    </w:p>
    <w:p w:rsidR="008E067B" w:rsidRDefault="008E067B" w:rsidP="007C20C3">
      <w:pPr>
        <w:pStyle w:val="LetteredList"/>
        <w:ind w:left="567" w:hanging="567"/>
      </w:pPr>
      <w:r>
        <w:t>for systems with a carrier spacing of 0.025 MHz:</w:t>
      </w:r>
    </w:p>
    <w:p w:rsidR="008E067B" w:rsidRDefault="008E067B" w:rsidP="007C20C3">
      <w:pPr>
        <w:pStyle w:val="ECCParagraph"/>
        <w:tabs>
          <w:tab w:val="left" w:pos="142"/>
        </w:tabs>
        <w:spacing w:after="120"/>
        <w:ind w:left="567"/>
      </w:pPr>
      <w:r>
        <w:t xml:space="preserve">lower half of the band: </w:t>
      </w:r>
      <w:proofErr w:type="spellStart"/>
      <w:r>
        <w:t>fn</w:t>
      </w:r>
      <w:proofErr w:type="spellEnd"/>
      <w:r>
        <w:t xml:space="preserve"> = f</w:t>
      </w:r>
      <w:r w:rsidRPr="00D61023">
        <w:rPr>
          <w:vertAlign w:val="subscript"/>
        </w:rPr>
        <w:t>0</w:t>
      </w:r>
      <w:r>
        <w:t xml:space="preserve"> – 132.6675 +  0.025 n</w:t>
      </w:r>
    </w:p>
    <w:p w:rsidR="00C74BE6" w:rsidRDefault="008E067B" w:rsidP="007C20C3">
      <w:pPr>
        <w:pStyle w:val="ECCParagraph"/>
        <w:tabs>
          <w:tab w:val="left" w:pos="142"/>
        </w:tabs>
        <w:ind w:left="567"/>
      </w:pPr>
      <w:r>
        <w:t xml:space="preserve">upper half of the band: </w:t>
      </w:r>
      <w:proofErr w:type="spellStart"/>
      <w:r>
        <w:t>fn</w:t>
      </w:r>
      <w:proofErr w:type="spellEnd"/>
      <w:r>
        <w:t>’ = f</w:t>
      </w:r>
      <w:r w:rsidRPr="00D61023">
        <w:rPr>
          <w:vertAlign w:val="subscript"/>
        </w:rPr>
        <w:t>0</w:t>
      </w:r>
      <w:r>
        <w:t xml:space="preserve"> +122.1405  + 0.025  n</w:t>
      </w:r>
      <w:r>
        <w:tab/>
      </w:r>
      <w:r>
        <w:tab/>
        <w:t>where n = 1, 2…..419, 420.</w:t>
      </w:r>
    </w:p>
    <w:p w:rsidR="00144521" w:rsidRDefault="00144521" w:rsidP="001066DC">
      <w:pPr>
        <w:pStyle w:val="Caption"/>
        <w:keepNext/>
      </w:pPr>
    </w:p>
    <w:p w:rsidR="00BD7E2C" w:rsidRDefault="0059537D" w:rsidP="001066DC">
      <w:pPr>
        <w:pStyle w:val="Caption"/>
        <w:keepNext/>
      </w:pPr>
      <w:r>
        <w:t xml:space="preserve">Table </w:t>
      </w:r>
      <w:r>
        <w:fldChar w:fldCharType="begin"/>
      </w:r>
      <w:r>
        <w:instrText xml:space="preserve"> SEQ Table \* ARABIC </w:instrText>
      </w:r>
      <w:r>
        <w:fldChar w:fldCharType="separate"/>
      </w:r>
      <w:r w:rsidR="00037F09">
        <w:rPr>
          <w:noProof/>
        </w:rPr>
        <w:t>1</w:t>
      </w:r>
      <w:r>
        <w:fldChar w:fldCharType="end"/>
      </w:r>
      <w:r w:rsidR="00BD7E2C">
        <w:t xml:space="preserve">: </w:t>
      </w:r>
      <w:r w:rsidR="008E067B">
        <w:t xml:space="preserve">Calculated parameters according to </w:t>
      </w:r>
      <w:r w:rsidR="008158D0">
        <w:t xml:space="preserve">Recommendation </w:t>
      </w:r>
      <w:r w:rsidR="008E067B">
        <w:t>ITU-R F.746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59"/>
        <w:gridCol w:w="1233"/>
        <w:gridCol w:w="1318"/>
        <w:gridCol w:w="1390"/>
        <w:gridCol w:w="1304"/>
        <w:gridCol w:w="1275"/>
        <w:gridCol w:w="1134"/>
        <w:gridCol w:w="1242"/>
      </w:tblGrid>
      <w:tr w:rsidR="0059537D" w:rsidRPr="00FE1795" w:rsidTr="0059537D">
        <w:trPr>
          <w:tblHeader/>
        </w:trPr>
        <w:tc>
          <w:tcPr>
            <w:tcW w:w="959"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XS</w:t>
            </w:r>
          </w:p>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3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n</w:t>
            </w:r>
          </w:p>
        </w:tc>
        <w:tc>
          <w:tcPr>
            <w:tcW w:w="131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vertAlign w:val="subscript"/>
              </w:rPr>
            </w:pPr>
            <w:r w:rsidRPr="007C20C3">
              <w:rPr>
                <w:b/>
                <w:color w:val="FFFFFF" w:themeColor="background1"/>
                <w:szCs w:val="20"/>
              </w:rPr>
              <w:t>f</w:t>
            </w:r>
            <w:r w:rsidRPr="007C20C3">
              <w:rPr>
                <w:b/>
                <w:color w:val="FFFFFF" w:themeColor="background1"/>
                <w:szCs w:val="20"/>
                <w:vertAlign w:val="subscript"/>
              </w:rPr>
              <w:t>1</w:t>
            </w:r>
          </w:p>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390"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vertAlign w:val="subscript"/>
              </w:rPr>
            </w:pPr>
            <w:proofErr w:type="spellStart"/>
            <w:r w:rsidRPr="007C20C3">
              <w:rPr>
                <w:b/>
                <w:color w:val="FFFFFF" w:themeColor="background1"/>
                <w:szCs w:val="20"/>
              </w:rPr>
              <w:t>f</w:t>
            </w:r>
            <w:r w:rsidRPr="007C20C3">
              <w:rPr>
                <w:b/>
                <w:color w:val="FFFFFF" w:themeColor="background1"/>
                <w:szCs w:val="20"/>
                <w:vertAlign w:val="subscript"/>
              </w:rPr>
              <w:t>n</w:t>
            </w:r>
            <w:proofErr w:type="spellEnd"/>
          </w:p>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30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f</w:t>
            </w:r>
            <w:r w:rsidRPr="007C20C3">
              <w:rPr>
                <w:b/>
                <w:color w:val="FFFFFF" w:themeColor="background1"/>
                <w:szCs w:val="20"/>
                <w:vertAlign w:val="subscript"/>
              </w:rPr>
              <w:t>1</w:t>
            </w:r>
            <w:r w:rsidRPr="007C20C3">
              <w:rPr>
                <w:b/>
                <w:color w:val="FFFFFF" w:themeColor="background1"/>
                <w:szCs w:val="20"/>
              </w:rPr>
              <w:t>’</w:t>
            </w:r>
          </w:p>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75"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rPr>
            </w:pPr>
            <w:proofErr w:type="spellStart"/>
            <w:r w:rsidRPr="007C20C3">
              <w:rPr>
                <w:b/>
                <w:color w:val="FFFFFF" w:themeColor="background1"/>
                <w:szCs w:val="20"/>
              </w:rPr>
              <w:t>f</w:t>
            </w:r>
            <w:r w:rsidRPr="007C20C3">
              <w:rPr>
                <w:b/>
                <w:color w:val="FFFFFF" w:themeColor="background1"/>
                <w:szCs w:val="20"/>
                <w:vertAlign w:val="subscript"/>
              </w:rPr>
              <w:t>n</w:t>
            </w:r>
            <w:proofErr w:type="spellEnd"/>
            <w:r w:rsidRPr="007C20C3">
              <w:rPr>
                <w:b/>
                <w:color w:val="FFFFFF" w:themeColor="background1"/>
                <w:szCs w:val="20"/>
              </w:rPr>
              <w:t>’</w:t>
            </w:r>
          </w:p>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YS (MHz)</w:t>
            </w:r>
          </w:p>
        </w:tc>
        <w:tc>
          <w:tcPr>
            <w:tcW w:w="1242"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FA4078" w:rsidRPr="007C20C3" w:rsidRDefault="00FA4078"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DS (MHz)</w:t>
            </w:r>
          </w:p>
        </w:tc>
      </w:tr>
      <w:tr w:rsidR="00FA4078" w:rsidTr="0059537D">
        <w:tc>
          <w:tcPr>
            <w:tcW w:w="959"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3.5</w:t>
            </w:r>
          </w:p>
        </w:tc>
        <w:tc>
          <w:tcPr>
            <w:tcW w:w="1233"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1…3</w:t>
            </w:r>
          </w:p>
        </w:tc>
        <w:tc>
          <w:tcPr>
            <w:tcW w:w="1318"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6171.495</w:t>
            </w:r>
          </w:p>
        </w:tc>
        <w:tc>
          <w:tcPr>
            <w:tcW w:w="1390"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6178.495</w:t>
            </w:r>
          </w:p>
        </w:tc>
        <w:tc>
          <w:tcPr>
            <w:tcW w:w="130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6426.303</w:t>
            </w:r>
          </w:p>
        </w:tc>
        <w:tc>
          <w:tcPr>
            <w:tcW w:w="1275"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6433.303</w:t>
            </w:r>
          </w:p>
        </w:tc>
        <w:tc>
          <w:tcPr>
            <w:tcW w:w="113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247.808</w:t>
            </w:r>
          </w:p>
        </w:tc>
        <w:tc>
          <w:tcPr>
            <w:tcW w:w="1242"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254.808</w:t>
            </w:r>
          </w:p>
        </w:tc>
      </w:tr>
      <w:tr w:rsidR="00FA4078" w:rsidTr="0059537D">
        <w:tc>
          <w:tcPr>
            <w:tcW w:w="959"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1.75</w:t>
            </w:r>
          </w:p>
        </w:tc>
        <w:tc>
          <w:tcPr>
            <w:tcW w:w="1233"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1…6</w:t>
            </w:r>
          </w:p>
        </w:tc>
        <w:tc>
          <w:tcPr>
            <w:tcW w:w="1318"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6170.62</w:t>
            </w:r>
          </w:p>
        </w:tc>
        <w:tc>
          <w:tcPr>
            <w:tcW w:w="1390"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6179.37</w:t>
            </w:r>
          </w:p>
        </w:tc>
        <w:tc>
          <w:tcPr>
            <w:tcW w:w="130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6425.428</w:t>
            </w:r>
          </w:p>
        </w:tc>
        <w:tc>
          <w:tcPr>
            <w:tcW w:w="1275"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6434.178</w:t>
            </w:r>
          </w:p>
        </w:tc>
        <w:tc>
          <w:tcPr>
            <w:tcW w:w="113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246.058</w:t>
            </w:r>
          </w:p>
        </w:tc>
        <w:tc>
          <w:tcPr>
            <w:tcW w:w="1242"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keepNext/>
              <w:spacing w:beforeLines="20" w:before="48" w:afterLines="20" w:after="48"/>
              <w:jc w:val="center"/>
            </w:pPr>
            <w:r>
              <w:t>254.808</w:t>
            </w:r>
          </w:p>
        </w:tc>
      </w:tr>
      <w:tr w:rsidR="00FA4078" w:rsidTr="0059537D">
        <w:tc>
          <w:tcPr>
            <w:tcW w:w="959"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0.5</w:t>
            </w:r>
          </w:p>
        </w:tc>
        <w:tc>
          <w:tcPr>
            <w:tcW w:w="1233"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1..….21</w:t>
            </w:r>
          </w:p>
        </w:tc>
        <w:tc>
          <w:tcPr>
            <w:tcW w:w="1318"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6169.995</w:t>
            </w:r>
          </w:p>
        </w:tc>
        <w:tc>
          <w:tcPr>
            <w:tcW w:w="1390"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6179.995</w:t>
            </w:r>
          </w:p>
        </w:tc>
        <w:tc>
          <w:tcPr>
            <w:tcW w:w="130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6424.803</w:t>
            </w:r>
          </w:p>
        </w:tc>
        <w:tc>
          <w:tcPr>
            <w:tcW w:w="1275"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6434.803</w:t>
            </w:r>
          </w:p>
        </w:tc>
        <w:tc>
          <w:tcPr>
            <w:tcW w:w="113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244.808</w:t>
            </w:r>
          </w:p>
        </w:tc>
        <w:tc>
          <w:tcPr>
            <w:tcW w:w="1242"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254.808</w:t>
            </w:r>
          </w:p>
        </w:tc>
      </w:tr>
      <w:tr w:rsidR="00FA4078" w:rsidTr="0059537D">
        <w:tc>
          <w:tcPr>
            <w:tcW w:w="959"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0.25</w:t>
            </w:r>
          </w:p>
        </w:tc>
        <w:tc>
          <w:tcPr>
            <w:tcW w:w="1233"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1…...42</w:t>
            </w:r>
          </w:p>
        </w:tc>
        <w:tc>
          <w:tcPr>
            <w:tcW w:w="1318"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6169.87</w:t>
            </w:r>
          </w:p>
        </w:tc>
        <w:tc>
          <w:tcPr>
            <w:tcW w:w="1390"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6180.12</w:t>
            </w:r>
          </w:p>
        </w:tc>
        <w:tc>
          <w:tcPr>
            <w:tcW w:w="130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6424.678</w:t>
            </w:r>
          </w:p>
        </w:tc>
        <w:tc>
          <w:tcPr>
            <w:tcW w:w="1275"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6434.928</w:t>
            </w:r>
          </w:p>
        </w:tc>
        <w:tc>
          <w:tcPr>
            <w:tcW w:w="113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244.558</w:t>
            </w:r>
          </w:p>
        </w:tc>
        <w:tc>
          <w:tcPr>
            <w:tcW w:w="1242"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254.808</w:t>
            </w:r>
          </w:p>
        </w:tc>
      </w:tr>
      <w:tr w:rsidR="00FA4078" w:rsidTr="0059537D">
        <w:tc>
          <w:tcPr>
            <w:tcW w:w="959"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0.025</w:t>
            </w:r>
          </w:p>
        </w:tc>
        <w:tc>
          <w:tcPr>
            <w:tcW w:w="1233"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1….420</w:t>
            </w:r>
          </w:p>
        </w:tc>
        <w:tc>
          <w:tcPr>
            <w:tcW w:w="1318"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6169.7575</w:t>
            </w:r>
          </w:p>
        </w:tc>
        <w:tc>
          <w:tcPr>
            <w:tcW w:w="1390"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6180.2325</w:t>
            </w:r>
          </w:p>
        </w:tc>
        <w:tc>
          <w:tcPr>
            <w:tcW w:w="130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6424.5655</w:t>
            </w:r>
          </w:p>
        </w:tc>
        <w:tc>
          <w:tcPr>
            <w:tcW w:w="1275"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6435.0405</w:t>
            </w:r>
          </w:p>
        </w:tc>
        <w:tc>
          <w:tcPr>
            <w:tcW w:w="1134"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244.333</w:t>
            </w:r>
          </w:p>
        </w:tc>
        <w:tc>
          <w:tcPr>
            <w:tcW w:w="1242" w:type="dxa"/>
            <w:tcBorders>
              <w:top w:val="single" w:sz="4" w:space="0" w:color="D2232A"/>
              <w:left w:val="single" w:sz="4" w:space="0" w:color="D2232A"/>
              <w:bottom w:val="single" w:sz="4" w:space="0" w:color="D2232A"/>
              <w:right w:val="single" w:sz="4" w:space="0" w:color="D2232A"/>
            </w:tcBorders>
            <w:vAlign w:val="center"/>
          </w:tcPr>
          <w:p w:rsidR="00FA4078" w:rsidRDefault="00FA4078" w:rsidP="00144521">
            <w:pPr>
              <w:pStyle w:val="ECCParagraph"/>
              <w:spacing w:beforeLines="20" w:before="48" w:afterLines="20" w:after="48"/>
              <w:jc w:val="center"/>
            </w:pPr>
            <w:r>
              <w:t>254.808</w:t>
            </w:r>
          </w:p>
        </w:tc>
      </w:tr>
    </w:tbl>
    <w:p w:rsidR="00FA4078" w:rsidRDefault="00FA4078" w:rsidP="00FA4078"/>
    <w:p w:rsidR="00FA4078" w:rsidRPr="00C60BCE" w:rsidRDefault="00FA4078" w:rsidP="00FA4078">
      <w:pPr>
        <w:pStyle w:val="ECCParagraph"/>
        <w:spacing w:after="120"/>
      </w:pPr>
      <w:r w:rsidRPr="00C60BCE">
        <w:t xml:space="preserve">XS </w:t>
      </w:r>
      <w:r w:rsidRPr="00C60BCE">
        <w:tab/>
        <w:t>Separation between centre frequencies of adjacent channels</w:t>
      </w:r>
      <w:r w:rsidR="007C20C3">
        <w:t>;</w:t>
      </w:r>
    </w:p>
    <w:p w:rsidR="00FA4078" w:rsidRPr="00C60BCE" w:rsidRDefault="00FA4078" w:rsidP="00FA4078">
      <w:pPr>
        <w:pStyle w:val="ECCParagraph"/>
        <w:spacing w:after="120"/>
      </w:pPr>
      <w:r w:rsidRPr="00C60BCE">
        <w:t xml:space="preserve">YS </w:t>
      </w:r>
      <w:r w:rsidRPr="00C60BCE">
        <w:tab/>
        <w:t xml:space="preserve">Separation between centre frequencies of the closest </w:t>
      </w:r>
      <w:proofErr w:type="gramStart"/>
      <w:r w:rsidRPr="00C60BCE">
        <w:t>go</w:t>
      </w:r>
      <w:proofErr w:type="gramEnd"/>
      <w:r w:rsidRPr="00C60BCE">
        <w:t xml:space="preserve"> and return channels</w:t>
      </w:r>
      <w:r w:rsidR="007C20C3">
        <w:t>;</w:t>
      </w:r>
    </w:p>
    <w:p w:rsidR="00FA4078" w:rsidRPr="00C60BCE" w:rsidRDefault="00FA4078" w:rsidP="00FA4078">
      <w:pPr>
        <w:pStyle w:val="ECCParagraph"/>
        <w:spacing w:after="120"/>
      </w:pPr>
      <w:r w:rsidRPr="00C60BCE">
        <w:t xml:space="preserve">Z1S </w:t>
      </w:r>
      <w:r w:rsidRPr="00C60BCE">
        <w:tab/>
        <w:t>Separation between the lower band edge and the centre frequency of the first channel</w:t>
      </w:r>
      <w:r w:rsidR="007C20C3">
        <w:t>;</w:t>
      </w:r>
    </w:p>
    <w:p w:rsidR="00FA4078" w:rsidRPr="00C60BCE" w:rsidRDefault="00FA4078" w:rsidP="00FA4078">
      <w:pPr>
        <w:pStyle w:val="ECCParagraph"/>
        <w:spacing w:after="120"/>
      </w:pPr>
      <w:r w:rsidRPr="00C60BCE">
        <w:t xml:space="preserve">Z2S </w:t>
      </w:r>
      <w:r w:rsidRPr="00C60BCE">
        <w:tab/>
        <w:t>Separation between centre frequencies of the final channel and the upper band edge</w:t>
      </w:r>
      <w:r w:rsidR="007C20C3">
        <w:t>;</w:t>
      </w:r>
    </w:p>
    <w:p w:rsidR="00FA4078" w:rsidRPr="00C60BCE" w:rsidRDefault="00FA4078" w:rsidP="00FA4078">
      <w:pPr>
        <w:pStyle w:val="ECCParagraph"/>
        <w:spacing w:after="120"/>
      </w:pPr>
      <w:proofErr w:type="gramStart"/>
      <w:r w:rsidRPr="00C60BCE">
        <w:t xml:space="preserve">DS </w:t>
      </w:r>
      <w:r w:rsidRPr="00C60BCE">
        <w:tab/>
        <w:t>Duplex spacing (</w:t>
      </w:r>
      <w:proofErr w:type="spellStart"/>
      <w:r w:rsidRPr="00FE4462">
        <w:t>f</w:t>
      </w:r>
      <w:r w:rsidRPr="00C60BCE">
        <w:rPr>
          <w:vertAlign w:val="subscript"/>
        </w:rPr>
        <w:t>n</w:t>
      </w:r>
      <w:proofErr w:type="spellEnd"/>
      <w:r w:rsidRPr="00FE4462">
        <w:t>’</w:t>
      </w:r>
      <w:r w:rsidRPr="00C60BCE">
        <w:t xml:space="preserve"> - </w:t>
      </w:r>
      <w:proofErr w:type="spellStart"/>
      <w:r w:rsidRPr="00FE4462">
        <w:t>f</w:t>
      </w:r>
      <w:r w:rsidRPr="00C60BCE">
        <w:rPr>
          <w:vertAlign w:val="subscript"/>
        </w:rPr>
        <w:t>n</w:t>
      </w:r>
      <w:proofErr w:type="spellEnd"/>
      <w:r w:rsidRPr="00C60BCE">
        <w:t>)</w:t>
      </w:r>
      <w:r w:rsidR="007C20C3">
        <w:t>.</w:t>
      </w:r>
      <w:proofErr w:type="gramEnd"/>
    </w:p>
    <w:p w:rsidR="001066DC" w:rsidRPr="001066DC" w:rsidRDefault="001066DC" w:rsidP="001066DC">
      <w:pPr>
        <w:pStyle w:val="ECCParagraph"/>
        <w:keepNext/>
        <w:rPr>
          <w:lang w:val="en-US"/>
        </w:rPr>
      </w:pPr>
    </w:p>
    <w:p w:rsidR="00FA4078" w:rsidRDefault="00FA4078" w:rsidP="00B66F5B">
      <w:pPr>
        <w:pStyle w:val="ECCParagraph"/>
        <w:keepNext/>
        <w:tabs>
          <w:tab w:val="left" w:pos="8222"/>
        </w:tabs>
        <w:rPr>
          <w:lang w:val="en-US"/>
        </w:rPr>
      </w:pPr>
      <w:r w:rsidRPr="00E21EC1">
        <w:rPr>
          <w:noProof/>
          <w:lang w:val="da-DK" w:eastAsia="da-DK"/>
        </w:rPr>
        <mc:AlternateContent>
          <mc:Choice Requires="wpg">
            <w:drawing>
              <wp:inline distT="0" distB="0" distL="0" distR="0" wp14:anchorId="2FC65B17" wp14:editId="67A160F6">
                <wp:extent cx="6120873" cy="4892955"/>
                <wp:effectExtent l="0" t="0" r="0" b="79375"/>
                <wp:docPr id="319" name="Group 2"/>
                <wp:cNvGraphicFramePr/>
                <a:graphic xmlns:a="http://schemas.openxmlformats.org/drawingml/2006/main">
                  <a:graphicData uri="http://schemas.microsoft.com/office/word/2010/wordprocessingGroup">
                    <wpg:wgp>
                      <wpg:cNvGrpSpPr/>
                      <wpg:grpSpPr>
                        <a:xfrm>
                          <a:off x="0" y="0"/>
                          <a:ext cx="6120873" cy="4892955"/>
                          <a:chOff x="0" y="-80231"/>
                          <a:chExt cx="6444322" cy="5151779"/>
                        </a:xfrm>
                      </wpg:grpSpPr>
                      <wps:wsp>
                        <wps:cNvPr id="320" name="Zone de texte 99"/>
                        <wps:cNvSpPr txBox="1">
                          <a:spLocks noChangeArrowheads="1"/>
                        </wps:cNvSpPr>
                        <wps:spPr bwMode="auto">
                          <a:xfrm>
                            <a:off x="0" y="-80231"/>
                            <a:ext cx="1176657" cy="260080"/>
                          </a:xfrm>
                          <a:prstGeom prst="rect">
                            <a:avLst/>
                          </a:prstGeom>
                          <a:noFill/>
                          <a:ln w="9525">
                            <a:noFill/>
                            <a:miter lim="800000"/>
                            <a:headEnd/>
                            <a:tailEnd/>
                          </a:ln>
                        </wps:spPr>
                        <wps:txbx>
                          <w:txbxContent>
                            <w:p w:rsidR="007C20C3" w:rsidRDefault="007C20C3" w:rsidP="00FA4078">
                              <w:pPr>
                                <w:pStyle w:val="NormalWeb"/>
                                <w:spacing w:before="0" w:beforeAutospacing="0" w:after="0" w:afterAutospacing="0"/>
                                <w:rPr>
                                  <w:rFonts w:ascii="Arial" w:eastAsia="Times New Roman" w:hAnsi="Arial" w:cstheme="minorBidi"/>
                                  <w:b/>
                                  <w:bCs/>
                                  <w:color w:val="000000"/>
                                  <w:kern w:val="24"/>
                                  <w:sz w:val="20"/>
                                  <w:szCs w:val="20"/>
                                  <w:lang w:val="en-US"/>
                                </w:rPr>
                              </w:pPr>
                              <w:r>
                                <w:rPr>
                                  <w:rFonts w:ascii="Arial" w:eastAsia="Times New Roman" w:hAnsi="Arial" w:cstheme="minorBidi"/>
                                  <w:b/>
                                  <w:bCs/>
                                  <w:color w:val="000000"/>
                                  <w:kern w:val="24"/>
                                  <w:sz w:val="20"/>
                                  <w:szCs w:val="20"/>
                                  <w:lang w:val="en-US"/>
                                </w:rPr>
                                <w:t xml:space="preserve">6167.575 </w:t>
                              </w:r>
                            </w:p>
                          </w:txbxContent>
                        </wps:txbx>
                        <wps:bodyPr rot="0" vert="horz" wrap="square" lIns="91440" tIns="45720" rIns="91440" bIns="45720" anchor="t" anchorCtr="0">
                          <a:spAutoFit/>
                        </wps:bodyPr>
                      </wps:wsp>
                      <wps:wsp>
                        <wps:cNvPr id="321" name="Zone de texte 2"/>
                        <wps:cNvSpPr txBox="1">
                          <a:spLocks noChangeArrowheads="1"/>
                        </wps:cNvSpPr>
                        <wps:spPr bwMode="auto">
                          <a:xfrm>
                            <a:off x="5543779" y="7"/>
                            <a:ext cx="900543" cy="260080"/>
                          </a:xfrm>
                          <a:prstGeom prst="rect">
                            <a:avLst/>
                          </a:prstGeom>
                          <a:noFill/>
                          <a:ln w="9525">
                            <a:noFill/>
                            <a:miter lim="800000"/>
                            <a:headEnd/>
                            <a:tailEnd/>
                          </a:ln>
                        </wps:spPr>
                        <wps:txbx>
                          <w:txbxContent>
                            <w:p w:rsidR="007C20C3" w:rsidRDefault="007C20C3" w:rsidP="00FA4078">
                              <w:pPr>
                                <w:pStyle w:val="NormalWeb"/>
                                <w:spacing w:before="0" w:beforeAutospacing="0" w:after="0" w:afterAutospacing="0"/>
                                <w:jc w:val="right"/>
                              </w:pPr>
                              <w:r>
                                <w:rPr>
                                  <w:rFonts w:ascii="Arial" w:eastAsia="Times New Roman" w:hAnsi="Arial" w:cstheme="minorBidi"/>
                                  <w:b/>
                                  <w:bCs/>
                                  <w:color w:val="000000"/>
                                  <w:kern w:val="24"/>
                                  <w:sz w:val="20"/>
                                  <w:szCs w:val="20"/>
                                  <w:lang w:val="en-US"/>
                                </w:rPr>
                                <w:t>6440 MHz</w:t>
                              </w:r>
                            </w:p>
                          </w:txbxContent>
                        </wps:txbx>
                        <wps:bodyPr rot="0" vert="horz" wrap="square" lIns="91440" tIns="45720" rIns="91440" bIns="45720" anchor="t" anchorCtr="0">
                          <a:spAutoFit/>
                        </wps:bodyPr>
                      </wps:wsp>
                      <wpg:grpSp>
                        <wpg:cNvPr id="322" name="Group 322"/>
                        <wpg:cNvGrpSpPr/>
                        <wpg:grpSpPr>
                          <a:xfrm>
                            <a:off x="126784" y="173828"/>
                            <a:ext cx="6029285" cy="4803078"/>
                            <a:chOff x="126784" y="173828"/>
                            <a:chExt cx="6029285" cy="4803078"/>
                          </a:xfrm>
                        </wpg:grpSpPr>
                        <wpg:grpSp>
                          <wpg:cNvPr id="323" name="Group 323"/>
                          <wpg:cNvGrpSpPr/>
                          <wpg:grpSpPr>
                            <a:xfrm>
                              <a:off x="138062" y="173828"/>
                              <a:ext cx="6018006" cy="751984"/>
                              <a:chOff x="138062" y="173828"/>
                              <a:chExt cx="6018006" cy="751984"/>
                            </a:xfrm>
                          </wpg:grpSpPr>
                          <wps:wsp>
                            <wps:cNvPr id="324" name="Zone de texte 2"/>
                            <wps:cNvSpPr txBox="1">
                              <a:spLocks noChangeArrowheads="1"/>
                            </wps:cNvSpPr>
                            <wps:spPr bwMode="auto">
                              <a:xfrm>
                                <a:off x="2616110" y="421698"/>
                                <a:ext cx="951897" cy="504114"/>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244.308 MHz</w:t>
                                  </w:r>
                                </w:p>
                              </w:txbxContent>
                            </wps:txbx>
                            <wps:bodyPr rot="0" vert="horz" wrap="square" lIns="91440" tIns="45720" rIns="91440" bIns="45720" anchor="ctr" anchorCtr="0">
                              <a:noAutofit/>
                            </wps:bodyPr>
                          </wps:wsp>
                          <wps:wsp>
                            <wps:cNvPr id="325" name="Zone de texte 2"/>
                            <wps:cNvSpPr txBox="1">
                              <a:spLocks noChangeArrowheads="1"/>
                            </wps:cNvSpPr>
                            <wps:spPr bwMode="auto">
                              <a:xfrm>
                                <a:off x="156707" y="421669"/>
                                <a:ext cx="551961"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2.17</w:t>
                                  </w:r>
                                </w:p>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27" name="Zone de texte 2"/>
                            <wps:cNvSpPr txBox="1">
                              <a:spLocks noChangeArrowheads="1"/>
                            </wps:cNvSpPr>
                            <wps:spPr bwMode="auto">
                              <a:xfrm>
                                <a:off x="626104" y="421698"/>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3 x 3.5 MHz</w:t>
                                  </w:r>
                                </w:p>
                              </w:txbxContent>
                            </wps:txbx>
                            <wps:bodyPr rot="0" vert="horz" wrap="square" lIns="91440" tIns="45720" rIns="91440" bIns="45720" anchor="ctr" anchorCtr="0">
                              <a:noAutofit/>
                            </wps:bodyPr>
                          </wps:wsp>
                          <wps:wsp>
                            <wps:cNvPr id="328" name="Zone de texte 2"/>
                            <wps:cNvSpPr txBox="1">
                              <a:spLocks noChangeArrowheads="1"/>
                            </wps:cNvSpPr>
                            <wps:spPr bwMode="auto">
                              <a:xfrm>
                                <a:off x="3568008" y="421698"/>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3 x 3.5 MHz</w:t>
                                  </w:r>
                                </w:p>
                              </w:txbxContent>
                            </wps:txbx>
                            <wps:bodyPr rot="0" vert="horz" wrap="square" lIns="91440" tIns="45720" rIns="91440" bIns="45720" anchor="ctr" anchorCtr="0">
                              <a:noAutofit/>
                            </wps:bodyPr>
                          </wps:wsp>
                          <wps:wsp>
                            <wps:cNvPr id="329" name="Zone de texte 2"/>
                            <wps:cNvSpPr txBox="1">
                              <a:spLocks noChangeArrowheads="1"/>
                            </wps:cNvSpPr>
                            <wps:spPr bwMode="auto">
                              <a:xfrm>
                                <a:off x="5455414" y="421669"/>
                                <a:ext cx="700654"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MHz (note 1)</w:t>
                                  </w:r>
                                </w:p>
                              </w:txbxContent>
                            </wps:txbx>
                            <wps:bodyPr rot="0" vert="horz" wrap="square" lIns="91440" tIns="45720" rIns="91440" bIns="45720" anchor="ctr" anchorCtr="0">
                              <a:noAutofit/>
                            </wps:bodyPr>
                          </wps:wsp>
                          <wps:wsp>
                            <wps:cNvPr id="330" name="Zone de texte 2"/>
                            <wps:cNvSpPr txBox="1">
                              <a:spLocks noChangeArrowheads="1"/>
                            </wps:cNvSpPr>
                            <wps:spPr bwMode="auto">
                              <a:xfrm>
                                <a:off x="138062" y="173828"/>
                                <a:ext cx="2121326" cy="260080"/>
                              </a:xfrm>
                              <a:prstGeom prst="rect">
                                <a:avLst/>
                              </a:prstGeom>
                              <a:solidFill>
                                <a:srgbClr val="FFFFFF"/>
                              </a:solidFill>
                              <a:ln w="9525">
                                <a:noFill/>
                                <a:miter lim="800000"/>
                                <a:headEnd/>
                                <a:tailEnd/>
                              </a:ln>
                            </wps:spPr>
                            <wps:txbx>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lang w:val="en-US"/>
                                    </w:rPr>
                                    <w:t>a) 3.5 MHz channels</w:t>
                                  </w:r>
                                </w:p>
                              </w:txbxContent>
                            </wps:txbx>
                            <wps:bodyPr rot="0" vert="horz" wrap="square" lIns="91440" tIns="45720" rIns="91440" bIns="45720" anchor="t" anchorCtr="0">
                              <a:spAutoFit/>
                            </wps:bodyPr>
                          </wps:wsp>
                        </wpg:grpSp>
                        <wpg:grpSp>
                          <wpg:cNvPr id="331" name="Group 331"/>
                          <wpg:cNvGrpSpPr/>
                          <wpg:grpSpPr>
                            <a:xfrm>
                              <a:off x="126794" y="2253843"/>
                              <a:ext cx="6029273" cy="801539"/>
                              <a:chOff x="126794" y="2253843"/>
                              <a:chExt cx="6029273" cy="801539"/>
                            </a:xfrm>
                          </wpg:grpSpPr>
                          <wps:wsp>
                            <wps:cNvPr id="332" name="Zone de texte 2"/>
                            <wps:cNvSpPr txBox="1">
                              <a:spLocks noChangeArrowheads="1"/>
                            </wps:cNvSpPr>
                            <wps:spPr bwMode="auto">
                              <a:xfrm>
                                <a:off x="126794" y="2253843"/>
                                <a:ext cx="1757632" cy="260080"/>
                              </a:xfrm>
                              <a:prstGeom prst="rect">
                                <a:avLst/>
                              </a:prstGeom>
                              <a:solidFill>
                                <a:srgbClr val="FFFFFF"/>
                              </a:solidFill>
                              <a:ln w="9525">
                                <a:noFill/>
                                <a:miter lim="800000"/>
                                <a:headEnd/>
                                <a:tailEnd/>
                              </a:ln>
                            </wps:spPr>
                            <wps:txbx>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rPr>
                                    <w:t xml:space="preserve">c) 0.5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333" name="Zone de texte 2"/>
                            <wps:cNvSpPr txBox="1">
                              <a:spLocks noChangeArrowheads="1"/>
                            </wps:cNvSpPr>
                            <wps:spPr bwMode="auto">
                              <a:xfrm>
                                <a:off x="2616111" y="2551268"/>
                                <a:ext cx="951897" cy="504114"/>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244.308 MHz</w:t>
                                  </w:r>
                                </w:p>
                              </w:txbxContent>
                            </wps:txbx>
                            <wps:bodyPr rot="0" vert="horz" wrap="square" lIns="91440" tIns="45720" rIns="91440" bIns="45720" anchor="ctr" anchorCtr="0">
                              <a:noAutofit/>
                            </wps:bodyPr>
                          </wps:wsp>
                          <wps:wsp>
                            <wps:cNvPr id="334" name="Zone de texte 2"/>
                            <wps:cNvSpPr txBox="1">
                              <a:spLocks noChangeArrowheads="1"/>
                            </wps:cNvSpPr>
                            <wps:spPr bwMode="auto">
                              <a:xfrm>
                                <a:off x="156704" y="2550967"/>
                                <a:ext cx="551950"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2.17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35" name="Zone de texte 2"/>
                            <wps:cNvSpPr txBox="1">
                              <a:spLocks noChangeArrowheads="1"/>
                            </wps:cNvSpPr>
                            <wps:spPr bwMode="auto">
                              <a:xfrm>
                                <a:off x="626105" y="2551268"/>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21 x 0.5 MHz</w:t>
                                  </w:r>
                                </w:p>
                              </w:txbxContent>
                            </wps:txbx>
                            <wps:bodyPr rot="0" vert="horz" wrap="square" lIns="91440" tIns="45720" rIns="91440" bIns="45720" anchor="ctr" anchorCtr="0">
                              <a:noAutofit/>
                            </wps:bodyPr>
                          </wps:wsp>
                          <wps:wsp>
                            <wps:cNvPr id="336" name="Zone de texte 2"/>
                            <wps:cNvSpPr txBox="1">
                              <a:spLocks noChangeArrowheads="1"/>
                            </wps:cNvSpPr>
                            <wps:spPr bwMode="auto">
                              <a:xfrm>
                                <a:off x="3568008" y="2551268"/>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21 x 0.5 MHz</w:t>
                                  </w:r>
                                </w:p>
                              </w:txbxContent>
                            </wps:txbx>
                            <wps:bodyPr rot="0" vert="horz" wrap="square" lIns="91440" tIns="45720" rIns="91440" bIns="45720" anchor="ctr" anchorCtr="0">
                              <a:noAutofit/>
                            </wps:bodyPr>
                          </wps:wsp>
                          <wps:wsp>
                            <wps:cNvPr id="337" name="Zone de texte 2"/>
                            <wps:cNvSpPr txBox="1">
                              <a:spLocks noChangeArrowheads="1"/>
                            </wps:cNvSpPr>
                            <wps:spPr bwMode="auto">
                              <a:xfrm>
                                <a:off x="5455318" y="2551117"/>
                                <a:ext cx="700749" cy="504115"/>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MHz (note 1)</w:t>
                                  </w:r>
                                </w:p>
                              </w:txbxContent>
                            </wps:txbx>
                            <wps:bodyPr rot="0" vert="horz" wrap="square" lIns="91440" tIns="45720" rIns="91440" bIns="45720" anchor="ctr" anchorCtr="0">
                              <a:noAutofit/>
                            </wps:bodyPr>
                          </wps:wsp>
                        </wpg:grpSp>
                        <wpg:grpSp>
                          <wpg:cNvPr id="338" name="Group 338"/>
                          <wpg:cNvGrpSpPr/>
                          <wpg:grpSpPr>
                            <a:xfrm>
                              <a:off x="126791" y="3293894"/>
                              <a:ext cx="6029170" cy="751508"/>
                              <a:chOff x="126791" y="3293894"/>
                              <a:chExt cx="6029170" cy="751508"/>
                            </a:xfrm>
                          </wpg:grpSpPr>
                          <wps:wsp>
                            <wps:cNvPr id="339" name="Zone de texte 2"/>
                            <wps:cNvSpPr txBox="1">
                              <a:spLocks noChangeArrowheads="1"/>
                            </wps:cNvSpPr>
                            <wps:spPr bwMode="auto">
                              <a:xfrm>
                                <a:off x="126791" y="3293894"/>
                                <a:ext cx="1665286" cy="260080"/>
                              </a:xfrm>
                              <a:prstGeom prst="rect">
                                <a:avLst/>
                              </a:prstGeom>
                              <a:solidFill>
                                <a:srgbClr val="FFFFFF"/>
                              </a:solidFill>
                              <a:ln w="9525">
                                <a:noFill/>
                                <a:miter lim="800000"/>
                                <a:headEnd/>
                                <a:tailEnd/>
                              </a:ln>
                            </wps:spPr>
                            <wps:txbx>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rPr>
                                    <w:t xml:space="preserve">d) 0.25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360" name="Zone de texte 2"/>
                            <wps:cNvSpPr txBox="1">
                              <a:spLocks noChangeArrowheads="1"/>
                            </wps:cNvSpPr>
                            <wps:spPr bwMode="auto">
                              <a:xfrm>
                                <a:off x="2616111" y="3541288"/>
                                <a:ext cx="951897" cy="504114"/>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244.308 MHz</w:t>
                                  </w:r>
                                </w:p>
                              </w:txbxContent>
                            </wps:txbx>
                            <wps:bodyPr rot="0" vert="horz" wrap="square" lIns="91440" tIns="45720" rIns="91440" bIns="45720" anchor="ctr" anchorCtr="0">
                              <a:noAutofit/>
                            </wps:bodyPr>
                          </wps:wsp>
                          <wps:wsp>
                            <wps:cNvPr id="368" name="Zone de texte 2"/>
                            <wps:cNvSpPr txBox="1">
                              <a:spLocks noChangeArrowheads="1"/>
                            </wps:cNvSpPr>
                            <wps:spPr bwMode="auto">
                              <a:xfrm>
                                <a:off x="156708" y="3541081"/>
                                <a:ext cx="551947"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2.17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69" name="Zone de texte 2"/>
                            <wps:cNvSpPr txBox="1">
                              <a:spLocks noChangeArrowheads="1"/>
                            </wps:cNvSpPr>
                            <wps:spPr bwMode="auto">
                              <a:xfrm>
                                <a:off x="626105" y="3541288"/>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 x 0.25 MHz</w:t>
                                  </w:r>
                                </w:p>
                              </w:txbxContent>
                            </wps:txbx>
                            <wps:bodyPr rot="0" vert="horz" wrap="square" lIns="91440" tIns="45720" rIns="91440" bIns="45720" anchor="ctr" anchorCtr="0">
                              <a:noAutofit/>
                            </wps:bodyPr>
                          </wps:wsp>
                          <wps:wsp>
                            <wps:cNvPr id="370" name="Zone de texte 2"/>
                            <wps:cNvSpPr txBox="1">
                              <a:spLocks noChangeArrowheads="1"/>
                            </wps:cNvSpPr>
                            <wps:spPr bwMode="auto">
                              <a:xfrm>
                                <a:off x="3568008" y="3541288"/>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 x 0.25 MHz</w:t>
                                  </w:r>
                                </w:p>
                              </w:txbxContent>
                            </wps:txbx>
                            <wps:bodyPr rot="0" vert="horz" wrap="square" lIns="91440" tIns="45720" rIns="91440" bIns="45720" anchor="ctr" anchorCtr="0">
                              <a:noAutofit/>
                            </wps:bodyPr>
                          </wps:wsp>
                          <wps:wsp>
                            <wps:cNvPr id="371" name="Zone de texte 2"/>
                            <wps:cNvSpPr txBox="1">
                              <a:spLocks noChangeArrowheads="1"/>
                            </wps:cNvSpPr>
                            <wps:spPr bwMode="auto">
                              <a:xfrm>
                                <a:off x="5455319" y="3540873"/>
                                <a:ext cx="700642"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MHz (note 1)</w:t>
                                  </w:r>
                                </w:p>
                              </w:txbxContent>
                            </wps:txbx>
                            <wps:bodyPr rot="0" vert="horz" wrap="square" lIns="91440" tIns="45720" rIns="91440" bIns="45720" anchor="ctr" anchorCtr="0">
                              <a:noAutofit/>
                            </wps:bodyPr>
                          </wps:wsp>
                        </wpg:grpSp>
                        <wpg:grpSp>
                          <wpg:cNvPr id="372" name="Group 372"/>
                          <wpg:cNvGrpSpPr/>
                          <wpg:grpSpPr>
                            <a:xfrm>
                              <a:off x="126784" y="4211227"/>
                              <a:ext cx="6029285" cy="765679"/>
                              <a:chOff x="126784" y="4211227"/>
                              <a:chExt cx="6029285" cy="765679"/>
                            </a:xfrm>
                          </wpg:grpSpPr>
                          <wps:wsp>
                            <wps:cNvPr id="373" name="Zone de texte 2"/>
                            <wps:cNvSpPr txBox="1">
                              <a:spLocks noChangeArrowheads="1"/>
                            </wps:cNvSpPr>
                            <wps:spPr bwMode="auto">
                              <a:xfrm>
                                <a:off x="126784" y="4211227"/>
                                <a:ext cx="2319887" cy="260080"/>
                              </a:xfrm>
                              <a:prstGeom prst="rect">
                                <a:avLst/>
                              </a:prstGeom>
                              <a:solidFill>
                                <a:srgbClr val="FFFFFF"/>
                              </a:solidFill>
                              <a:ln w="9525">
                                <a:noFill/>
                                <a:miter lim="800000"/>
                                <a:headEnd/>
                                <a:tailEnd/>
                              </a:ln>
                            </wps:spPr>
                            <wps:txbx>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rPr>
                                    <w:t xml:space="preserve">e) 0.025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374" name="Zone de texte 2"/>
                            <wps:cNvSpPr txBox="1">
                              <a:spLocks noChangeArrowheads="1"/>
                            </wps:cNvSpPr>
                            <wps:spPr bwMode="auto">
                              <a:xfrm>
                                <a:off x="2616110" y="4472792"/>
                                <a:ext cx="951897" cy="504114"/>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244.308 MHz</w:t>
                                  </w:r>
                                </w:p>
                              </w:txbxContent>
                            </wps:txbx>
                            <wps:bodyPr rot="0" vert="horz" wrap="square" lIns="91440" tIns="45720" rIns="91440" bIns="45720" anchor="ctr" anchorCtr="0">
                              <a:noAutofit/>
                            </wps:bodyPr>
                          </wps:wsp>
                          <wps:wsp>
                            <wps:cNvPr id="375" name="Zone de texte 2"/>
                            <wps:cNvSpPr txBox="1">
                              <a:spLocks noChangeArrowheads="1"/>
                            </wps:cNvSpPr>
                            <wps:spPr bwMode="auto">
                              <a:xfrm>
                                <a:off x="156708" y="4472531"/>
                                <a:ext cx="551947"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2.17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76" name="Zone de texte 2"/>
                            <wps:cNvSpPr txBox="1">
                              <a:spLocks noChangeArrowheads="1"/>
                            </wps:cNvSpPr>
                            <wps:spPr bwMode="auto">
                              <a:xfrm>
                                <a:off x="626104" y="4472792"/>
                                <a:ext cx="1990006"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420 x 0.025 MHz</w:t>
                                  </w:r>
                                </w:p>
                              </w:txbxContent>
                            </wps:txbx>
                            <wps:bodyPr rot="0" vert="horz" wrap="square" lIns="91440" tIns="45720" rIns="91440" bIns="45720" anchor="ctr" anchorCtr="0">
                              <a:noAutofit/>
                            </wps:bodyPr>
                          </wps:wsp>
                          <wps:wsp>
                            <wps:cNvPr id="377" name="Zone de texte 2"/>
                            <wps:cNvSpPr txBox="1">
                              <a:spLocks noChangeArrowheads="1"/>
                            </wps:cNvSpPr>
                            <wps:spPr bwMode="auto">
                              <a:xfrm>
                                <a:off x="3567945" y="4472532"/>
                                <a:ext cx="1887373" cy="504114"/>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420 x 0.025 MHz</w:t>
                                  </w:r>
                                </w:p>
                              </w:txbxContent>
                            </wps:txbx>
                            <wps:bodyPr rot="0" vert="horz" wrap="square" lIns="91440" tIns="45720" rIns="91440" bIns="45720" anchor="ctr" anchorCtr="0">
                              <a:noAutofit/>
                            </wps:bodyPr>
                          </wps:wsp>
                          <wps:wsp>
                            <wps:cNvPr id="378" name="Zone de texte 2"/>
                            <wps:cNvSpPr txBox="1">
                              <a:spLocks noChangeArrowheads="1"/>
                            </wps:cNvSpPr>
                            <wps:spPr bwMode="auto">
                              <a:xfrm>
                                <a:off x="5455319" y="4472532"/>
                                <a:ext cx="700750" cy="504114"/>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g:grpSp>
                        <wpg:grpSp>
                          <wpg:cNvPr id="379" name="Group 379"/>
                          <wpg:cNvGrpSpPr/>
                          <wpg:grpSpPr>
                            <a:xfrm>
                              <a:off x="130253" y="1296985"/>
                              <a:ext cx="6025815" cy="821734"/>
                              <a:chOff x="130253" y="1296985"/>
                              <a:chExt cx="6025815" cy="821734"/>
                            </a:xfrm>
                          </wpg:grpSpPr>
                          <wps:wsp>
                            <wps:cNvPr id="380" name="Zone de texte 2"/>
                            <wps:cNvSpPr txBox="1">
                              <a:spLocks noChangeArrowheads="1"/>
                            </wps:cNvSpPr>
                            <wps:spPr bwMode="auto">
                              <a:xfrm>
                                <a:off x="130253" y="1296985"/>
                                <a:ext cx="1792397" cy="318082"/>
                              </a:xfrm>
                              <a:prstGeom prst="rect">
                                <a:avLst/>
                              </a:prstGeom>
                              <a:solidFill>
                                <a:srgbClr val="FFFFFF"/>
                              </a:solidFill>
                              <a:ln w="9525">
                                <a:noFill/>
                                <a:miter lim="800000"/>
                                <a:headEnd/>
                                <a:tailEnd/>
                              </a:ln>
                            </wps:spPr>
                            <wps:txbx>
                              <w:txbxContent>
                                <w:p w:rsidR="007C20C3" w:rsidRDefault="007C20C3" w:rsidP="00FA4078">
                                  <w:pPr>
                                    <w:pStyle w:val="NormalWeb"/>
                                    <w:spacing w:before="0" w:beforeAutospacing="0" w:after="0" w:afterAutospacing="0"/>
                                  </w:pPr>
                                  <w:r>
                                    <w:rPr>
                                      <w:rFonts w:ascii="Arial" w:eastAsia="MS Mincho" w:hAnsi="Arial" w:cstheme="minorBidi"/>
                                      <w:color w:val="000000" w:themeColor="text1"/>
                                      <w:kern w:val="24"/>
                                      <w:sz w:val="20"/>
                                      <w:szCs w:val="20"/>
                                    </w:rPr>
                                    <w:t xml:space="preserve">b) 1.75 MHz </w:t>
                                  </w:r>
                                  <w:proofErr w:type="spellStart"/>
                                  <w:r>
                                    <w:rPr>
                                      <w:rFonts w:ascii="Arial" w:eastAsia="MS Mincho" w:hAnsi="Arial" w:cstheme="minorBidi"/>
                                      <w:color w:val="000000" w:themeColor="text1"/>
                                      <w:kern w:val="24"/>
                                      <w:sz w:val="20"/>
                                      <w:szCs w:val="20"/>
                                    </w:rPr>
                                    <w:t>channels</w:t>
                                  </w:r>
                                  <w:proofErr w:type="spellEnd"/>
                                </w:p>
                              </w:txbxContent>
                            </wps:txbx>
                            <wps:bodyPr rot="0" vert="horz" wrap="square" lIns="91440" tIns="45720" rIns="91440" bIns="45720" anchor="t" anchorCtr="0">
                              <a:noAutofit/>
                            </wps:bodyPr>
                          </wps:wsp>
                          <wps:wsp>
                            <wps:cNvPr id="381" name="Zone de texte 2"/>
                            <wps:cNvSpPr txBox="1">
                              <a:spLocks noChangeArrowheads="1"/>
                            </wps:cNvSpPr>
                            <wps:spPr bwMode="auto">
                              <a:xfrm>
                                <a:off x="2616686" y="1615164"/>
                                <a:ext cx="951865" cy="503555"/>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244.308 MHz</w:t>
                                  </w:r>
                                </w:p>
                              </w:txbxContent>
                            </wps:txbx>
                            <wps:bodyPr rot="0" vert="horz" wrap="square" lIns="91440" tIns="45720" rIns="91440" bIns="45720" anchor="ctr" anchorCtr="0">
                              <a:noAutofit/>
                            </wps:bodyPr>
                          </wps:wsp>
                          <wps:wsp>
                            <wps:cNvPr id="382" name="Zone de texte 2"/>
                            <wps:cNvSpPr txBox="1">
                              <a:spLocks noChangeArrowheads="1"/>
                            </wps:cNvSpPr>
                            <wps:spPr bwMode="auto">
                              <a:xfrm>
                                <a:off x="157327" y="1615068"/>
                                <a:ext cx="551328" cy="503555"/>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2.17</w:t>
                                  </w:r>
                                </w:p>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MHz</w:t>
                                  </w:r>
                                </w:p>
                              </w:txbxContent>
                            </wps:txbx>
                            <wps:bodyPr rot="0" vert="horz" wrap="square" lIns="91440" tIns="45720" rIns="91440" bIns="45720" anchor="ctr" anchorCtr="0">
                              <a:noAutofit/>
                            </wps:bodyPr>
                          </wps:wsp>
                          <wps:wsp>
                            <wps:cNvPr id="383" name="Zone de texte 2"/>
                            <wps:cNvSpPr txBox="1">
                              <a:spLocks noChangeArrowheads="1"/>
                            </wps:cNvSpPr>
                            <wps:spPr bwMode="auto">
                              <a:xfrm>
                                <a:off x="626596" y="1615164"/>
                                <a:ext cx="1989455" cy="503555"/>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6 x 1.75 MHz</w:t>
                                  </w:r>
                                </w:p>
                              </w:txbxContent>
                            </wps:txbx>
                            <wps:bodyPr rot="0" vert="horz" wrap="square" lIns="91440" tIns="45720" rIns="91440" bIns="45720" anchor="ctr" anchorCtr="0">
                              <a:noAutofit/>
                            </wps:bodyPr>
                          </wps:wsp>
                          <wps:wsp>
                            <wps:cNvPr id="516" name="Zone de texte 2"/>
                            <wps:cNvSpPr txBox="1">
                              <a:spLocks noChangeArrowheads="1"/>
                            </wps:cNvSpPr>
                            <wps:spPr bwMode="auto">
                              <a:xfrm>
                                <a:off x="3568551" y="1615164"/>
                                <a:ext cx="1989455" cy="503555"/>
                              </a:xfrm>
                              <a:prstGeom prst="rect">
                                <a:avLst/>
                              </a:prstGeom>
                              <a:solidFill>
                                <a:srgbClr val="FFFFFF"/>
                              </a:solidFill>
                              <a:ln w="9525">
                                <a:solidFill>
                                  <a:srgbClr val="000000"/>
                                </a:solidFill>
                                <a:miter lim="800000"/>
                                <a:headEnd/>
                                <a:tailEnd/>
                              </a:ln>
                            </wps:spPr>
                            <wps:txb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6 x 1.75 MHz</w:t>
                                  </w:r>
                                </w:p>
                              </w:txbxContent>
                            </wps:txbx>
                            <wps:bodyPr rot="0" vert="horz" wrap="square" lIns="91440" tIns="45720" rIns="91440" bIns="45720" anchor="ctr" anchorCtr="0">
                              <a:noAutofit/>
                            </wps:bodyPr>
                          </wps:wsp>
                          <wps:wsp>
                            <wps:cNvPr id="517" name="Zone de texte 2"/>
                            <wps:cNvSpPr txBox="1">
                              <a:spLocks noChangeArrowheads="1"/>
                            </wps:cNvSpPr>
                            <wps:spPr bwMode="auto">
                              <a:xfrm>
                                <a:off x="5455318" y="1615067"/>
                                <a:ext cx="700750" cy="503555"/>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FA4078">
                                  <w:pPr>
                                    <w:pStyle w:val="NormalWeb"/>
                                    <w:spacing w:before="0" w:beforeAutospacing="0" w:after="0" w:afterAutospacing="0"/>
                                  </w:pPr>
                                  <w:r>
                                    <w:rPr>
                                      <w:rFonts w:ascii="Arial" w:eastAsia="Times New Roman" w:hAnsi="Arial" w:cs="Arial"/>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Times New Roman" w:hAnsi="Arial" w:cs="Arial"/>
                                      <w:color w:val="000000"/>
                                      <w:kern w:val="24"/>
                                      <w:sz w:val="18"/>
                                      <w:szCs w:val="18"/>
                                      <w:lang w:val="en-US"/>
                                    </w:rPr>
                                    <w:t>MHz (note 1)</w:t>
                                  </w:r>
                                </w:p>
                              </w:txbxContent>
                            </wps:txbx>
                            <wps:bodyPr rot="0" vert="horz" wrap="square" lIns="91440" tIns="45720" rIns="91440" bIns="45720" anchor="ctr" anchorCtr="0">
                              <a:noAutofit/>
                            </wps:bodyPr>
                          </wps:wsp>
                        </wpg:grpSp>
                      </wpg:grpSp>
                      <wpg:grpSp>
                        <wpg:cNvPr id="518" name="Group 518"/>
                        <wpg:cNvGrpSpPr/>
                        <wpg:grpSpPr>
                          <a:xfrm>
                            <a:off x="179512" y="236554"/>
                            <a:ext cx="5976664" cy="4834994"/>
                            <a:chOff x="179512" y="236554"/>
                            <a:chExt cx="5976664" cy="5339050"/>
                          </a:xfrm>
                        </wpg:grpSpPr>
                        <wps:wsp>
                          <wps:cNvPr id="519" name="Connecteur droit 553"/>
                          <wps:cNvCnPr/>
                          <wps:spPr>
                            <a:xfrm>
                              <a:off x="6156176" y="236554"/>
                              <a:ext cx="0" cy="5339050"/>
                            </a:xfrm>
                            <a:prstGeom prst="line">
                              <a:avLst/>
                            </a:prstGeom>
                            <a:noFill/>
                            <a:ln w="1905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520" name="Connecteur droit 553"/>
                          <wps:cNvCnPr/>
                          <wps:spPr>
                            <a:xfrm>
                              <a:off x="179512" y="236554"/>
                              <a:ext cx="0" cy="5339050"/>
                            </a:xfrm>
                            <a:prstGeom prst="line">
                              <a:avLst/>
                            </a:prstGeom>
                            <a:noFill/>
                            <a:ln w="19050" cap="flat" cmpd="sng" algn="ctr">
                              <a:solidFill>
                                <a:sysClr val="windowText" lastClr="000000"/>
                              </a:solidFill>
                              <a:prstDash val="solid"/>
                            </a:ln>
                            <a:effectLst>
                              <a:outerShdw blurRad="40000" dist="20000" dir="5400000" rotWithShape="0">
                                <a:srgbClr val="000000">
                                  <a:alpha val="38000"/>
                                </a:srgbClr>
                              </a:outerShdw>
                            </a:effectLst>
                          </wps:spPr>
                          <wps:bodyPr/>
                        </wps:wsp>
                      </wpg:grpSp>
                    </wpg:wgp>
                  </a:graphicData>
                </a:graphic>
              </wp:inline>
            </w:drawing>
          </mc:Choice>
          <mc:Fallback>
            <w:pict>
              <v:group id="Group 2" o:spid="_x0000_s1032" style="width:481.95pt;height:385.25pt;mso-position-horizontal-relative:char;mso-position-vertical-relative:line" coordorigin=",-802" coordsize="64443,51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">
                <v:shape id="Zone de texte 99" o:spid="_x0000_s1033" type="#_x0000_t202" style="position:absolute;top:-802;width:11766;height:2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WAeL8A&#10;AADcAAAADwAAAGRycy9kb3ducmV2LnhtbERPTWvCQBC9F/wPywje6kalpURXEa3goRdtvA/ZMRvM&#10;zobs1MR/7x4KHh/ve7UZfKPu1MU6sIHZNANFXAZbc2Wg+D28f4GKgmyxCUwGHhRhsx69rTC3oecT&#10;3c9SqRTCMUcDTqTNtY6lI49xGlrixF1D51ES7CptO+xTuG/0PMs+tceaU4PDlnaOytv5zxsQsdvZ&#10;o/j28XgZfva9y8oPLIyZjIftEpTQIC/xv/toDSzmaX46k46AXj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pYB4vwAAANwAAAAPAAAAAAAAAAAAAAAAAJgCAABkcnMvZG93bnJl&#10;di54bWxQSwUGAAAAAAQABAD1AAAAhAMAAAAA&#10;" filled="f" stroked="f">
                  <v:textbox style="mso-fit-shape-to-text:t">
                    <w:txbxContent>
                      <w:p w:rsidR="007C20C3" w:rsidRDefault="007C20C3" w:rsidP="00FA4078">
                        <w:pPr>
                          <w:pStyle w:val="NormalWeb"/>
                          <w:spacing w:before="0" w:beforeAutospacing="0" w:after="0" w:afterAutospacing="0"/>
                          <w:rPr>
                            <w:rFonts w:ascii="Arial" w:eastAsia="Times New Roman" w:hAnsi="Arial" w:cstheme="minorBidi"/>
                            <w:b/>
                            <w:bCs/>
                            <w:color w:val="000000"/>
                            <w:kern w:val="24"/>
                            <w:sz w:val="20"/>
                            <w:szCs w:val="20"/>
                            <w:lang w:val="en-US"/>
                          </w:rPr>
                        </w:pPr>
                        <w:r>
                          <w:rPr>
                            <w:rFonts w:ascii="Arial" w:eastAsia="Times New Roman" w:hAnsi="Arial" w:cstheme="minorBidi"/>
                            <w:b/>
                            <w:bCs/>
                            <w:color w:val="000000"/>
                            <w:kern w:val="24"/>
                            <w:sz w:val="20"/>
                            <w:szCs w:val="20"/>
                            <w:lang w:val="en-US"/>
                          </w:rPr>
                          <w:t xml:space="preserve">6167.575 </w:t>
                        </w:r>
                      </w:p>
                    </w:txbxContent>
                  </v:textbox>
                </v:shape>
                <v:shape id="Zone de texte 2" o:spid="_x0000_s1034" type="#_x0000_t202" style="position:absolute;left:55437;width:9006;height:2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l48IA&#10;AADcAAAADwAAAGRycy9kb3ducmV2LnhtbESPQWvCQBSE74X+h+UJvdVNLC0luorUFjz0Uk3vj+wz&#10;G8y+Ddmnif/eFQSPw8x8wyxWo2/VmfrYBDaQTzNQxFWwDdcGyv3P6yeoKMgW28Bk4EIRVsvnpwUW&#10;Ngz8R+ed1CpBOBZowIl0hdaxcuQxTkNHnLxD6D1Kkn2tbY9DgvtWz7LsQ3tsOC047OjLUXXcnbwB&#10;EbvOL+W3j9v/8XczuKx6x9KYl8m4noMSGuURvre31sDbLIfbmXQE9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6SXjwgAAANwAAAAPAAAAAAAAAAAAAAAAAJgCAABkcnMvZG93&#10;bnJldi54bWxQSwUGAAAAAAQABAD1AAAAhwMAAAAA&#10;" filled="f" stroked="f">
                  <v:textbox style="mso-fit-shape-to-text:t">
                    <w:txbxContent>
                      <w:p w:rsidR="007C20C3" w:rsidRDefault="007C20C3" w:rsidP="00FA4078">
                        <w:pPr>
                          <w:pStyle w:val="NormalWeb"/>
                          <w:spacing w:before="0" w:beforeAutospacing="0" w:after="0" w:afterAutospacing="0"/>
                          <w:jc w:val="right"/>
                        </w:pPr>
                        <w:r>
                          <w:rPr>
                            <w:rFonts w:ascii="Arial" w:eastAsia="Times New Roman" w:hAnsi="Arial" w:cstheme="minorBidi"/>
                            <w:b/>
                            <w:bCs/>
                            <w:color w:val="000000"/>
                            <w:kern w:val="24"/>
                            <w:sz w:val="20"/>
                            <w:szCs w:val="20"/>
                            <w:lang w:val="en-US"/>
                          </w:rPr>
                          <w:t>6440 MHz</w:t>
                        </w:r>
                      </w:p>
                    </w:txbxContent>
                  </v:textbox>
                </v:shape>
                <v:group id="Group 322" o:spid="_x0000_s1035" style="position:absolute;left:1267;top:1738;width:60293;height:48031" coordorigin="1267,1738" coordsize="60292,48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group id="Group 323" o:spid="_x0000_s1036" style="position:absolute;left:1380;top:1738;width:60180;height:7520" coordorigin="1380,1738" coordsize="60180,75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Zone de texte 2" o:spid="_x0000_s1037" type="#_x0000_t202" style="position:absolute;left:26161;top:4216;width:9519;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K1sYA&#10;AADcAAAADwAAAGRycy9kb3ducmV2LnhtbESPQWsCMRSE74X+h/CEXkSzta3oapRSEAotQreKeHts&#10;nputm5dlEzX++6Yg9DjMzDfMfBltI87U+dqxgsdhBoK4dLrmSsHmezWYgPABWWPjmBRcycNycX83&#10;x1y7C3/RuQiVSBD2OSowIbS5lL40ZNEPXUucvIPrLIYku0rqDi8Jbhs5yrKxtFhzWjDY0puh8lic&#10;bKL8XON6P90dP9f2pV9vDcaPYqzUQy++zkAEiuE/fGu/awVPo2f4O5OO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K1sYAAADcAAAADwAAAAAAAAAAAAAAAACYAgAAZHJz&#10;L2Rvd25yZXYueG1sUEsFBgAAAAAEAAQA9QAAAIsDAAAAAA==&#10;" fillcolor="#bfbfbf">
                      <v:stroke dashstyle="dash"/>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244.308 MHz</w:t>
                            </w:r>
                          </w:p>
                        </w:txbxContent>
                      </v:textbox>
                    </v:shape>
                    <v:shape id="Zone de texte 2" o:spid="_x0000_s1038" type="#_x0000_t202" style="position:absolute;left:1567;top:4216;width:5519;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WbAcUA&#10;AADcAAAADwAAAGRycy9kb3ducmV2LnhtbESPQWvCQBSE74L/YXlCb7pJWoNGVxFBKAULtT3o7ZF9&#10;TUKzb8Puqqm/3hUKPQ4z8w2zXPemFRdyvrGsIJ0kIIhLqxuuFHx97sYzED4ga2wtk4Jf8rBeDQdL&#10;LLS98gddDqESEcK+QAV1CF0hpS9rMugntiOO3rd1BkOUrpLa4TXCTSuzJMmlwYbjQo0dbWsqfw5n&#10;o2D/frNznLo0y0/6JZ2VeX5M35R6GvWbBYhAffgP/7VftYLnbAqPM/E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1ZsBxQAAANwAAAAPAAAAAAAAAAAAAAAAAJgCAABkcnMv&#10;ZG93bnJldi54bWxQSwUGAAAAAAQABAD1AAAAigMAAAAA&#10;" fillcolor="#bfbfbf">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2.17</w:t>
                            </w:r>
                          </w:p>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MHz</w:t>
                            </w:r>
                          </w:p>
                        </w:txbxContent>
                      </v:textbox>
                    </v:shape>
                    <v:shape id="Zone de texte 2" o:spid="_x0000_s1039" type="#_x0000_t202" style="position:absolute;left:6261;top:4216;width:19900;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wx/sMA&#10;AADcAAAADwAAAGRycy9kb3ducmV2LnhtbESPT2sCMRTE7wW/Q3hCbzWrgpWtURal4MWCf+j5kTx3&#10;t928hCRdt9++EYQeh5n5DbPaDLYTPYXYOlYwnRQgiLUzLdcKLuf3lyWImJANdo5JwS9F2KxHTyss&#10;jbvxkfpTqkWGcCxRQZOSL6WMuiGLceI8cfauLlhMWYZamoC3DLednBXFQlpsOS806GnbkP4+/VgF&#10;h+qwLT5Cbyv/ef3q0Gu981Gp5/FQvYFINKT/8KO9Nwrms1e4n8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wx/sMAAADcAAAADwAAAAAAAAAAAAAAAACYAgAAZHJzL2Rv&#10;d25yZXYueG1sUEsFBgAAAAAEAAQA9QAAAIgDA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3 x 3.5 MHz</w:t>
                            </w:r>
                          </w:p>
                        </w:txbxContent>
                      </v:textbox>
                    </v:shape>
                    <v:shape id="Zone de texte 2" o:spid="_x0000_s1040" type="#_x0000_t202" style="position:absolute;left:35680;top:4216;width:19900;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OljL8A&#10;AADcAAAADwAAAGRycy9kb3ducmV2LnhtbERPTWsCMRC9F/wPYQRvNatCKatRFqXgRaFWPA/JuLu6&#10;mYQkXdd/bw6FHh/ve7UZbCd6CrF1rGA2LUAQa2darhWcf77eP0HEhGywc0wKnhRhsx69rbA07sHf&#10;1J9SLXIIxxIVNCn5UsqoG7IYp84TZ+7qgsWUYailCfjI4baT86L4kBZbzg0Neto2pO+nX6vgUB22&#10;xTH0tvKX661Dr/XOR6Um46Fagkg0pH/xn3tvFCzmeW0+k4+A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w6WMvwAAANwAAAAPAAAAAAAAAAAAAAAAAJgCAABkcnMvZG93bnJl&#10;di54bWxQSwUGAAAAAAQABAD1AAAAhAM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3 x 3.5 MHz</w:t>
                            </w:r>
                          </w:p>
                        </w:txbxContent>
                      </v:textbox>
                    </v:shape>
                    <v:shape id="Zone de texte 2" o:spid="_x0000_s1041" type="#_x0000_t202" style="position:absolute;left:54554;top:4216;width:7006;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iRBMYA&#10;AADcAAAADwAAAGRycy9kb3ducmV2LnhtbESPQWvCQBSE70L/w/IKvekmaQ2aukoRCkVQMO2hvT2y&#10;r0lo9m3YXTX217uC4HGYmW+YxWownTiS861lBekkAUFcWd1yreDr8308A+EDssbOMik4k4fV8mG0&#10;wELbE+/pWIZaRAj7AhU0IfSFlL5qyKCf2J44er/WGQxRulpqh6cIN53MkiSXBluOCw32tG6o+isP&#10;RsF292/nOHVplv/ol3RW5fl3ulHq6XF4ewURaAj38K39oRU8Z3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5iRBMYAAADcAAAADwAAAAAAAAAAAAAAAACYAgAAZHJz&#10;L2Rvd25yZXYueG1sUEsFBgAAAAAEAAQA9QAAAIsDA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MHz (note 1)</w:t>
                            </w:r>
                          </w:p>
                        </w:txbxContent>
                      </v:textbox>
                    </v:shape>
                    <v:shape id="Zone de texte 2" o:spid="_x0000_s1042" type="#_x0000_t202" style="position:absolute;left:1380;top:1738;width:21213;height:2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LzEcEA&#10;AADcAAAADwAAAGRycy9kb3ducmV2LnhtbERPS2vCQBC+C/0PyxR6040VRVJXKQWhFA++Dj0O2Wk2&#10;TXY2ZleN/945CB4/vvdi1ftGXaiLVWAD41EGirgItuLSwPGwHs5BxYRssQlMBm4UYbV8GSwwt+HK&#10;O7rsU6kkhGOOBlxKba51LBx5jKPQEgv3FzqPSWBXatvhVcJ9o9+zbKY9ViwNDlv6clTU+7OXkk0s&#10;zrtw+h9vav3r6hlOt+7HmLfX/vMDVKI+PcUP97c1MJnIfDkjR0Av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C8xHBAAAA3AAAAA8AAAAAAAAAAAAAAAAAmAIAAGRycy9kb3du&#10;cmV2LnhtbFBLBQYAAAAABAAEAPUAAACGAwAAAAA=&#10;" stroked="f">
                      <v:textbox style="mso-fit-shape-to-text:t">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lang w:val="en-US"/>
                              </w:rPr>
                              <w:t>a) 3.5 MHz channels</w:t>
                            </w:r>
                          </w:p>
                        </w:txbxContent>
                      </v:textbox>
                    </v:shape>
                  </v:group>
                  <v:group id="Group 331" o:spid="_x0000_s1043" style="position:absolute;left:1267;top:22538;width:60293;height:8015" coordorigin="1267,22538" coordsize="60292,8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shape id="Zone de texte 2" o:spid="_x0000_s1044" type="#_x0000_t202" style="position:absolute;left:1267;top:22538;width:17577;height:2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zI/cQA&#10;AADcAAAADwAAAGRycy9kb3ducmV2LnhtbESPy2rDMBBF94X+g5hCd7Vsh4biRjGlEAghizy66HKw&#10;JpZja+RYcuL+fVQodHm5j8NdlJPtxJUG3zhWkCUpCOLK6YZrBV/H1csbCB+QNXaOScEPeSiXjw8L&#10;LLS78Z6uh1CLOMK+QAUmhL6Q0leGLPrE9cTRO7nBYohyqKUe8BbHbSfzNJ1Liw1HgsGePg1V7WG0&#10;EbL11bh3l3O2beW3aef4ujMbpZ6fpo93EIGm8B/+a6+1gtksh9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cyP3EAAAA3AAAAA8AAAAAAAAAAAAAAAAAmAIAAGRycy9k&#10;b3ducmV2LnhtbFBLBQYAAAAABAAEAPUAAACJAwAAAAA=&#10;" stroked="f">
                      <v:textbox style="mso-fit-shape-to-text:t">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rPr>
                              <w:t xml:space="preserve">c) 0.5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045" type="#_x0000_t202" style="position:absolute;left:26161;top:25512;width:9519;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QEf8YA&#10;AADcAAAADwAAAGRycy9kb3ducmV2LnhtbESPQWsCMRSE7wX/Q3hCL6Vm7VKpq1GkUCi0CK4t4u2x&#10;eW5WNy/LJtX475tCweMwM98w82W0rThT7xvHCsajDARx5XTDtYKv7dvjCwgfkDW2jknBlTwsF4O7&#10;ORbaXXhD5zLUIkHYF6jAhNAVUvrKkEU/ch1x8g6utxiS7Gupe7wkuG3lU5ZNpMWG04LBjl4NVafy&#10;xybK8RrX++nu9Lm2zw/Nt8H4UU6Uuh/G1QxEoBhu4f/2u1aQ5zn8nU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lQEf8YAAADcAAAADwAAAAAAAAAAAAAAAACYAgAAZHJz&#10;L2Rvd25yZXYueG1sUEsFBgAAAAAEAAQA9QAAAIsDAAAAAA==&#10;" fillcolor="#bfbfbf">
                      <v:stroke dashstyle="dash"/>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244.308 MHz</w:t>
                            </w:r>
                          </w:p>
                        </w:txbxContent>
                      </v:textbox>
                    </v:shape>
                    <v:shape id="Zone de texte 2" o:spid="_x0000_s1046" type="#_x0000_t202" style="position:absolute;left:1567;top:25509;width:5519;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CoR8YA&#10;AADcAAAADwAAAGRycy9kb3ducmV2LnhtbESPQWvCQBSE7wX/w/KE3uomaoNGN0EKhVKwUOtBb4/s&#10;Mwlm34bdrab99W6h4HGYmW+YdTmYTlzI+daygnSSgCCurG65VrD/en1agPABWWNnmRT8kIeyGD2s&#10;Mdf2yp902YVaRAj7HBU0IfS5lL5qyKCf2J44eifrDIYoXS21w2uEm05OkySTBluOCw329NJQdd59&#10;GwXbj1+7xGeXTrOjnqeLKssO6btSj+NhswIRaAj38H/7TSuYzebwdyYeAV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CoR8YAAADcAAAADwAAAAAAAAAAAAAAAACYAgAAZHJz&#10;L2Rvd25yZXYueG1sUEsFBgAAAAAEAAQA9QAAAIsDA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2.17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v:textbox>
                    </v:shape>
                    <v:shape id="Zone de texte 2" o:spid="_x0000_s1047" type="#_x0000_t202" style="position:absolute;left:6261;top:25512;width:19900;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ucz8MA&#10;AADcAAAADwAAAGRycy9kb3ducmV2LnhtbESPT2sCMRTE7wW/Q3hCbzVrxSJboyyK4MWCf+j5kTx3&#10;t928hCRdt9++EYQeh5n5DbNcD7YTPYXYOlYwnRQgiLUzLdcKLufdywJETMgGO8ek4JcirFejpyWW&#10;xt34SP0p1SJDOJaooEnJl1JG3ZDFOHGeOHtXFyymLEMtTcBbhttOvhbFm7TYcl5o0NOmIf19+rEK&#10;DtVhU3yE3lb+8/rVodd666NSz+OhegeRaEj/4Ud7bxTMZnO4n8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ucz8MAAADcAAAADwAAAAAAAAAAAAAAAACYAgAAZHJzL2Rv&#10;d25yZXYueG1sUEsFBgAAAAAEAAQA9QAAAIgDA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21 x 0.5 MHz</w:t>
                            </w:r>
                          </w:p>
                        </w:txbxContent>
                      </v:textbox>
                    </v:shape>
                    <v:shape id="Zone de texte 2" o:spid="_x0000_s1048" type="#_x0000_t202" style="position:absolute;left:35680;top:25512;width:19900;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kCuMIA&#10;AADcAAAADwAAAGRycy9kb3ducmV2LnhtbESPT2sCMRTE7wW/Q3iCt5q1gsjWKItS6EXBP/T8SJ67&#10;225eQpKu67c3QqHHYWZ+w6w2g+1ETyG2jhXMpgUIYu1My7WCy/njdQkiJmSDnWNScKcIm/XoZYWl&#10;cTc+Un9KtcgQjiUqaFLypZRRN2QxTp0nzt7VBYspy1BLE/CW4baTb0WxkBZbzgsNeto2pH9Ov1bB&#10;vtpvi0PobeW/rt8deq13Pio1GQ/VO4hEQ/oP/7U/jYL5fAHPM/kI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yQK4wgAAANwAAAAPAAAAAAAAAAAAAAAAAJgCAABkcnMvZG93&#10;bnJldi54bWxQSwUGAAAAAAQABAD1AAAAhwM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21 x 0.5 MHz</w:t>
                            </w:r>
                          </w:p>
                        </w:txbxContent>
                      </v:textbox>
                    </v:shape>
                    <v:shape id="Zone de texte 2" o:spid="_x0000_s1049" type="#_x0000_t202" style="position:absolute;left:54553;top:25511;width:7007;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I2MMYA&#10;AADcAAAADwAAAGRycy9kb3ducmV2LnhtbESPQWvCQBSE7wX/w/IKvdVN1EaNriKFgggVqh709sg+&#10;k9Ds27C71eivdwuFHoeZ+YaZLzvTiAs5X1tWkPYTEMSF1TWXCg77j9cJCB+QNTaWScGNPCwXvac5&#10;5tpe+Ysuu1CKCGGfo4IqhDaX0hcVGfR92xJH72ydwRClK6V2eI1w08hBkmTSYM1xocKW3isqvnc/&#10;RsHn9m6n+ObSQXbSo3RSZNkx3Sj18tytZiACdeE//NdeawXD4Rh+z8QjIB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I2MMYAAADcAAAADwAAAAAAAAAAAAAAAACYAgAAZHJz&#10;L2Rvd25yZXYueG1sUEsFBgAAAAAEAAQA9QAAAIsDA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MHz (note 1)</w:t>
                            </w:r>
                          </w:p>
                        </w:txbxContent>
                      </v:textbox>
                    </v:shape>
                  </v:group>
                  <v:group id="Group 338" o:spid="_x0000_s1050" style="position:absolute;left:1267;top:32938;width:60292;height:7516" coordorigin="1267,32938" coordsize="60291,7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shape id="Zone de texte 2" o:spid="_x0000_s1051" type="#_x0000_t202" style="position:absolute;left:1267;top:32938;width:16653;height:2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ajMUA&#10;AADcAAAADwAAAGRycy9kb3ducmV2LnhtbESPzWrCQBSF9wXfYbhCd83ESoPGjCKFQikuanTh8pK5&#10;zaTJ3ImZUdO37xQKLg/n5+MUm9F24kqDbxwrmCUpCOLK6YZrBcfD29MChA/IGjvHpOCHPGzWk4cC&#10;c+1uvKdrGWoRR9jnqMCE0OdS+sqQRZ+4njh6X26wGKIcaqkHvMVx28nnNM2kxYYjwWBPr4aqtrzY&#10;CNn56rJ35+/ZrpUn02b48mk+lHqcjtsViEBjuIf/2+9awXy+hL8z8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eFqMxQAAANwAAAAPAAAAAAAAAAAAAAAAAJgCAABkcnMv&#10;ZG93bnJldi54bWxQSwUGAAAAAAQABAD1AAAAigMAAAAA&#10;" stroked="f">
                      <v:textbox style="mso-fit-shape-to-text:t">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rPr>
                              <w:t xml:space="preserve">d) 0.25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052" type="#_x0000_t202" style="position:absolute;left:26161;top:35412;width:9519;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W1FcYA&#10;AADcAAAADwAAAGRycy9kb3ducmV2LnhtbESPwUoDMRCG74LvEEbwIm1WxUW3TYsIgqAUXC3S27CZ&#10;brbdTJZNbNO3dw5Cj8M//zfzzZfZ9+pAY+wCG7idFqCIm2A7bg18f71OHkHFhGyxD0wGThRhubi8&#10;mGNlw5E/6VCnVgmEY4UGXEpDpXVsHHmM0zAQS7YNo8ck49hqO+JR4L7Xd0VRao8dywWHA704avb1&#10;rxfK7pRXm6ef/cfKP9x0a4f5vS6Nub7KzzNQiXI6L/+336yB+1LeFxkRAb3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W1FcYAAADcAAAADwAAAAAAAAAAAAAAAACYAgAAZHJz&#10;L2Rvd25yZXYueG1sUEsFBgAAAAAEAAQA9QAAAIsDAAAAAA==&#10;" fillcolor="#bfbfbf">
                      <v:stroke dashstyle="dash"/>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244.308 MHz</w:t>
                            </w:r>
                          </w:p>
                        </w:txbxContent>
                      </v:textbox>
                    </v:shape>
                    <v:shape id="Zone de texte 2" o:spid="_x0000_s1053" type="#_x0000_t202" style="position:absolute;left:1567;top:35410;width:5519;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NX8IA&#10;AADcAAAADwAAAGRycy9kb3ducmV2LnhtbERPz2vCMBS+C/4P4Qm7aVo3g1ajiDAYgwlTD3p7NM+2&#10;2LyUJNNuf/1yGOz48f1ebXrbijv50DjWkE8yEMSlMw1XGk7H1/EcRIjIBlvHpOGbAmzWw8EKC+Me&#10;/En3Q6xECuFQoIY6xq6QMpQ1WQwT1xEn7uq8xZigr6Tx+EjhtpXTLFPSYsOpocaOdjWVt8OX1fCx&#10;/3ELnPl8qi7mJZ+XSp3zd62fRv12CSJSH//Ff+43o+FZpbXpTDo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vo1fwgAAANwAAAAPAAAAAAAAAAAAAAAAAJgCAABkcnMvZG93&#10;bnJldi54bWxQSwUGAAAAAAQABAD1AAAAhwM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2.17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v:textbox>
                    </v:shape>
                    <v:shape id="Zone de texte 2" o:spid="_x0000_s1054" type="#_x0000_t202" style="position:absolute;left:6261;top:35412;width:19900;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W518MA&#10;AADcAAAADwAAAGRycy9kb3ducmV2LnhtbESPT2sCMRTE7wW/Q3hCbzVrC1K3RlkUwYsF/9DzI3nu&#10;brt5CUm6rt/eFIQeh5n5DbNYDbYTPYXYOlYwnRQgiLUzLdcKzqftyzuImJANdo5JwY0irJajpwWW&#10;xl35QP0x1SJDOJaooEnJl1JG3ZDFOHGeOHsXFyymLEMtTcBrhttOvhbFTFpsOS806GndkP45/loF&#10;+2q/Lj5Dbyv/dfnu0Gu98VGp5/FQfYBINKT/8KO9MwreZnP4O5OP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uW518MAAADcAAAADwAAAAAAAAAAAAAAAACYAgAAZHJzL2Rv&#10;d25yZXYueG1sUEsFBgAAAAAEAAQA9QAAAIgDA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 x 0.25 MHz</w:t>
                            </w:r>
                          </w:p>
                        </w:txbxContent>
                      </v:textbox>
                    </v:shape>
                    <v:shape id="Zone de texte 2" o:spid="_x0000_s1055" type="#_x0000_t202" style="position:absolute;left:35680;top:35412;width:19900;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aGl8AA&#10;AADcAAAADwAAAGRycy9kb3ducmV2LnhtbERPz2vCMBS+C/4P4Qm7aeoGbnRNpSiDXRSmY+dH8myr&#10;zUtIstr998thsOPH97vaTnYQI4XYO1awXhUgiLUzPbcKPs9vyxcQMSEbHByTgh+KsK3nswpL4+78&#10;QeMptSKHcCxRQZeSL6WMuiOLceU8ceYuLlhMGYZWmoD3HG4H+VgUG2mx59zQoaddR/p2+rYKDs1h&#10;VxzDaBv/dbkO6LXe+6jUw2JqXkEkmtK/+M/9bhQ8Pef5+Uw+ArL+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gaGl8AAAADcAAAADwAAAAAAAAAAAAAAAACYAgAAZHJzL2Rvd25y&#10;ZXYueG1sUEsFBgAAAAAEAAQA9QAAAIUDA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 x 0.25 MHz</w:t>
                            </w:r>
                          </w:p>
                        </w:txbxContent>
                      </v:textbox>
                    </v:shape>
                    <v:shape id="Zone de texte 2" o:spid="_x0000_s1056" type="#_x0000_t202" style="position:absolute;left:54553;top:35408;width:7006;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2yH8YA&#10;AADcAAAADwAAAGRycy9kb3ducmV2LnhtbESPT2sCMRTE74V+h/AKvdVsrF11NUopFERowT8HvT02&#10;z93FzcuSpLrtpzeFQo/DzPyGmS9724oL+dA41qAGGQji0pmGKw373fvTBESIyAZbx6ThmwIsF/d3&#10;cyyMu/KGLttYiQThUKCGOsaukDKUNVkMA9cRJ+/kvMWYpK+k8XhNcNvKYZbl0mLDaaHGjt5qKs/b&#10;L6vh4/PHTfHFq2F+NCM1KfP8oNZaPz70rzMQkfr4H/5rr4yG57GC3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2yH8YAAADcAAAADwAAAAAAAAAAAAAAAACYAgAAZHJz&#10;L2Rvd25yZXYueG1sUEsFBgAAAAAEAAQA9QAAAIsDA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18"/>
                                <w:szCs w:val="18"/>
                                <w:lang w:val="en-US"/>
                              </w:rPr>
                              <w:t>MHz (note 1)</w:t>
                            </w:r>
                          </w:p>
                        </w:txbxContent>
                      </v:textbox>
                    </v:shape>
                  </v:group>
                  <v:group id="Group 372" o:spid="_x0000_s1057" style="position:absolute;left:1267;top:42112;width:60293;height:7657" coordorigin="1267,42112" coordsize="60292,76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shape id="Zone de texte 2" o:spid="_x0000_s1058" type="#_x0000_t202" style="position:absolute;left:1267;top:42112;width:23199;height:2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UpsUA&#10;AADcAAAADwAAAGRycy9kb3ducmV2LnhtbESPzWrCQBSF9wXfYbhCd83ESqPEjCKFQikuanTh8pK5&#10;zaTJ3ImZUdO37xQKLg/n5+MUm9F24kqDbxwrmCUpCOLK6YZrBcfD29MShA/IGjvHpOCHPGzWk4cC&#10;c+1uvKdrGWoRR9jnqMCE0OdS+sqQRZ+4njh6X26wGKIcaqkHvMVx28nnNM2kxYYjwWBPr4aqtrzY&#10;CNn56rJ35+/ZrpUn02b48mk+lHqcjtsViEBjuIf/2+9awXwxh78z8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tSmxQAAANwAAAAPAAAAAAAAAAAAAAAAAJgCAABkcnMv&#10;ZG93bnJldi54bWxQSwUGAAAAAAQABAD1AAAAigMAAAAA&#10;" stroked="f">
                      <v:textbox style="mso-fit-shape-to-text:t">
                        <w:txbxContent>
                          <w:p w:rsidR="007C20C3" w:rsidRDefault="007C20C3" w:rsidP="00FA4078">
                            <w:pPr>
                              <w:pStyle w:val="NormalWeb"/>
                              <w:spacing w:before="0" w:beforeAutospacing="0" w:after="0" w:afterAutospacing="0"/>
                            </w:pPr>
                            <w:r>
                              <w:rPr>
                                <w:rFonts w:ascii="Arial" w:eastAsia="Times New Roman" w:hAnsi="Arial" w:cstheme="minorBidi"/>
                                <w:color w:val="000000"/>
                                <w:kern w:val="24"/>
                                <w:sz w:val="20"/>
                                <w:szCs w:val="20"/>
                              </w:rPr>
                              <w:t xml:space="preserve">e) 0.025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059" type="#_x0000_t202" style="position:absolute;left:26161;top:44727;width:9519;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cly8cA&#10;AADcAAAADwAAAGRycy9kb3ducmV2LnhtbESP3WoCMRSE7wu+QziCN0Wz/VHb1ShFKBRaBFel9O6w&#10;OW62bk6WTarx7ZtCwcthZr5h5stoG3GizteOFdyNMhDEpdM1Vwp229fhEwgfkDU2jknBhTwsF72b&#10;OebanXlDpyJUIkHY56jAhNDmUvrSkEU/ci1x8g6usxiS7CqpOzwnuG3kfZZNpMWa04LBllaGymPx&#10;YxPl+xLXX8+fx4+1Hd/We4PxvZgoNejHlxmIQDFcw//tN63gYfoIf2fS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vXJcvHAAAA3AAAAA8AAAAAAAAAAAAAAAAAmAIAAGRy&#10;cy9kb3ducmV2LnhtbFBLBQYAAAAABAAEAPUAAACMAwAAAAA=&#10;" fillcolor="#bfbfbf">
                      <v:stroke dashstyle="dash"/>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244.308 MHz</w:t>
                            </w:r>
                          </w:p>
                        </w:txbxContent>
                      </v:textbox>
                    </v:shape>
                    <v:shape id="Zone de texte 2" o:spid="_x0000_s1060" type="#_x0000_t202" style="position:absolute;left:1567;top:44725;width:5519;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a0HMYA&#10;AADcAAAADwAAAGRycy9kb3ducmV2LnhtbESPT2vCQBTE7wW/w/IEb3UTrdFGVxGhUAoV/HOwt0f2&#10;mQSzb8Puqmk/fbdQ8DjMzG+YxaozjbiR87VlBekwAUFcWF1zqeB4eHuegfABWWNjmRR8k4fVsve0&#10;wFzbO+/otg+liBD2OSqoQmhzKX1RkUE/tC1x9M7WGQxRulJqh/cIN40cJUkmDdYcFypsaVNRcdlf&#10;jYLP7Y99xYlLR9mXfklnRZad0g+lBv1uPQcRqAuP8H/7XSsYTyfwdyY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Wa0HMYAAADcAAAADwAAAAAAAAAAAAAAAACYAgAAZHJz&#10;L2Rvd25yZXYueG1sUEsFBgAAAAAEAAQA9QAAAIsDA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2.17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v:textbox>
                    </v:shape>
                    <v:shape id="Zone de texte 2" o:spid="_x0000_s1061" type="#_x0000_t202" style="position:absolute;left:6261;top:44727;width:19900;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O7eMMA&#10;AADcAAAADwAAAGRycy9kb3ducmV2LnhtbESPT2sCMRTE7wW/Q3hCbzVrC1a2RlkUwYsF/9DzI3nu&#10;brt5CUm6rt/eFIQeh5n5DbNYDbYTPYXYOlYwnRQgiLUzLdcKzqftyxxETMgGO8ek4EYRVsvR0wJL&#10;4658oP6YapEhHEtU0KTkSymjbshinDhPnL2LCxZTlqGWJuA1w20nX4tiJi22nBca9LRuSP8cf62C&#10;fbVfF5+ht5X/unx36LXe+KjU83ioPkAkGtJ/+NHeGQVv7zP4O5OP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O7eMMAAADcAAAADwAAAAAAAAAAAAAAAACYAgAAZHJzL2Rv&#10;d25yZXYueG1sUEsFBgAAAAAEAAQA9QAAAIgDA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420 x 0.025 MHz</w:t>
                            </w:r>
                          </w:p>
                        </w:txbxContent>
                      </v:textbox>
                    </v:shape>
                    <v:shape id="Zone de texte 2" o:spid="_x0000_s1062" type="#_x0000_t202" style="position:absolute;left:35679;top:44725;width:1887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8e48IA&#10;AADcAAAADwAAAGRycy9kb3ducmV2LnhtbESPQWsCMRSE74L/IbyCN822gsrWKItS6EWhKj0/kufu&#10;tpuXkKTr+u9NodDjMDPfMOvtYDvRU4itYwXPswIEsXam5VrB5fw2XYGICdlg55gU3CnCdjMerbE0&#10;7sYf1J9SLTKEY4kKmpR8KWXUDVmMM+eJs3d1wWLKMtTSBLxluO3kS1EspMWW80KDnnYN6e/Tj1Vw&#10;qA674hh6W/nP61eHXuu9j0pNnobqFUSiIf2H/9rvRsF8uYTfM/kI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7x7jwgAAANwAAAAPAAAAAAAAAAAAAAAAAJgCAABkcnMvZG93&#10;bnJldi54bWxQSwUGAAAAAAQABAD1AAAAhwMAAAAA&#10;">
                      <v:textbox>
                        <w:txbxContent>
                          <w:p w:rsidR="007C20C3" w:rsidRDefault="007C20C3" w:rsidP="00FA4078">
                            <w:pPr>
                              <w:pStyle w:val="NormalWeb"/>
                              <w:spacing w:before="0" w:beforeAutospacing="0" w:after="0" w:afterAutospacing="0"/>
                              <w:jc w:val="center"/>
                            </w:pPr>
                            <w:r>
                              <w:rPr>
                                <w:rFonts w:ascii="Arial" w:eastAsia="Times New Roman" w:hAnsi="Arial" w:cstheme="minorBidi"/>
                                <w:color w:val="000000"/>
                                <w:kern w:val="24"/>
                                <w:sz w:val="20"/>
                                <w:szCs w:val="20"/>
                                <w:lang w:val="en-US"/>
                              </w:rPr>
                              <w:t>420 x 0.025 MHz</w:t>
                            </w:r>
                          </w:p>
                        </w:txbxContent>
                      </v:textbox>
                    </v:shape>
                    <v:shape id="Zone de texte 2" o:spid="_x0000_s1063" type="#_x0000_t202" style="position:absolute;left:54553;top:44725;width:7007;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cbgsMA&#10;AADcAAAADwAAAGRycy9kb3ducmV2LnhtbERPz2vCMBS+C/4P4Qm7aVo3O+1MiwiDMVCY20Fvj+bZ&#10;ljUvJcm021+/HASPH9/vdTmYTlzI+daygnSWgCCurG65VvD1+TpdgvABWWNnmRT8koeyGI/WmGt7&#10;5Q+6HEItYgj7HBU0IfS5lL5qyKCf2Z44cmfrDIYIXS21w2sMN52cJ0kmDbYcGxrsadtQ9X34MQp2&#10;+z+7woVL59lJP6XLKsuO6btSD5Nh8wIi0BDu4pv7TSt4fI5r45l4BGT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cbgsMAAADcAAAADwAAAAAAAAAAAAAAAACYAgAAZHJzL2Rv&#10;d25yZXYueG1sUEsFBgAAAAAEAAQA9QAAAIgDAAAAAA==&#10;" fillcolor="#bfbfbf">
                      <v:textbox>
                        <w:txbxContent>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4.947</w:t>
                            </w:r>
                          </w:p>
                          <w:p w:rsidR="007C20C3" w:rsidRDefault="007C20C3" w:rsidP="00FA4078">
                            <w:pPr>
                              <w:pStyle w:val="NormalWeb"/>
                              <w:spacing w:before="0" w:beforeAutospacing="0" w:after="0" w:afterAutospacing="0"/>
                            </w:pPr>
                            <w:r>
                              <w:rPr>
                                <w:rFonts w:ascii="Arial" w:eastAsia="MS Mincho" w:hAnsi="Arial" w:cstheme="minorBidi"/>
                                <w:color w:val="000000"/>
                                <w:kern w:val="24"/>
                                <w:sz w:val="20"/>
                                <w:szCs w:val="20"/>
                                <w:lang w:val="en-US"/>
                              </w:rPr>
                              <w:t>MHz</w:t>
                            </w:r>
                          </w:p>
                        </w:txbxContent>
                      </v:textbox>
                    </v:shape>
                  </v:group>
                  <v:group id="Group 379" o:spid="_x0000_s1064" style="position:absolute;left:1302;top:12969;width:60258;height:8218" coordorigin="1302,12969" coordsize="60258,8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shape id="Zone de texte 2" o:spid="_x0000_s1065" type="#_x0000_t202" style="position:absolute;left:1302;top:12969;width:17924;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siqsEA&#10;AADcAAAADwAAAGRycy9kb3ducmV2LnhtbERPzW6CQBC+N+k7bKaJl6YstlUpupraxIYr6AOM7AhE&#10;dpawq+DbuwcTj1++/9VmNK24Uu8aywqmUQyCuLS64UrBYb/7SEA4j6yxtUwKbuRgs359WWGq7cA5&#10;XQtfiRDCLkUFtfddKqUrazLoItsRB+5ke4M+wL6SuschhJtWfsbxXBpsODTU2NFfTeW5uBgFp2x4&#10;n/0Mx39/WOTf8y02i6O9KTV5G3+XIDyN/il+uDOt4CsJ88OZc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IqrBAAAA3AAAAA8AAAAAAAAAAAAAAAAAmAIAAGRycy9kb3du&#10;cmV2LnhtbFBLBQYAAAAABAAEAPUAAACGAwAAAAA=&#10;" stroked="f">
                      <v:textbox>
                        <w:txbxContent>
                          <w:p w:rsidR="007C20C3" w:rsidRDefault="007C20C3" w:rsidP="00FA4078">
                            <w:pPr>
                              <w:pStyle w:val="NormalWeb"/>
                              <w:spacing w:before="0" w:beforeAutospacing="0" w:after="0" w:afterAutospacing="0"/>
                            </w:pPr>
                            <w:r>
                              <w:rPr>
                                <w:rFonts w:ascii="Arial" w:eastAsia="MS Mincho" w:hAnsi="Arial" w:cstheme="minorBidi"/>
                                <w:color w:val="000000" w:themeColor="text1"/>
                                <w:kern w:val="24"/>
                                <w:sz w:val="20"/>
                                <w:szCs w:val="20"/>
                              </w:rPr>
                              <w:t xml:space="preserve">b) 1.75 MHz </w:t>
                            </w:r>
                            <w:proofErr w:type="spellStart"/>
                            <w:r>
                              <w:rPr>
                                <w:rFonts w:ascii="Arial" w:eastAsia="MS Mincho" w:hAnsi="Arial" w:cstheme="minorBidi"/>
                                <w:color w:val="000000" w:themeColor="text1"/>
                                <w:kern w:val="24"/>
                                <w:sz w:val="20"/>
                                <w:szCs w:val="20"/>
                              </w:rPr>
                              <w:t>channels</w:t>
                            </w:r>
                            <w:proofErr w:type="spellEnd"/>
                          </w:p>
                        </w:txbxContent>
                      </v:textbox>
                    </v:shape>
                    <v:shape id="Zone de texte 2" o:spid="_x0000_s1066" type="#_x0000_t202" style="position:absolute;left:26166;top:16151;width:9519;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X2dMYA&#10;AADcAAAADwAAAGRycy9kb3ducmV2LnhtbESPQWsCMRSE74X+h/AKvRTN2lLR1SilUCi0CK6KeHts&#10;npvVzcuySTX+eyMUPA4z8w0znUfbiBN1vnasYNDPQBCXTtdcKVivvnojED4ga2wck4ILeZjPHh+m&#10;mGt35iWdilCJBGGfowITQptL6UtDFn3ftcTJ27vOYkiyq6Tu8JzgtpGvWTaUFmtOCwZb+jRUHos/&#10;myiHS1zsxtvj78K+v9Qbg/GnGCr1/BQ/JiACxXAP/7e/tYK30QBuZ9IRkL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X2dMYAAADcAAAADwAAAAAAAAAAAAAAAACYAgAAZHJz&#10;L2Rvd25yZXYueG1sUEsFBgAAAAAEAAQA9QAAAIsDAAAAAA==&#10;" fillcolor="#bfbfbf">
                      <v:stroke dashstyle="dash"/>
                      <v:textbo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244.308 MHz</w:t>
                            </w:r>
                          </w:p>
                        </w:txbxContent>
                      </v:textbox>
                    </v:shape>
                    <v:shape id="Zone de texte 2" o:spid="_x0000_s1067" type="#_x0000_t202" style="position:absolute;left:1573;top:16150;width:5513;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pcT8YA&#10;AADcAAAADwAAAGRycy9kb3ducmV2LnhtbESPQWvCQBSE7wX/w/IEb3WTaENMXUUKghRaUHuot0f2&#10;NQlm34bdrab++m6h4HGYmW+Y5XownbiQ861lBek0AUFcWd1yreDjuH0sQPiArLGzTAp+yMN6NXpY&#10;Yqntlfd0OYRaRAj7EhU0IfSllL5qyKCf2p44el/WGQxRulpqh9cIN53MkiSXBluOCw329NJQdT58&#10;GwVv7ze7wCeXZvlJz9OiyvPP9FWpyXjYPIMINIR7+L+90wpmRQZ/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1pcT8YAAADcAAAADwAAAAAAAAAAAAAAAACYAgAAZHJz&#10;L2Rvd25yZXYueG1sUEsFBgAAAAAEAAQA9QAAAIsDAAAAAA==&#10;" fillcolor="#bfbfbf">
                      <v:textbo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2.17</w:t>
                            </w:r>
                          </w:p>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MHz</w:t>
                            </w:r>
                          </w:p>
                        </w:txbxContent>
                      </v:textbox>
                    </v:shape>
                    <v:shape id="Zone de texte 2" o:spid="_x0000_s1068" type="#_x0000_t202" style="position:absolute;left:6265;top:16151;width:19895;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ox8IA&#10;AADcAAAADwAAAGRycy9kb3ducmV2LnhtbESPT2sCMRTE7wW/Q3iCt5q1QpGtURal0IuCf+j5kTx3&#10;t928hCRd129vhILHYWZ+wyzXg+1ETyG2jhXMpgUIYu1My7WC8+nzdQEiJmSDnWNScKMI69XoZYml&#10;cVc+UH9MtcgQjiUqaFLypZRRN2QxTp0nzt7FBYspy1BLE/Ca4baTb0XxLi22nBca9LRpSP8e/6yC&#10;XbXbFPvQ28p/X3469FpvfVRqMh6qDxCJhvQM/7e/jIL5Yg6P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AWjHwgAAANwAAAAPAAAAAAAAAAAAAAAAAJgCAABkcnMvZG93&#10;bnJldi54bWxQSwUGAAAAAAQABAD1AAAAhwMAAAAA&#10;">
                      <v:textbo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6 x 1.75 MHz</w:t>
                            </w:r>
                          </w:p>
                        </w:txbxContent>
                      </v:textbox>
                    </v:shape>
                    <v:shape id="Zone de texte 2" o:spid="_x0000_s1069" type="#_x0000_t202" style="position:absolute;left:35685;top:16151;width:19895;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cIMIA&#10;AADcAAAADwAAAGRycy9kb3ducmV2LnhtbESPQWsCMRSE7wX/Q3hCbzWroMhqlMVS8KJQFc+P5Lm7&#10;7eYlJHHd/ntTKPQ4zMw3zHo72E70FGLrWMF0UoAg1s60XCu4nD/eliBiQjbYOSYFPxRhuxm9rLE0&#10;7sGf1J9SLTKEY4kKmpR8KWXUDVmME+eJs3dzwWLKMtTSBHxkuO3krCgW0mLLeaFBT7uG9PfpbhUc&#10;qsOuOIbeVv56++rQa/3uo1Kv46FagUg0pP/wX3tvFMynC/g9k4+A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N5wgwgAAANwAAAAPAAAAAAAAAAAAAAAAAJgCAABkcnMvZG93&#10;bnJldi54bWxQSwUGAAAAAAQABAD1AAAAhwMAAAAA&#10;">
                      <v:textbox>
                        <w:txbxContent>
                          <w:p w:rsidR="007C20C3" w:rsidRDefault="007C20C3" w:rsidP="00FA4078">
                            <w:pPr>
                              <w:pStyle w:val="NormalWeb"/>
                              <w:spacing w:before="0" w:beforeAutospacing="0" w:after="0" w:afterAutospacing="0"/>
                              <w:jc w:val="center"/>
                            </w:pPr>
                            <w:r>
                              <w:rPr>
                                <w:rFonts w:ascii="Arial" w:eastAsia="Times New Roman" w:hAnsi="Arial" w:cs="Arial"/>
                                <w:color w:val="000000"/>
                                <w:kern w:val="24"/>
                                <w:sz w:val="20"/>
                                <w:szCs w:val="20"/>
                                <w:lang w:val="en-US"/>
                              </w:rPr>
                              <w:t>6 x 1.75 MHz</w:t>
                            </w:r>
                          </w:p>
                        </w:txbxContent>
                      </v:textbox>
                    </v:shape>
                    <v:shape id="Zone de texte 2" o:spid="_x0000_s1070" type="#_x0000_t202" style="position:absolute;left:54553;top:16150;width:7007;height:50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yoqMYA&#10;AADcAAAADwAAAGRycy9kb3ducmV2LnhtbESPT2sCMRTE74V+h/AKvdVspK66GqUUCkWw4J+D3h6b&#10;5+7i5mVJUt366U2h0OMwM79h5svetuJCPjSONahBBoK4dKbhSsN+9/EyAREissHWMWn4oQDLxePD&#10;HAvjrryhyzZWIkE4FKihjrErpAxlTRbDwHXEyTs5bzEm6StpPF4T3LZymGW5tNhwWqixo/eayvP2&#10;22pYf93cFEdeDfOjeVWTMs8PaqX181P/NgMRqY//4b/2p9EwUmP4PZOO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yoqMYAAADcAAAADwAAAAAAAAAAAAAAAACYAgAAZHJz&#10;L2Rvd25yZXYueG1sUEsFBgAAAAAEAAQA9QAAAIsDAAAAAA==&#10;" fillcolor="#bfbfbf">
                      <v:textbox>
                        <w:txbxContent>
                          <w:p w:rsidR="007C20C3" w:rsidRDefault="007C20C3" w:rsidP="00FA4078">
                            <w:pPr>
                              <w:pStyle w:val="NormalWeb"/>
                              <w:spacing w:before="0" w:beforeAutospacing="0" w:after="0" w:afterAutospacing="0"/>
                            </w:pPr>
                            <w:r>
                              <w:rPr>
                                <w:rFonts w:ascii="Arial" w:eastAsia="Times New Roman" w:hAnsi="Arial" w:cs="Arial"/>
                                <w:color w:val="000000"/>
                                <w:kern w:val="24"/>
                                <w:sz w:val="18"/>
                                <w:szCs w:val="18"/>
                                <w:lang w:val="en-US"/>
                              </w:rPr>
                              <w:t>4.947</w:t>
                            </w:r>
                          </w:p>
                          <w:p w:rsidR="007C20C3" w:rsidRDefault="007C20C3" w:rsidP="00FA4078">
                            <w:pPr>
                              <w:pStyle w:val="NormalWeb"/>
                              <w:spacing w:before="0" w:beforeAutospacing="0" w:after="0" w:afterAutospacing="0"/>
                            </w:pPr>
                            <w:r>
                              <w:rPr>
                                <w:rFonts w:ascii="Arial" w:eastAsia="Times New Roman" w:hAnsi="Arial" w:cs="Arial"/>
                                <w:color w:val="000000"/>
                                <w:kern w:val="24"/>
                                <w:sz w:val="18"/>
                                <w:szCs w:val="18"/>
                                <w:lang w:val="en-US"/>
                              </w:rPr>
                              <w:t>MHz (note 1)</w:t>
                            </w:r>
                          </w:p>
                        </w:txbxContent>
                      </v:textbox>
                    </v:shape>
                  </v:group>
                </v:group>
                <v:group id="Group 518" o:spid="_x0000_s1071" style="position:absolute;left:1795;top:2365;width:59766;height:48350" coordorigin="1795,2365" coordsize="59766,533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snsIAAADcAAAADwAAAGRycy9kb3ducmV2LnhtbERPy4rCMBTdC/5DuII7&#10;TTuDIh1TERkHFyKoA8PsLs3tA5ub0sS2/r1ZCC4P573eDKYWHbWusqwgnkcgiDOrKy4U/F73sxUI&#10;55E11pZJwYMcbNLxaI2Jtj2fqbv4QoQQdgkqKL1vEildVpJBN7cNceBy2xr0AbaF1C32IdzU8iOK&#10;ltJgxaGhxIZ2JWW3y90o+Omx337G393xlu8e/9fF6e8Yk1LTybD9AuFp8G/xy33QCh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vkrJ7CAAAA3AAAAA8A&#10;AAAAAAAAAAAAAAAAqgIAAGRycy9kb3ducmV2LnhtbFBLBQYAAAAABAAEAPoAAACZAwAAAAA=&#10;">
                  <v:line id="Connecteur droit 553" o:spid="_x0000_s1072" style="position:absolute;visibility:visible;mso-wrap-style:square" from="61561,2365" to="61561,55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LtKMQAAADcAAAADwAAAGRycy9kb3ducmV2LnhtbESPQWsCMRSE7wX/Q3iCt5q4YKmrUUQQ&#10;7aGHqojHx+a5u2zysmyirv31TaHQ4zAz3zCLVe+suFMXas8aJmMFgrjwpuZSw+m4fX0HESKyQeuZ&#10;NDwpwGo5eFlgbvyDv+h+iKVIEA45aqhibHMpQ1GRwzD2LXHyrr5zGJPsSmk6fCS4szJT6k06rDkt&#10;VNjSpqKiOdycBmWbzfmS2XL2GXbZTn14ar4vWo+G/XoOIlIf/8N/7b3RMJ3M4PdMOg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wu0oxAAAANwAAAAPAAAAAAAAAAAA&#10;AAAAAKECAABkcnMvZG93bnJldi54bWxQSwUGAAAAAAQABAD5AAAAkgMAAAAA&#10;" strokecolor="windowText" strokeweight="1.5pt">
                    <v:shadow on="t" color="black" opacity="24903f" origin=",.5" offset="0,.55556mm"/>
                  </v:line>
                  <v:line id="Connecteur droit 553" o:spid="_x0000_s1073" style="position:absolute;visibility:visible;mso-wrap-style:square" from="1795,2365" to="1795,55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SOCMIAAADcAAAADwAAAGRycy9kb3ducmV2LnhtbERPTWvCMBi+D/YfwjvwNpMVFO2MMoSh&#10;Hjz4wejxpXnXliZvShO17tcvB8Hjw/O9WA3Oiiv1ofGs4WOsQBCX3jRcaTifvt9nIEJENmg9k4Y7&#10;BVgtX18WmBt/4wNdj7ESKYRDjhrqGLtcylDW5DCMfUecuF/fO4wJ9pU0Pd5SuLMyU2oqHTacGmrs&#10;aF1T2R4vToOy7fqnyGw134dNtlE7T+1fofXobfj6BBFpiE/xw701GiZZmp/OpCM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JSOCMIAAADcAAAADwAAAAAAAAAAAAAA&#10;AAChAgAAZHJzL2Rvd25yZXYueG1sUEsFBgAAAAAEAAQA+QAAAJADAAAAAA==&#10;" strokecolor="windowText" strokeweight="1.5pt">
                    <v:shadow on="t" color="black" opacity="24903f" origin=",.5" offset="0,.55556mm"/>
                  </v:line>
                </v:group>
                <w10:anchorlock/>
              </v:group>
            </w:pict>
          </mc:Fallback>
        </mc:AlternateContent>
      </w:r>
    </w:p>
    <w:p w:rsidR="00FA4078" w:rsidRDefault="00144521" w:rsidP="001066DC">
      <w:pPr>
        <w:pStyle w:val="ECCFiguretitle"/>
        <w:keepNext/>
      </w:pPr>
      <w:r>
        <w:t>O</w:t>
      </w:r>
      <w:r w:rsidR="00FA4078">
        <w:t>ccupied spectrum</w:t>
      </w:r>
    </w:p>
    <w:p w:rsidR="00FA4078" w:rsidRDefault="00144521" w:rsidP="00FA4078">
      <w:pPr>
        <w:pStyle w:val="ECCTablenote"/>
      </w:pPr>
      <w:r>
        <w:t>Note</w:t>
      </w:r>
      <w:r w:rsidR="00FA4078">
        <w:t>: This figure depicts the occupied spectrum by the narrow channels in the lower part of the band simultaneously implemented with 40 MHz bandwidth channels in the U6 band. In case of implementation of 30 MHz bandwidth channels in the U6 band, 5 MHz must to be added to the upper guard band (e.g. 9.947 MHz instead of 4.947 MHz).</w:t>
      </w:r>
    </w:p>
    <w:p w:rsidR="00FA4078" w:rsidRDefault="00FA4078" w:rsidP="00FA4078">
      <w:pPr>
        <w:pStyle w:val="ECCParagraph"/>
        <w:rPr>
          <w:lang w:val="en-US"/>
        </w:rPr>
      </w:pPr>
    </w:p>
    <w:p w:rsidR="00FA4078" w:rsidRPr="00FA4078" w:rsidRDefault="0059537D" w:rsidP="0059537D">
      <w:pPr>
        <w:pStyle w:val="ECCAnnex-heading1"/>
      </w:pPr>
      <w:r>
        <w:lastRenderedPageBreak/>
        <w:t xml:space="preserve">IMPLEMENTATION OF NARROW CHANNELS </w:t>
      </w:r>
      <w:r w:rsidRPr="002C6560">
        <w:t>IN THE GUARD BANDS AND CENTER GAP OF THE 6</w:t>
      </w:r>
      <w:r w:rsidR="00344286">
        <w:t>425 -</w:t>
      </w:r>
      <w:r w:rsidRPr="002C6560">
        <w:t xml:space="preserve"> 7125</w:t>
      </w:r>
      <w:r w:rsidR="00B66F5B">
        <w:t xml:space="preserve"> M</w:t>
      </w:r>
      <w:r>
        <w:t>H</w:t>
      </w:r>
      <w:r w:rsidRPr="0059537D">
        <w:rPr>
          <w:sz w:val="16"/>
        </w:rPr>
        <w:t xml:space="preserve">z </w:t>
      </w:r>
      <w:r>
        <w:t>Band</w:t>
      </w:r>
    </w:p>
    <w:p w:rsidR="00FA4078" w:rsidRDefault="0059537D" w:rsidP="0059537D">
      <w:pPr>
        <w:pStyle w:val="ECCAnnexheading2"/>
      </w:pPr>
      <w:r w:rsidRPr="009754D8">
        <w:t>Implementation</w:t>
      </w:r>
      <w:r>
        <w:t xml:space="preserve"> of narrow channels  (40 MH</w:t>
      </w:r>
      <w:r w:rsidRPr="001066DC">
        <w:rPr>
          <w:sz w:val="16"/>
        </w:rPr>
        <w:t>z</w:t>
      </w:r>
      <w:r>
        <w:t xml:space="preserve"> channels)</w:t>
      </w:r>
    </w:p>
    <w:p w:rsidR="00C74BE6" w:rsidRDefault="0059537D" w:rsidP="00C74BE6">
      <w:pPr>
        <w:pStyle w:val="ECCAnnexheading3"/>
      </w:pPr>
      <w:r>
        <w:t>Derivation of radio frequency channel</w:t>
      </w:r>
    </w:p>
    <w:p w:rsidR="0059537D" w:rsidRDefault="0059537D" w:rsidP="0059537D">
      <w:pPr>
        <w:pStyle w:val="ECCParagraph"/>
        <w:rPr>
          <w:lang w:val="en-US"/>
        </w:rPr>
      </w:pPr>
      <w:r>
        <w:rPr>
          <w:lang w:val="en-US"/>
        </w:rPr>
        <w:t xml:space="preserve">The radio frequency channel arrangement for carrier </w:t>
      </w:r>
      <w:proofErr w:type="spellStart"/>
      <w:r>
        <w:rPr>
          <w:lang w:val="en-US"/>
        </w:rPr>
        <w:t>spacings</w:t>
      </w:r>
      <w:proofErr w:type="spellEnd"/>
      <w:r>
        <w:rPr>
          <w:lang w:val="en-US"/>
        </w:rPr>
        <w:t xml:space="preserve"> of 3.5 MHz,, 1.75 MHz, 0.5 MHz, 0.25 MHz and 0.025 MHz shall be derived as follows:</w:t>
      </w:r>
    </w:p>
    <w:p w:rsidR="0059537D" w:rsidRDefault="0059537D" w:rsidP="0059537D">
      <w:pPr>
        <w:pStyle w:val="ECCParagraph"/>
      </w:pPr>
      <w:r>
        <w:rPr>
          <w:lang w:val="en-US"/>
        </w:rPr>
        <w:t>Let</w:t>
      </w:r>
    </w:p>
    <w:p w:rsidR="0059537D" w:rsidRDefault="0059537D" w:rsidP="00DB3776">
      <w:pPr>
        <w:pStyle w:val="ECCParagraph"/>
        <w:ind w:left="1134" w:hanging="567"/>
        <w:jc w:val="left"/>
      </w:pPr>
      <w:proofErr w:type="gramStart"/>
      <w:r>
        <w:rPr>
          <w:lang w:val="en-US"/>
        </w:rPr>
        <w:t>f</w:t>
      </w:r>
      <w:r w:rsidRPr="00A3123A">
        <w:rPr>
          <w:vertAlign w:val="subscript"/>
          <w:lang w:val="en-US"/>
        </w:rPr>
        <w:t>0</w:t>
      </w:r>
      <w:proofErr w:type="gramEnd"/>
      <w:r>
        <w:rPr>
          <w:lang w:val="en-US"/>
        </w:rPr>
        <w:tab/>
        <w:t>be the frequency (MHz) of the center of the band of frequencies occupied, f</w:t>
      </w:r>
      <w:r w:rsidRPr="00A3123A">
        <w:rPr>
          <w:vertAlign w:val="subscript"/>
          <w:lang w:val="en-US"/>
        </w:rPr>
        <w:t>0</w:t>
      </w:r>
      <w:r>
        <w:rPr>
          <w:lang w:val="en-US"/>
        </w:rPr>
        <w:t xml:space="preserve"> = 6 941.25 </w:t>
      </w:r>
      <w:r w:rsidR="007C20C3">
        <w:rPr>
          <w:lang w:val="en-US"/>
        </w:rPr>
        <w:t>MHz;</w:t>
      </w:r>
    </w:p>
    <w:p w:rsidR="0059537D" w:rsidRDefault="0059537D" w:rsidP="00DB3776">
      <w:pPr>
        <w:pStyle w:val="ECCParagraph"/>
        <w:ind w:left="1134" w:hanging="567"/>
      </w:pPr>
      <w:proofErr w:type="spellStart"/>
      <w:proofErr w:type="gramStart"/>
      <w:r>
        <w:rPr>
          <w:lang w:val="en-US"/>
        </w:rPr>
        <w:t>fn</w:t>
      </w:r>
      <w:proofErr w:type="spellEnd"/>
      <w:proofErr w:type="gramEnd"/>
      <w:r>
        <w:rPr>
          <w:lang w:val="en-US"/>
        </w:rPr>
        <w:tab/>
        <w:t>be the center frequency (MHz) of one radio-frequency channel in the lower half of the band</w:t>
      </w:r>
      <w:r w:rsidR="007C20C3">
        <w:rPr>
          <w:lang w:val="en-US"/>
        </w:rPr>
        <w:t>;</w:t>
      </w:r>
    </w:p>
    <w:p w:rsidR="0059537D" w:rsidRDefault="0059537D" w:rsidP="00DB3776">
      <w:pPr>
        <w:pStyle w:val="ECCParagraph"/>
        <w:ind w:left="1134" w:hanging="567"/>
      </w:pPr>
      <w:proofErr w:type="spellStart"/>
      <w:proofErr w:type="gramStart"/>
      <w:r>
        <w:rPr>
          <w:lang w:val="en-US"/>
        </w:rPr>
        <w:t>fn</w:t>
      </w:r>
      <w:proofErr w:type="spellEnd"/>
      <w:proofErr w:type="gramEnd"/>
      <w:r>
        <w:rPr>
          <w:lang w:val="en-US"/>
        </w:rPr>
        <w:t>’</w:t>
      </w:r>
      <w:r>
        <w:rPr>
          <w:lang w:val="en-US"/>
        </w:rPr>
        <w:tab/>
        <w:t>be the center frequency (MHz) of one radio-frequency channe</w:t>
      </w:r>
      <w:r w:rsidR="007C20C3">
        <w:rPr>
          <w:lang w:val="en-US"/>
        </w:rPr>
        <w:t>l in the upper half of the band;</w:t>
      </w:r>
    </w:p>
    <w:p w:rsidR="0059537D" w:rsidRDefault="0059537D" w:rsidP="0059537D">
      <w:pPr>
        <w:pStyle w:val="ECCParagraph"/>
      </w:pPr>
      <w:proofErr w:type="gramStart"/>
      <w:r>
        <w:rPr>
          <w:lang w:val="en-US"/>
        </w:rPr>
        <w:t>then</w:t>
      </w:r>
      <w:proofErr w:type="gramEnd"/>
      <w:r>
        <w:rPr>
          <w:lang w:val="en-US"/>
        </w:rPr>
        <w:t xml:space="preserve"> the frequencies (MHz) of individual channels are expressed by the following relationships:</w:t>
      </w:r>
    </w:p>
    <w:p w:rsidR="0059537D" w:rsidRDefault="0059537D" w:rsidP="007C20C3">
      <w:pPr>
        <w:pStyle w:val="ECCParagraph"/>
        <w:spacing w:before="360" w:after="120"/>
        <w:ind w:left="567" w:hanging="567"/>
      </w:pPr>
      <w:r w:rsidRPr="007C20C3">
        <w:rPr>
          <w:color w:val="FF0000"/>
        </w:rPr>
        <w:t>a)</w:t>
      </w:r>
      <w:r>
        <w:t xml:space="preserve"> </w:t>
      </w:r>
      <w:r w:rsidR="007C20C3">
        <w:tab/>
      </w:r>
      <w:proofErr w:type="gramStart"/>
      <w:r>
        <w:t>for</w:t>
      </w:r>
      <w:proofErr w:type="gramEnd"/>
      <w:r>
        <w:t xml:space="preserve"> systems with a carrier spacing of 3.5 MHz:</w:t>
      </w:r>
    </w:p>
    <w:p w:rsidR="0059537D" w:rsidRDefault="0059537D" w:rsidP="007C20C3">
      <w:pPr>
        <w:pStyle w:val="ECCParagraph"/>
        <w:spacing w:after="120"/>
        <w:ind w:left="567"/>
      </w:pPr>
      <w:r>
        <w:t xml:space="preserve">lower half of the band: </w:t>
      </w:r>
      <w:proofErr w:type="spellStart"/>
      <w:r>
        <w:t>fn</w:t>
      </w:r>
      <w:proofErr w:type="spellEnd"/>
      <w:r>
        <w:t xml:space="preserve"> = f</w:t>
      </w:r>
      <w:r w:rsidRPr="00A3123A">
        <w:rPr>
          <w:vertAlign w:val="subscript"/>
        </w:rPr>
        <w:t>0</w:t>
      </w:r>
      <w:r>
        <w:t xml:space="preserve"> – 180 + 3.5 n</w:t>
      </w:r>
    </w:p>
    <w:p w:rsidR="0059537D" w:rsidRDefault="0059537D" w:rsidP="007C20C3">
      <w:pPr>
        <w:pStyle w:val="ECCParagraph"/>
        <w:spacing w:after="120"/>
        <w:ind w:left="567"/>
      </w:pPr>
      <w:r>
        <w:t xml:space="preserve">upper half of the band: </w:t>
      </w:r>
      <w:proofErr w:type="spellStart"/>
      <w:r>
        <w:t>fn</w:t>
      </w:r>
      <w:proofErr w:type="spellEnd"/>
      <w:r>
        <w:t>’ = f</w:t>
      </w:r>
      <w:r w:rsidRPr="00A3123A">
        <w:rPr>
          <w:vertAlign w:val="subscript"/>
        </w:rPr>
        <w:t>0</w:t>
      </w:r>
      <w:r>
        <w:t xml:space="preserve"> + 162.5 + 3.5 n</w:t>
      </w:r>
      <w:r>
        <w:tab/>
      </w:r>
      <w:r>
        <w:tab/>
      </w:r>
      <w:r>
        <w:tab/>
      </w:r>
      <w:r>
        <w:tab/>
        <w:t>where n = 1, 2, 3, 4.</w:t>
      </w:r>
    </w:p>
    <w:p w:rsidR="0059537D" w:rsidRDefault="0059537D" w:rsidP="007C20C3">
      <w:pPr>
        <w:pStyle w:val="ECCParagraph"/>
        <w:spacing w:before="360" w:after="120"/>
        <w:ind w:left="567" w:hanging="567"/>
      </w:pPr>
      <w:r w:rsidRPr="007C20C3">
        <w:rPr>
          <w:color w:val="FF0000"/>
        </w:rPr>
        <w:t>b)</w:t>
      </w:r>
      <w:r>
        <w:t xml:space="preserve"> </w:t>
      </w:r>
      <w:r w:rsidR="007C20C3">
        <w:tab/>
      </w:r>
      <w:proofErr w:type="gramStart"/>
      <w:r>
        <w:t>for</w:t>
      </w:r>
      <w:proofErr w:type="gramEnd"/>
      <w:r>
        <w:t xml:space="preserve"> systems with a carrier spacing of 1.75 MHz:</w:t>
      </w:r>
    </w:p>
    <w:p w:rsidR="0059537D" w:rsidRDefault="0059537D" w:rsidP="007C20C3">
      <w:pPr>
        <w:pStyle w:val="ECCParagraph"/>
        <w:spacing w:after="120"/>
        <w:ind w:left="567"/>
      </w:pPr>
      <w:r>
        <w:t xml:space="preserve">lower half of the band: </w:t>
      </w:r>
      <w:proofErr w:type="spellStart"/>
      <w:r>
        <w:t>fn</w:t>
      </w:r>
      <w:proofErr w:type="spellEnd"/>
      <w:r>
        <w:t xml:space="preserve"> = f</w:t>
      </w:r>
      <w:r w:rsidRPr="00A3123A">
        <w:rPr>
          <w:vertAlign w:val="subscript"/>
        </w:rPr>
        <w:t>0</w:t>
      </w:r>
      <w:r>
        <w:t xml:space="preserve"> – 179.125 + 1.75 n</w:t>
      </w:r>
    </w:p>
    <w:p w:rsidR="0059537D" w:rsidRDefault="0059537D" w:rsidP="007C20C3">
      <w:pPr>
        <w:pStyle w:val="ECCParagraph"/>
        <w:spacing w:after="120"/>
        <w:ind w:left="567"/>
      </w:pPr>
      <w:proofErr w:type="gramStart"/>
      <w:r>
        <w:t>upper</w:t>
      </w:r>
      <w:proofErr w:type="gramEnd"/>
      <w:r>
        <w:t xml:space="preserve"> half of the band: </w:t>
      </w:r>
      <w:proofErr w:type="spellStart"/>
      <w:r>
        <w:t>fn</w:t>
      </w:r>
      <w:proofErr w:type="spellEnd"/>
      <w:r>
        <w:t>’ = f</w:t>
      </w:r>
      <w:r w:rsidRPr="00A3123A">
        <w:rPr>
          <w:vertAlign w:val="subscript"/>
        </w:rPr>
        <w:t>0</w:t>
      </w:r>
      <w:r>
        <w:t xml:space="preserve"> + 163.375 + 1.75 n</w:t>
      </w:r>
      <w:r>
        <w:tab/>
      </w:r>
      <w:r>
        <w:tab/>
      </w:r>
      <w:r>
        <w:tab/>
      </w:r>
      <w:r w:rsidR="007C20C3">
        <w:tab/>
      </w:r>
      <w:r>
        <w:t>where n = 1, 2, ...7, 8.</w:t>
      </w:r>
    </w:p>
    <w:p w:rsidR="0059537D" w:rsidRDefault="0059537D" w:rsidP="007C20C3">
      <w:pPr>
        <w:pStyle w:val="ECCParagraph"/>
        <w:spacing w:before="360" w:after="120"/>
        <w:ind w:left="567" w:hanging="567"/>
      </w:pPr>
      <w:r w:rsidRPr="007C20C3">
        <w:rPr>
          <w:color w:val="FF0000"/>
        </w:rPr>
        <w:t>d)</w:t>
      </w:r>
      <w:r>
        <w:t xml:space="preserve"> </w:t>
      </w:r>
      <w:r w:rsidR="007C20C3">
        <w:tab/>
      </w:r>
      <w:proofErr w:type="gramStart"/>
      <w:r>
        <w:t>for</w:t>
      </w:r>
      <w:proofErr w:type="gramEnd"/>
      <w:r>
        <w:t xml:space="preserve"> systems with a carrier spacing of 0.5 MHz:</w:t>
      </w:r>
    </w:p>
    <w:p w:rsidR="0059537D" w:rsidRDefault="0059537D" w:rsidP="007C20C3">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178.5 +  0.5 n</w:t>
      </w:r>
    </w:p>
    <w:p w:rsidR="0059537D" w:rsidRDefault="0059537D" w:rsidP="007C20C3">
      <w:pPr>
        <w:pStyle w:val="ECCParagraph"/>
        <w:ind w:left="567"/>
      </w:pPr>
      <w:r>
        <w:t xml:space="preserve">upper half of the band: </w:t>
      </w:r>
      <w:proofErr w:type="spellStart"/>
      <w:r>
        <w:t>fn</w:t>
      </w:r>
      <w:proofErr w:type="spellEnd"/>
      <w:r>
        <w:t>’ = f</w:t>
      </w:r>
      <w:r w:rsidRPr="00D61023">
        <w:rPr>
          <w:vertAlign w:val="subscript"/>
        </w:rPr>
        <w:t>0</w:t>
      </w:r>
      <w:r>
        <w:t xml:space="preserve"> + 164 + 0.5  n</w:t>
      </w:r>
      <w:r>
        <w:tab/>
      </w:r>
      <w:r>
        <w:tab/>
      </w:r>
      <w:r>
        <w:tab/>
      </w:r>
      <w:r>
        <w:tab/>
        <w:t>where n = 1, 2…..27, 28.</w:t>
      </w:r>
    </w:p>
    <w:p w:rsidR="0059537D" w:rsidRDefault="0059537D" w:rsidP="007C20C3">
      <w:pPr>
        <w:pStyle w:val="ECCParagraph"/>
        <w:spacing w:before="360" w:after="120"/>
        <w:ind w:left="567" w:hanging="567"/>
      </w:pPr>
      <w:r w:rsidRPr="007C20C3">
        <w:rPr>
          <w:color w:val="FF0000"/>
        </w:rPr>
        <w:t xml:space="preserve">e) </w:t>
      </w:r>
      <w:r w:rsidR="007C20C3">
        <w:tab/>
      </w:r>
      <w:proofErr w:type="gramStart"/>
      <w:r>
        <w:t>for</w:t>
      </w:r>
      <w:proofErr w:type="gramEnd"/>
      <w:r>
        <w:t xml:space="preserve"> systems with a carrier spacing of 0.25 MHz:</w:t>
      </w:r>
    </w:p>
    <w:p w:rsidR="0059537D" w:rsidRDefault="0059537D" w:rsidP="007C20C3">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178.375 +  0.25 n</w:t>
      </w:r>
    </w:p>
    <w:p w:rsidR="0059537D" w:rsidRDefault="0059537D" w:rsidP="007C20C3">
      <w:pPr>
        <w:pStyle w:val="ECCParagraph"/>
        <w:spacing w:after="120"/>
        <w:ind w:left="567"/>
      </w:pPr>
      <w:proofErr w:type="gramStart"/>
      <w:r>
        <w:t>upper</w:t>
      </w:r>
      <w:proofErr w:type="gramEnd"/>
      <w:r>
        <w:t xml:space="preserve"> half of the band: </w:t>
      </w:r>
      <w:proofErr w:type="spellStart"/>
      <w:r>
        <w:t>fn</w:t>
      </w:r>
      <w:proofErr w:type="spellEnd"/>
      <w:r>
        <w:t>’ = f</w:t>
      </w:r>
      <w:r w:rsidRPr="00D61023">
        <w:rPr>
          <w:vertAlign w:val="subscript"/>
        </w:rPr>
        <w:t>0</w:t>
      </w:r>
      <w:r>
        <w:t xml:space="preserve"> + 164.125 + 0.25  n</w:t>
      </w:r>
      <w:r>
        <w:tab/>
      </w:r>
      <w:r>
        <w:tab/>
      </w:r>
      <w:r>
        <w:tab/>
      </w:r>
      <w:r w:rsidR="007C20C3">
        <w:tab/>
      </w:r>
      <w:r>
        <w:t>where n = 1, 2…..55, 56.</w:t>
      </w:r>
    </w:p>
    <w:p w:rsidR="0059537D" w:rsidRDefault="00D839C9" w:rsidP="007C20C3">
      <w:pPr>
        <w:pStyle w:val="ECCParagraph"/>
        <w:keepNext/>
        <w:keepLines/>
        <w:spacing w:before="360" w:after="120"/>
        <w:ind w:left="567" w:hanging="567"/>
      </w:pPr>
      <w:r w:rsidRPr="007C20C3">
        <w:rPr>
          <w:color w:val="FF0000"/>
        </w:rPr>
        <w:t>f</w:t>
      </w:r>
      <w:r w:rsidR="0059537D" w:rsidRPr="007C20C3">
        <w:rPr>
          <w:color w:val="FF0000"/>
        </w:rPr>
        <w:t xml:space="preserve">) </w:t>
      </w:r>
      <w:r w:rsidR="007C20C3">
        <w:tab/>
      </w:r>
      <w:proofErr w:type="gramStart"/>
      <w:r w:rsidR="0059537D">
        <w:t>for</w:t>
      </w:r>
      <w:proofErr w:type="gramEnd"/>
      <w:r w:rsidR="0059537D">
        <w:t xml:space="preserve"> systems with a carrier spacing of 0.025 MHz:</w:t>
      </w:r>
    </w:p>
    <w:p w:rsidR="0059537D" w:rsidRDefault="0059537D" w:rsidP="007C20C3">
      <w:pPr>
        <w:pStyle w:val="ECCParagraph"/>
        <w:keepNext/>
        <w:keepLines/>
        <w:spacing w:after="120"/>
        <w:ind w:left="567"/>
      </w:pPr>
      <w:r>
        <w:t xml:space="preserve">lower half of the band: </w:t>
      </w:r>
      <w:proofErr w:type="spellStart"/>
      <w:r>
        <w:t>fn</w:t>
      </w:r>
      <w:proofErr w:type="spellEnd"/>
      <w:r>
        <w:t xml:space="preserve"> = f</w:t>
      </w:r>
      <w:r w:rsidRPr="00D61023">
        <w:rPr>
          <w:vertAlign w:val="subscript"/>
        </w:rPr>
        <w:t>0</w:t>
      </w:r>
      <w:r>
        <w:t xml:space="preserve"> – 178.2625 +  0.025 n</w:t>
      </w:r>
    </w:p>
    <w:p w:rsidR="0059537D" w:rsidRDefault="0059537D" w:rsidP="007C20C3">
      <w:pPr>
        <w:pStyle w:val="ECCParagraph"/>
        <w:ind w:left="567"/>
      </w:pPr>
      <w:r>
        <w:t xml:space="preserve">upper half of the band: </w:t>
      </w:r>
      <w:proofErr w:type="spellStart"/>
      <w:r>
        <w:t>fn</w:t>
      </w:r>
      <w:proofErr w:type="spellEnd"/>
      <w:r>
        <w:t>’ = f</w:t>
      </w:r>
      <w:r w:rsidRPr="00D61023">
        <w:rPr>
          <w:vertAlign w:val="subscript"/>
        </w:rPr>
        <w:t>0</w:t>
      </w:r>
      <w:r>
        <w:t xml:space="preserve"> + 164.2375 + 0.025  n</w:t>
      </w:r>
      <w:r>
        <w:tab/>
      </w:r>
      <w:r>
        <w:tab/>
      </w:r>
      <w:r>
        <w:tab/>
        <w:t>where n = 1, 2…..559, 560.</w:t>
      </w:r>
    </w:p>
    <w:p w:rsidR="0059537D" w:rsidRDefault="0059537D" w:rsidP="00D839C9">
      <w:pPr>
        <w:pStyle w:val="Caption"/>
        <w:keepNext/>
      </w:pPr>
      <w:r>
        <w:lastRenderedPageBreak/>
        <w:t xml:space="preserve">Table </w:t>
      </w:r>
      <w:r>
        <w:fldChar w:fldCharType="begin"/>
      </w:r>
      <w:r>
        <w:instrText xml:space="preserve"> SEQ Table \* ARABIC </w:instrText>
      </w:r>
      <w:r>
        <w:fldChar w:fldCharType="separate"/>
      </w:r>
      <w:r w:rsidR="00037F09">
        <w:rPr>
          <w:noProof/>
        </w:rPr>
        <w:t>2</w:t>
      </w:r>
      <w:r>
        <w:fldChar w:fldCharType="end"/>
      </w:r>
      <w:r>
        <w:t xml:space="preserve">: </w:t>
      </w:r>
      <w:r w:rsidR="001066DC">
        <w:t xml:space="preserve">Calculated parameters according to </w:t>
      </w:r>
      <w:r w:rsidR="008158D0">
        <w:t>R</w:t>
      </w:r>
      <w:r w:rsidR="001066DC">
        <w:t>ecommendation ITU-R F.746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59"/>
        <w:gridCol w:w="1276"/>
        <w:gridCol w:w="1275"/>
        <w:gridCol w:w="1276"/>
        <w:gridCol w:w="1276"/>
        <w:gridCol w:w="1276"/>
        <w:gridCol w:w="1275"/>
        <w:gridCol w:w="1242"/>
      </w:tblGrid>
      <w:tr w:rsidR="0059537D" w:rsidRPr="00AD1EC4" w:rsidTr="0059537D">
        <w:trPr>
          <w:tblHeader/>
        </w:trPr>
        <w:tc>
          <w:tcPr>
            <w:tcW w:w="959"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XS</w:t>
            </w:r>
          </w:p>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n</w:t>
            </w:r>
          </w:p>
        </w:tc>
        <w:tc>
          <w:tcPr>
            <w:tcW w:w="1275"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vertAlign w:val="subscript"/>
              </w:rPr>
            </w:pPr>
            <w:r w:rsidRPr="007C20C3">
              <w:rPr>
                <w:b/>
                <w:color w:val="FFFFFF" w:themeColor="background1"/>
                <w:szCs w:val="20"/>
              </w:rPr>
              <w:t>f</w:t>
            </w:r>
            <w:r w:rsidRPr="007C20C3">
              <w:rPr>
                <w:b/>
                <w:color w:val="FFFFFF" w:themeColor="background1"/>
                <w:szCs w:val="20"/>
                <w:vertAlign w:val="subscript"/>
              </w:rPr>
              <w:t>1</w:t>
            </w:r>
          </w:p>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vertAlign w:val="subscript"/>
              </w:rPr>
            </w:pPr>
            <w:proofErr w:type="spellStart"/>
            <w:r w:rsidRPr="007C20C3">
              <w:rPr>
                <w:b/>
                <w:color w:val="FFFFFF" w:themeColor="background1"/>
                <w:szCs w:val="20"/>
              </w:rPr>
              <w:t>f</w:t>
            </w:r>
            <w:r w:rsidRPr="007C20C3">
              <w:rPr>
                <w:b/>
                <w:color w:val="FFFFFF" w:themeColor="background1"/>
                <w:szCs w:val="20"/>
                <w:vertAlign w:val="subscript"/>
              </w:rPr>
              <w:t>n</w:t>
            </w:r>
            <w:proofErr w:type="spellEnd"/>
          </w:p>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f</w:t>
            </w:r>
            <w:r w:rsidRPr="007C20C3">
              <w:rPr>
                <w:b/>
                <w:color w:val="FFFFFF" w:themeColor="background1"/>
                <w:szCs w:val="20"/>
                <w:vertAlign w:val="subscript"/>
              </w:rPr>
              <w:t>1</w:t>
            </w:r>
            <w:r w:rsidRPr="007C20C3">
              <w:rPr>
                <w:b/>
                <w:color w:val="FFFFFF" w:themeColor="background1"/>
                <w:szCs w:val="20"/>
              </w:rPr>
              <w:t>’</w:t>
            </w:r>
          </w:p>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rPr>
            </w:pPr>
            <w:proofErr w:type="spellStart"/>
            <w:r w:rsidRPr="007C20C3">
              <w:rPr>
                <w:b/>
                <w:color w:val="FFFFFF" w:themeColor="background1"/>
                <w:szCs w:val="20"/>
              </w:rPr>
              <w:t>f</w:t>
            </w:r>
            <w:r w:rsidRPr="007C20C3">
              <w:rPr>
                <w:b/>
                <w:color w:val="FFFFFF" w:themeColor="background1"/>
                <w:szCs w:val="20"/>
                <w:vertAlign w:val="subscript"/>
              </w:rPr>
              <w:t>n</w:t>
            </w:r>
            <w:proofErr w:type="spellEnd"/>
            <w:r w:rsidRPr="007C20C3">
              <w:rPr>
                <w:b/>
                <w:color w:val="FFFFFF" w:themeColor="background1"/>
                <w:szCs w:val="20"/>
              </w:rPr>
              <w:t>’</w:t>
            </w:r>
          </w:p>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(MHz)</w:t>
            </w:r>
          </w:p>
        </w:tc>
        <w:tc>
          <w:tcPr>
            <w:tcW w:w="1275"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YS (MHz)</w:t>
            </w:r>
          </w:p>
        </w:tc>
        <w:tc>
          <w:tcPr>
            <w:tcW w:w="1242"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59537D" w:rsidRPr="007C20C3" w:rsidRDefault="0059537D" w:rsidP="00144521">
            <w:pPr>
              <w:pStyle w:val="ECCParagraph"/>
              <w:keepNext/>
              <w:spacing w:beforeLines="20" w:before="48" w:afterLines="20" w:after="48"/>
              <w:jc w:val="center"/>
              <w:rPr>
                <w:b/>
                <w:color w:val="FFFFFF" w:themeColor="background1"/>
                <w:szCs w:val="20"/>
              </w:rPr>
            </w:pPr>
            <w:r w:rsidRPr="007C20C3">
              <w:rPr>
                <w:b/>
                <w:color w:val="FFFFFF" w:themeColor="background1"/>
                <w:szCs w:val="20"/>
              </w:rPr>
              <w:t>DS (MHz)</w:t>
            </w:r>
          </w:p>
        </w:tc>
      </w:tr>
      <w:tr w:rsidR="0059537D" w:rsidTr="0059537D">
        <w:tc>
          <w:tcPr>
            <w:tcW w:w="959"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rsidRPr="00BA3D56">
              <w:t>3.5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rsidRPr="00BA3D56">
              <w:t>1…</w:t>
            </w:r>
            <w:r>
              <w:t>4</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6764.75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6775.25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7107.25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7117.75</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332</w:t>
            </w:r>
          </w:p>
        </w:tc>
        <w:tc>
          <w:tcPr>
            <w:tcW w:w="1242"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342.5</w:t>
            </w:r>
          </w:p>
        </w:tc>
      </w:tr>
      <w:tr w:rsidR="0059537D" w:rsidTr="0059537D">
        <w:tc>
          <w:tcPr>
            <w:tcW w:w="959"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1.75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1…8</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6763.875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6776.125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7106.375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7118.625</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330.25</w:t>
            </w:r>
          </w:p>
        </w:tc>
        <w:tc>
          <w:tcPr>
            <w:tcW w:w="1242" w:type="dxa"/>
            <w:tcBorders>
              <w:top w:val="single" w:sz="4" w:space="0" w:color="D2232A"/>
              <w:left w:val="single" w:sz="4" w:space="0" w:color="D2232A"/>
              <w:bottom w:val="single" w:sz="4" w:space="0" w:color="D2232A"/>
              <w:right w:val="single" w:sz="4" w:space="0" w:color="D2232A"/>
            </w:tcBorders>
            <w:vAlign w:val="center"/>
          </w:tcPr>
          <w:p w:rsidR="0059537D" w:rsidRDefault="0059537D" w:rsidP="00144521">
            <w:pPr>
              <w:pStyle w:val="ECCParagraph"/>
              <w:keepNext/>
              <w:spacing w:beforeLines="20" w:before="48" w:afterLines="20" w:after="48"/>
              <w:jc w:val="left"/>
            </w:pPr>
            <w:r>
              <w:t>342.5</w:t>
            </w:r>
          </w:p>
        </w:tc>
      </w:tr>
      <w:tr w:rsidR="0059537D" w:rsidTr="0059537D">
        <w:tc>
          <w:tcPr>
            <w:tcW w:w="959"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rsidRPr="00BA3D56">
              <w:t>0.5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rsidRPr="00BA3D56">
              <w:t>1..</w:t>
            </w:r>
            <w:r>
              <w:t>….28</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6763.25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6776.75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7105.75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7119.25</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329</w:t>
            </w:r>
          </w:p>
        </w:tc>
        <w:tc>
          <w:tcPr>
            <w:tcW w:w="1242"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keepNext/>
              <w:spacing w:beforeLines="20" w:before="48" w:afterLines="20" w:after="48"/>
              <w:jc w:val="left"/>
            </w:pPr>
            <w:r>
              <w:t>342.5</w:t>
            </w:r>
          </w:p>
        </w:tc>
      </w:tr>
      <w:tr w:rsidR="0059537D" w:rsidTr="0059537D">
        <w:tc>
          <w:tcPr>
            <w:tcW w:w="959"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rsidRPr="00BA3D56">
              <w:t>0.25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1…...56</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6763.125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6776.875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7105.625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7119.375</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328.75</w:t>
            </w:r>
          </w:p>
        </w:tc>
        <w:tc>
          <w:tcPr>
            <w:tcW w:w="1242"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342.5</w:t>
            </w:r>
          </w:p>
        </w:tc>
      </w:tr>
      <w:tr w:rsidR="0059537D" w:rsidTr="0059537D">
        <w:tc>
          <w:tcPr>
            <w:tcW w:w="959"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rsidRPr="00BA3D56">
              <w:t>0.025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1….560</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6763.0125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6776.9875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7105.5125</w:t>
            </w:r>
          </w:p>
        </w:tc>
        <w:tc>
          <w:tcPr>
            <w:tcW w:w="1276"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7119.4875</w:t>
            </w:r>
          </w:p>
        </w:tc>
        <w:tc>
          <w:tcPr>
            <w:tcW w:w="1275"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328.525</w:t>
            </w:r>
          </w:p>
        </w:tc>
        <w:tc>
          <w:tcPr>
            <w:tcW w:w="1242" w:type="dxa"/>
            <w:tcBorders>
              <w:top w:val="single" w:sz="4" w:space="0" w:color="D2232A"/>
              <w:left w:val="single" w:sz="4" w:space="0" w:color="D2232A"/>
              <w:bottom w:val="single" w:sz="4" w:space="0" w:color="D2232A"/>
              <w:right w:val="single" w:sz="4" w:space="0" w:color="D2232A"/>
            </w:tcBorders>
            <w:vAlign w:val="center"/>
          </w:tcPr>
          <w:p w:rsidR="0059537D" w:rsidRPr="00BA3D56" w:rsidRDefault="0059537D" w:rsidP="00144521">
            <w:pPr>
              <w:pStyle w:val="ECCParagraph"/>
              <w:spacing w:beforeLines="20" w:before="48" w:afterLines="20" w:after="48"/>
              <w:jc w:val="left"/>
            </w:pPr>
            <w:r>
              <w:t>342.5</w:t>
            </w:r>
          </w:p>
        </w:tc>
      </w:tr>
    </w:tbl>
    <w:p w:rsidR="0059537D" w:rsidRDefault="0059537D"/>
    <w:p w:rsidR="0059537D" w:rsidRPr="00C00D6B" w:rsidRDefault="0059537D" w:rsidP="0059537D">
      <w:pPr>
        <w:pStyle w:val="ECCParagraph"/>
        <w:spacing w:after="120"/>
      </w:pPr>
      <w:r w:rsidRPr="00C00D6B">
        <w:t xml:space="preserve">XS </w:t>
      </w:r>
      <w:r w:rsidRPr="00C00D6B">
        <w:tab/>
        <w:t>Separation between centre frequencies of adjacent channels</w:t>
      </w:r>
      <w:r w:rsidR="007C20C3">
        <w:t>;</w:t>
      </w:r>
    </w:p>
    <w:p w:rsidR="0059537D" w:rsidRPr="00C00D6B" w:rsidRDefault="0059537D" w:rsidP="0059537D">
      <w:pPr>
        <w:pStyle w:val="ECCParagraph"/>
        <w:spacing w:after="120"/>
      </w:pPr>
      <w:r w:rsidRPr="00C00D6B">
        <w:t xml:space="preserve">YS </w:t>
      </w:r>
      <w:r w:rsidRPr="00C00D6B">
        <w:tab/>
        <w:t xml:space="preserve">Separation between centre frequencies of the closest </w:t>
      </w:r>
      <w:proofErr w:type="gramStart"/>
      <w:r w:rsidRPr="00C00D6B">
        <w:t>go</w:t>
      </w:r>
      <w:proofErr w:type="gramEnd"/>
      <w:r w:rsidRPr="00C00D6B">
        <w:t xml:space="preserve"> and return channels</w:t>
      </w:r>
      <w:r w:rsidR="007C20C3">
        <w:t>;</w:t>
      </w:r>
    </w:p>
    <w:p w:rsidR="0059537D" w:rsidRPr="00C00D6B" w:rsidRDefault="0059537D" w:rsidP="0059537D">
      <w:pPr>
        <w:pStyle w:val="ECCParagraph"/>
        <w:spacing w:after="120"/>
      </w:pPr>
      <w:r w:rsidRPr="00C00D6B">
        <w:t xml:space="preserve">Z1S </w:t>
      </w:r>
      <w:r w:rsidRPr="00C00D6B">
        <w:tab/>
        <w:t>Separation between the lower band edge and the centre frequency of the first channel</w:t>
      </w:r>
      <w:r w:rsidR="007C20C3">
        <w:t>;</w:t>
      </w:r>
    </w:p>
    <w:p w:rsidR="0059537D" w:rsidRPr="00C00D6B" w:rsidRDefault="0059537D" w:rsidP="0059537D">
      <w:pPr>
        <w:pStyle w:val="ECCParagraph"/>
        <w:spacing w:after="120"/>
      </w:pPr>
      <w:r w:rsidRPr="00C00D6B">
        <w:t xml:space="preserve">Z2S </w:t>
      </w:r>
      <w:r w:rsidRPr="00C00D6B">
        <w:tab/>
        <w:t>Separation between centre frequencies of the final channel and the upper band edge</w:t>
      </w:r>
      <w:r w:rsidR="007C20C3">
        <w:t>;</w:t>
      </w:r>
    </w:p>
    <w:p w:rsidR="0059537D" w:rsidRDefault="0059537D" w:rsidP="0059537D">
      <w:proofErr w:type="gramStart"/>
      <w:r w:rsidRPr="00C00D6B">
        <w:t xml:space="preserve">DS </w:t>
      </w:r>
      <w:r w:rsidRPr="00C00D6B">
        <w:tab/>
        <w:t>Duplex spacing (</w:t>
      </w:r>
      <w:proofErr w:type="spellStart"/>
      <w:r w:rsidRPr="00FE4462">
        <w:t>f</w:t>
      </w:r>
      <w:r w:rsidRPr="00C60BCE">
        <w:rPr>
          <w:vertAlign w:val="subscript"/>
        </w:rPr>
        <w:t>n</w:t>
      </w:r>
      <w:proofErr w:type="spellEnd"/>
      <w:r w:rsidRPr="00FE4462">
        <w:t>’</w:t>
      </w:r>
      <w:r w:rsidRPr="00C00D6B">
        <w:t xml:space="preserve"> - </w:t>
      </w:r>
      <w:proofErr w:type="spellStart"/>
      <w:r w:rsidRPr="00FE4462">
        <w:t>f</w:t>
      </w:r>
      <w:r w:rsidRPr="00C60BCE">
        <w:rPr>
          <w:vertAlign w:val="subscript"/>
        </w:rPr>
        <w:t>n</w:t>
      </w:r>
      <w:proofErr w:type="spellEnd"/>
      <w:r w:rsidRPr="00C00D6B">
        <w:t>)</w:t>
      </w:r>
      <w:r w:rsidR="007C20C3">
        <w:t>.</w:t>
      </w:r>
      <w:proofErr w:type="gramEnd"/>
    </w:p>
    <w:p w:rsidR="00144521" w:rsidRDefault="00144521" w:rsidP="0059537D"/>
    <w:p w:rsidR="00144521" w:rsidRDefault="00144521" w:rsidP="0059537D"/>
    <w:p w:rsidR="0059537D" w:rsidRDefault="007716A0" w:rsidP="007716A0">
      <w:r w:rsidRPr="002F602A">
        <w:rPr>
          <w:noProof/>
          <w:lang w:val="da-DK" w:eastAsia="da-DK"/>
        </w:rPr>
        <mc:AlternateContent>
          <mc:Choice Requires="wpg">
            <w:drawing>
              <wp:inline distT="0" distB="0" distL="0" distR="0" wp14:anchorId="39DD9874" wp14:editId="052E66DF">
                <wp:extent cx="6315387" cy="4824536"/>
                <wp:effectExtent l="19050" t="0" r="9525" b="71755"/>
                <wp:docPr id="43" name="Group 53"/>
                <wp:cNvGraphicFramePr/>
                <a:graphic xmlns:a="http://schemas.openxmlformats.org/drawingml/2006/main">
                  <a:graphicData uri="http://schemas.microsoft.com/office/word/2010/wordprocessingGroup">
                    <wpg:wgp>
                      <wpg:cNvGrpSpPr/>
                      <wpg:grpSpPr>
                        <a:xfrm>
                          <a:off x="0" y="0"/>
                          <a:ext cx="6315387" cy="4824536"/>
                          <a:chOff x="0" y="0"/>
                          <a:chExt cx="6119495" cy="4824536"/>
                        </a:xfrm>
                      </wpg:grpSpPr>
                      <wps:wsp>
                        <wps:cNvPr id="44" name="Zone de texte 245"/>
                        <wps:cNvSpPr txBox="1">
                          <a:spLocks noChangeArrowheads="1"/>
                        </wps:cNvSpPr>
                        <wps:spPr bwMode="auto">
                          <a:xfrm>
                            <a:off x="0" y="0"/>
                            <a:ext cx="1064337" cy="246266"/>
                          </a:xfrm>
                          <a:prstGeom prst="rect">
                            <a:avLst/>
                          </a:prstGeom>
                          <a:no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b/>
                                  <w:bCs/>
                                  <w:color w:val="000000"/>
                                  <w:kern w:val="24"/>
                                  <w:sz w:val="20"/>
                                  <w:szCs w:val="20"/>
                                  <w:lang w:val="en-US"/>
                                </w:rPr>
                                <w:t>6760 MHz</w:t>
                              </w:r>
                            </w:p>
                          </w:txbxContent>
                        </wps:txbx>
                        <wps:bodyPr rot="0" vert="horz" wrap="square" lIns="91440" tIns="45720" rIns="91440" bIns="45720" anchor="t" anchorCtr="0">
                          <a:noAutofit/>
                        </wps:bodyPr>
                      </wps:wsp>
                      <wps:wsp>
                        <wps:cNvPr id="45" name="Zone de texte 2"/>
                        <wps:cNvSpPr txBox="1">
                          <a:spLocks noChangeArrowheads="1"/>
                        </wps:cNvSpPr>
                        <wps:spPr bwMode="auto">
                          <a:xfrm>
                            <a:off x="4988412" y="0"/>
                            <a:ext cx="1131083" cy="247009"/>
                          </a:xfrm>
                          <a:prstGeom prst="rect">
                            <a:avLst/>
                          </a:prstGeom>
                          <a:noFill/>
                          <a:ln w="9525">
                            <a:noFill/>
                            <a:miter lim="800000"/>
                            <a:headEnd/>
                            <a:tailEnd/>
                          </a:ln>
                        </wps:spPr>
                        <wps:txbx>
                          <w:txbxContent>
                            <w:p w:rsidR="007C20C3" w:rsidRDefault="007C20C3" w:rsidP="007716A0">
                              <w:pPr>
                                <w:pStyle w:val="NormalWeb"/>
                                <w:spacing w:before="0" w:beforeAutospacing="0" w:after="0" w:afterAutospacing="0"/>
                                <w:jc w:val="right"/>
                              </w:pPr>
                              <w:r>
                                <w:rPr>
                                  <w:rFonts w:ascii="Arial" w:eastAsia="MS Mincho" w:hAnsi="Arial" w:cstheme="minorBidi"/>
                                  <w:b/>
                                  <w:bCs/>
                                  <w:color w:val="000000"/>
                                  <w:kern w:val="24"/>
                                  <w:sz w:val="20"/>
                                  <w:szCs w:val="20"/>
                                  <w:lang w:val="en-US"/>
                                </w:rPr>
                                <w:t>7125</w:t>
                              </w:r>
                            </w:p>
                          </w:txbxContent>
                        </wps:txbx>
                        <wps:bodyPr rot="0" vert="horz" wrap="square" lIns="91440" tIns="45720" rIns="91440" bIns="45720" anchor="t" anchorCtr="0">
                          <a:noAutofit/>
                        </wps:bodyPr>
                      </wps:wsp>
                      <wps:wsp>
                        <wps:cNvPr id="46" name="Zone de texte 2"/>
                        <wps:cNvSpPr txBox="1">
                          <a:spLocks noChangeArrowheads="1"/>
                        </wps:cNvSpPr>
                        <wps:spPr bwMode="auto">
                          <a:xfrm>
                            <a:off x="2504093" y="648160"/>
                            <a:ext cx="954483" cy="504091"/>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328.5MHz</w:t>
                              </w:r>
                            </w:p>
                          </w:txbxContent>
                        </wps:txbx>
                        <wps:bodyPr rot="0" vert="horz" wrap="square" lIns="91440" tIns="45720" rIns="91440" bIns="45720" anchor="ctr" anchorCtr="0">
                          <a:noAutofit/>
                        </wps:bodyPr>
                      </wps:wsp>
                      <wps:wsp>
                        <wps:cNvPr id="47" name="Zone de texte 2"/>
                        <wps:cNvSpPr txBox="1">
                          <a:spLocks noChangeArrowheads="1"/>
                        </wps:cNvSpPr>
                        <wps:spPr bwMode="auto">
                          <a:xfrm>
                            <a:off x="38014" y="648160"/>
                            <a:ext cx="470668"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3 MHz</w:t>
                              </w:r>
                            </w:p>
                          </w:txbxContent>
                        </wps:txbx>
                        <wps:bodyPr rot="0" vert="horz" wrap="square" lIns="91440" tIns="45720" rIns="91440" bIns="45720" anchor="ctr" anchorCtr="0">
                          <a:noAutofit/>
                        </wps:bodyPr>
                      </wps:wsp>
                      <wps:wsp>
                        <wps:cNvPr id="48" name="Zone de texte 2"/>
                        <wps:cNvSpPr txBox="1">
                          <a:spLocks noChangeArrowheads="1"/>
                        </wps:cNvSpPr>
                        <wps:spPr bwMode="auto">
                          <a:xfrm>
                            <a:off x="508682" y="648160"/>
                            <a:ext cx="1995411"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3.5 MHz</w:t>
                              </w:r>
                            </w:p>
                          </w:txbxContent>
                        </wps:txbx>
                        <wps:bodyPr rot="0" vert="horz" wrap="square" lIns="91440" tIns="45720" rIns="91440" bIns="45720" anchor="ctr" anchorCtr="0">
                          <a:noAutofit/>
                        </wps:bodyPr>
                      </wps:wsp>
                      <wps:wsp>
                        <wps:cNvPr id="49" name="Zone de texte 2"/>
                        <wps:cNvSpPr txBox="1">
                          <a:spLocks noChangeArrowheads="1"/>
                        </wps:cNvSpPr>
                        <wps:spPr bwMode="auto">
                          <a:xfrm>
                            <a:off x="3458576" y="648160"/>
                            <a:ext cx="1995411"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3.5 MHz</w:t>
                              </w:r>
                            </w:p>
                          </w:txbxContent>
                        </wps:txbx>
                        <wps:bodyPr rot="0" vert="horz" wrap="square" lIns="91440" tIns="45720" rIns="91440" bIns="45720" anchor="ctr" anchorCtr="0">
                          <a:noAutofit/>
                        </wps:bodyPr>
                      </wps:wsp>
                      <wps:wsp>
                        <wps:cNvPr id="50" name="Zone de texte 2"/>
                        <wps:cNvSpPr txBox="1">
                          <a:spLocks noChangeArrowheads="1"/>
                        </wps:cNvSpPr>
                        <wps:spPr bwMode="auto">
                          <a:xfrm>
                            <a:off x="5453987" y="648160"/>
                            <a:ext cx="599786"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51" name="Zone de texte 2"/>
                        <wps:cNvSpPr txBox="1">
                          <a:spLocks noChangeArrowheads="1"/>
                        </wps:cNvSpPr>
                        <wps:spPr bwMode="auto">
                          <a:xfrm>
                            <a:off x="19326" y="400397"/>
                            <a:ext cx="1390013" cy="247763"/>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lang w:val="en-US"/>
                                </w:rPr>
                                <w:t>a) 3.5 MHz channels</w:t>
                              </w:r>
                            </w:p>
                          </w:txbxContent>
                        </wps:txbx>
                        <wps:bodyPr rot="0" vert="horz" wrap="square" lIns="91440" tIns="45720" rIns="91440" bIns="45720" anchor="t" anchorCtr="0">
                          <a:noAutofit/>
                        </wps:bodyPr>
                      </wps:wsp>
                      <wps:wsp>
                        <wps:cNvPr id="52" name="Zone de texte 2"/>
                        <wps:cNvSpPr txBox="1">
                          <a:spLocks noChangeArrowheads="1"/>
                        </wps:cNvSpPr>
                        <wps:spPr bwMode="auto">
                          <a:xfrm>
                            <a:off x="69885" y="3694010"/>
                            <a:ext cx="1390013" cy="247763"/>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MS Mincho" w:hAnsi="Arial" w:cstheme="minorBidi"/>
                                  <w:color w:val="000000" w:themeColor="text1"/>
                                  <w:kern w:val="24"/>
                                  <w:sz w:val="20"/>
                                  <w:szCs w:val="20"/>
                                </w:rPr>
                                <w:t> </w:t>
                              </w:r>
                            </w:p>
                          </w:txbxContent>
                        </wps:txbx>
                        <wps:bodyPr rot="0" vert="horz" wrap="square" lIns="91440" tIns="45720" rIns="91440" bIns="45720" anchor="t" anchorCtr="0">
                          <a:noAutofit/>
                        </wps:bodyPr>
                      </wps:wsp>
                      <wps:wsp>
                        <wps:cNvPr id="53" name="Zone de texte 2"/>
                        <wps:cNvSpPr txBox="1">
                          <a:spLocks noChangeArrowheads="1"/>
                        </wps:cNvSpPr>
                        <wps:spPr bwMode="auto">
                          <a:xfrm>
                            <a:off x="38629" y="1943504"/>
                            <a:ext cx="1443845" cy="392940"/>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c) 0.5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noAutofit/>
                        </wps:bodyPr>
                      </wps:wsp>
                      <wps:wsp>
                        <wps:cNvPr id="54" name="Zone de texte 2"/>
                        <wps:cNvSpPr txBox="1">
                          <a:spLocks noChangeArrowheads="1"/>
                        </wps:cNvSpPr>
                        <wps:spPr bwMode="auto">
                          <a:xfrm>
                            <a:off x="2504705" y="2257814"/>
                            <a:ext cx="954483" cy="504091"/>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wps:txbx>
                        <wps:bodyPr rot="0" vert="horz" wrap="square" lIns="91440" tIns="45720" rIns="91440" bIns="45720" anchor="ctr" anchorCtr="0">
                          <a:noAutofit/>
                        </wps:bodyPr>
                      </wps:wsp>
                      <wps:wsp>
                        <wps:cNvPr id="55" name="Zone de texte 2"/>
                        <wps:cNvSpPr txBox="1">
                          <a:spLocks noChangeArrowheads="1"/>
                        </wps:cNvSpPr>
                        <wps:spPr bwMode="auto">
                          <a:xfrm>
                            <a:off x="19326" y="2256578"/>
                            <a:ext cx="729901" cy="504663"/>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AE2FF9">
                              <w:pPr>
                                <w:pStyle w:val="NormalWeb"/>
                                <w:spacing w:before="0" w:beforeAutospacing="0" w:after="0" w:afterAutospacing="0"/>
                              </w:pPr>
                              <w:r>
                                <w:rPr>
                                  <w:rFonts w:ascii="Arial" w:eastAsia="MS Mincho" w:hAnsi="Arial" w:cstheme="minorBidi"/>
                                  <w:color w:val="000000"/>
                                  <w:kern w:val="24"/>
                                  <w:sz w:val="20"/>
                                  <w:szCs w:val="20"/>
                                  <w:lang w:val="en-US"/>
                                </w:rPr>
                                <w:t xml:space="preserve">    3</w:t>
                              </w:r>
                            </w:p>
                            <w:p w:rsidR="007C20C3" w:rsidRDefault="007C20C3" w:rsidP="00AE2FF9">
                              <w:pPr>
                                <w:pStyle w:val="NormalWeb"/>
                                <w:spacing w:before="0" w:beforeAutospacing="0" w:after="0" w:afterAutospacing="0"/>
                              </w:pPr>
                              <w:r>
                                <w:rPr>
                                  <w:rFonts w:ascii="Arial" w:eastAsia="MS Mincho" w:hAnsi="Arial" w:cstheme="minorBidi"/>
                                  <w:color w:val="000000"/>
                                  <w:kern w:val="24"/>
                                  <w:sz w:val="20"/>
                                  <w:szCs w:val="20"/>
                                  <w:lang w:val="en-US"/>
                                </w:rPr>
                                <w:t xml:space="preserve"> MHz</w:t>
                              </w:r>
                            </w:p>
                          </w:txbxContent>
                        </wps:txbx>
                        <wps:bodyPr rot="0" vert="horz" wrap="square" lIns="91440" tIns="45720" rIns="91440" bIns="45720" anchor="ctr" anchorCtr="0">
                          <a:noAutofit/>
                        </wps:bodyPr>
                      </wps:wsp>
                      <wps:wsp>
                        <wps:cNvPr id="56" name="Zone de texte 2"/>
                        <wps:cNvSpPr txBox="1">
                          <a:spLocks noChangeArrowheads="1"/>
                        </wps:cNvSpPr>
                        <wps:spPr bwMode="auto">
                          <a:xfrm>
                            <a:off x="509294" y="2257814"/>
                            <a:ext cx="1995411"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0.5 MHz</w:t>
                              </w:r>
                            </w:p>
                          </w:txbxContent>
                        </wps:txbx>
                        <wps:bodyPr rot="0" vert="horz" wrap="square" lIns="91440" tIns="45720" rIns="91440" bIns="45720" anchor="ctr" anchorCtr="0">
                          <a:noAutofit/>
                        </wps:bodyPr>
                      </wps:wsp>
                      <wps:wsp>
                        <wps:cNvPr id="57" name="Zone de texte 2"/>
                        <wps:cNvSpPr txBox="1">
                          <a:spLocks noChangeArrowheads="1"/>
                        </wps:cNvSpPr>
                        <wps:spPr bwMode="auto">
                          <a:xfrm>
                            <a:off x="3459187" y="2257814"/>
                            <a:ext cx="1995410"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0.5 MHz</w:t>
                              </w:r>
                            </w:p>
                          </w:txbxContent>
                        </wps:txbx>
                        <wps:bodyPr rot="0" vert="horz" wrap="square" lIns="91440" tIns="45720" rIns="91440" bIns="45720" anchor="ctr" anchorCtr="0">
                          <a:noAutofit/>
                        </wps:bodyPr>
                      </wps:wsp>
                      <wps:wsp>
                        <wps:cNvPr id="58" name="Zone de texte 2"/>
                        <wps:cNvSpPr txBox="1">
                          <a:spLocks noChangeArrowheads="1"/>
                        </wps:cNvSpPr>
                        <wps:spPr bwMode="auto">
                          <a:xfrm>
                            <a:off x="5454599" y="2257814"/>
                            <a:ext cx="599786"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59" name="Zone de texte 2"/>
                        <wps:cNvSpPr txBox="1">
                          <a:spLocks noChangeArrowheads="1"/>
                        </wps:cNvSpPr>
                        <wps:spPr bwMode="auto">
                          <a:xfrm>
                            <a:off x="2504705" y="3181949"/>
                            <a:ext cx="954483" cy="504091"/>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wps:txbx>
                        <wps:bodyPr rot="0" vert="horz" wrap="square" lIns="91440" tIns="45720" rIns="91440" bIns="45720" anchor="ctr" anchorCtr="0">
                          <a:noAutofit/>
                        </wps:bodyPr>
                      </wps:wsp>
                      <wps:wsp>
                        <wps:cNvPr id="60" name="Zone de texte 2"/>
                        <wps:cNvSpPr txBox="1">
                          <a:spLocks noChangeArrowheads="1"/>
                        </wps:cNvSpPr>
                        <wps:spPr bwMode="auto">
                          <a:xfrm>
                            <a:off x="38626" y="3181949"/>
                            <a:ext cx="470668"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61" name="Zone de texte 2"/>
                        <wps:cNvSpPr txBox="1">
                          <a:spLocks noChangeArrowheads="1"/>
                        </wps:cNvSpPr>
                        <wps:spPr bwMode="auto">
                          <a:xfrm>
                            <a:off x="509294" y="3181949"/>
                            <a:ext cx="1995411"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 x 0.25 MHz</w:t>
                              </w:r>
                            </w:p>
                          </w:txbxContent>
                        </wps:txbx>
                        <wps:bodyPr rot="0" vert="horz" wrap="square" lIns="91440" tIns="45720" rIns="91440" bIns="45720" anchor="ctr" anchorCtr="0">
                          <a:noAutofit/>
                        </wps:bodyPr>
                      </wps:wsp>
                      <wps:wsp>
                        <wps:cNvPr id="62" name="Zone de texte 2"/>
                        <wps:cNvSpPr txBox="1">
                          <a:spLocks noChangeArrowheads="1"/>
                        </wps:cNvSpPr>
                        <wps:spPr bwMode="auto">
                          <a:xfrm>
                            <a:off x="3459187" y="3181949"/>
                            <a:ext cx="1995410"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 x 0.25 MHz</w:t>
                              </w:r>
                            </w:p>
                          </w:txbxContent>
                        </wps:txbx>
                        <wps:bodyPr rot="0" vert="horz" wrap="square" lIns="91440" tIns="45720" rIns="91440" bIns="45720" anchor="ctr" anchorCtr="0">
                          <a:noAutofit/>
                        </wps:bodyPr>
                      </wps:wsp>
                      <wps:wsp>
                        <wps:cNvPr id="63" name="Zone de texte 2"/>
                        <wps:cNvSpPr txBox="1">
                          <a:spLocks noChangeArrowheads="1"/>
                        </wps:cNvSpPr>
                        <wps:spPr bwMode="auto">
                          <a:xfrm>
                            <a:off x="5454599" y="3181949"/>
                            <a:ext cx="599786"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64" name="Zone de texte 2"/>
                        <wps:cNvSpPr txBox="1">
                          <a:spLocks noChangeArrowheads="1"/>
                        </wps:cNvSpPr>
                        <wps:spPr bwMode="auto">
                          <a:xfrm>
                            <a:off x="92473" y="3784825"/>
                            <a:ext cx="2110039" cy="247763"/>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e) 0.025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noAutofit/>
                        </wps:bodyPr>
                      </wps:wsp>
                      <wps:wsp>
                        <wps:cNvPr id="65" name="Zone de texte 2"/>
                        <wps:cNvSpPr txBox="1">
                          <a:spLocks noChangeArrowheads="1"/>
                        </wps:cNvSpPr>
                        <wps:spPr bwMode="auto">
                          <a:xfrm>
                            <a:off x="2503738" y="4166725"/>
                            <a:ext cx="954483" cy="504091"/>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wps:txbx>
                        <wps:bodyPr rot="0" vert="horz" wrap="square" lIns="91440" tIns="45720" rIns="91440" bIns="45720" anchor="ctr" anchorCtr="0">
                          <a:noAutofit/>
                        </wps:bodyPr>
                      </wps:wsp>
                      <wps:wsp>
                        <wps:cNvPr id="66" name="Zone de texte 2"/>
                        <wps:cNvSpPr txBox="1">
                          <a:spLocks noChangeArrowheads="1"/>
                        </wps:cNvSpPr>
                        <wps:spPr bwMode="auto">
                          <a:xfrm>
                            <a:off x="37660" y="4166725"/>
                            <a:ext cx="470056"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67" name="Zone de texte 2"/>
                        <wps:cNvSpPr txBox="1">
                          <a:spLocks noChangeArrowheads="1"/>
                        </wps:cNvSpPr>
                        <wps:spPr bwMode="auto">
                          <a:xfrm>
                            <a:off x="508328" y="4166725"/>
                            <a:ext cx="1995411"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560 x 0.025 MHz</w:t>
                              </w:r>
                            </w:p>
                          </w:txbxContent>
                        </wps:txbx>
                        <wps:bodyPr rot="0" vert="horz" wrap="square" lIns="91440" tIns="45720" rIns="91440" bIns="45720" anchor="ctr" anchorCtr="0">
                          <a:noAutofit/>
                        </wps:bodyPr>
                      </wps:wsp>
                      <wps:wsp>
                        <wps:cNvPr id="68" name="Zone de texte 2"/>
                        <wps:cNvSpPr txBox="1">
                          <a:spLocks noChangeArrowheads="1"/>
                        </wps:cNvSpPr>
                        <wps:spPr bwMode="auto">
                          <a:xfrm>
                            <a:off x="3458222" y="4166725"/>
                            <a:ext cx="1994799"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560 x 0.025 MHz</w:t>
                              </w:r>
                            </w:p>
                          </w:txbxContent>
                        </wps:txbx>
                        <wps:bodyPr rot="0" vert="horz" wrap="square" lIns="91440" tIns="45720" rIns="91440" bIns="45720" anchor="ctr" anchorCtr="0">
                          <a:noAutofit/>
                        </wps:bodyPr>
                      </wps:wsp>
                      <wps:wsp>
                        <wps:cNvPr id="69" name="Zone de texte 2"/>
                        <wps:cNvSpPr txBox="1">
                          <a:spLocks noChangeArrowheads="1"/>
                        </wps:cNvSpPr>
                        <wps:spPr bwMode="auto">
                          <a:xfrm>
                            <a:off x="5453632" y="4166725"/>
                            <a:ext cx="599786"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g:grpSp>
                        <wpg:cNvPr id="70" name="Group 70"/>
                        <wpg:cNvGrpSpPr/>
                        <wpg:grpSpPr>
                          <a:xfrm>
                            <a:off x="38014" y="175005"/>
                            <a:ext cx="6015758" cy="4649531"/>
                            <a:chOff x="38014" y="175005"/>
                            <a:chExt cx="6015758" cy="6841241"/>
                          </a:xfrm>
                        </wpg:grpSpPr>
                        <wps:wsp>
                          <wps:cNvPr id="71" name="Connecteur droit 283"/>
                          <wps:cNvCnPr/>
                          <wps:spPr>
                            <a:xfrm flipH="1">
                              <a:off x="6053419" y="175005"/>
                              <a:ext cx="353" cy="6841241"/>
                            </a:xfrm>
                            <a:prstGeom prst="line">
                              <a:avLst/>
                            </a:prstGeom>
                            <a:noFill/>
                            <a:ln w="1905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 name="Connecteur droit 284"/>
                          <wps:cNvCnPr/>
                          <wps:spPr>
                            <a:xfrm flipH="1">
                              <a:off x="38014" y="175005"/>
                              <a:ext cx="612" cy="6841241"/>
                            </a:xfrm>
                            <a:prstGeom prst="line">
                              <a:avLst/>
                            </a:prstGeom>
                            <a:noFill/>
                            <a:ln w="19050" cap="flat" cmpd="sng" algn="ctr">
                              <a:solidFill>
                                <a:sysClr val="windowText" lastClr="000000"/>
                              </a:solidFill>
                              <a:prstDash val="solid"/>
                            </a:ln>
                            <a:effectLst>
                              <a:outerShdw blurRad="40000" dist="20000" dir="5400000" rotWithShape="0">
                                <a:srgbClr val="000000">
                                  <a:alpha val="38000"/>
                                </a:srgbClr>
                              </a:outerShdw>
                            </a:effectLst>
                          </wps:spPr>
                          <wps:bodyPr/>
                        </wps:wsp>
                      </wpg:grpSp>
                      <wps:wsp>
                        <wps:cNvPr id="73" name="Zone de texte 2"/>
                        <wps:cNvSpPr txBox="1">
                          <a:spLocks noChangeArrowheads="1"/>
                        </wps:cNvSpPr>
                        <wps:spPr bwMode="auto">
                          <a:xfrm>
                            <a:off x="92466" y="2915687"/>
                            <a:ext cx="1696578" cy="247763"/>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d) 0.25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noAutofit/>
                        </wps:bodyPr>
                      </wps:wsp>
                      <wps:wsp>
                        <wps:cNvPr id="74" name="Zone de texte 2"/>
                        <wps:cNvSpPr txBox="1">
                          <a:spLocks noChangeArrowheads="1"/>
                        </wps:cNvSpPr>
                        <wps:spPr bwMode="auto">
                          <a:xfrm>
                            <a:off x="2504708" y="1440125"/>
                            <a:ext cx="954483" cy="504091"/>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wps:txbx>
                        <wps:bodyPr rot="0" vert="horz" wrap="square" lIns="91440" tIns="45720" rIns="91440" bIns="45720" anchor="ctr" anchorCtr="0">
                          <a:noAutofit/>
                        </wps:bodyPr>
                      </wps:wsp>
                      <wps:wsp>
                        <wps:cNvPr id="75" name="Zone de texte 2"/>
                        <wps:cNvSpPr txBox="1">
                          <a:spLocks noChangeArrowheads="1"/>
                        </wps:cNvSpPr>
                        <wps:spPr bwMode="auto">
                          <a:xfrm>
                            <a:off x="38629" y="1440125"/>
                            <a:ext cx="470663"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76" name="Zone de texte 2"/>
                        <wps:cNvSpPr txBox="1">
                          <a:spLocks noChangeArrowheads="1"/>
                        </wps:cNvSpPr>
                        <wps:spPr bwMode="auto">
                          <a:xfrm>
                            <a:off x="509292" y="1440125"/>
                            <a:ext cx="1995417"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8 x 1.75 MHz</w:t>
                              </w:r>
                            </w:p>
                          </w:txbxContent>
                        </wps:txbx>
                        <wps:bodyPr rot="0" vert="horz" wrap="square" lIns="91440" tIns="45720" rIns="91440" bIns="45720" anchor="ctr" anchorCtr="0">
                          <a:noAutofit/>
                        </wps:bodyPr>
                      </wps:wsp>
                      <wps:wsp>
                        <wps:cNvPr id="77" name="Zone de texte 2"/>
                        <wps:cNvSpPr txBox="1">
                          <a:spLocks noChangeArrowheads="1"/>
                        </wps:cNvSpPr>
                        <wps:spPr bwMode="auto">
                          <a:xfrm>
                            <a:off x="5455208" y="1440125"/>
                            <a:ext cx="599180" cy="504091"/>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78" name="Zone de texte 2"/>
                        <wps:cNvSpPr txBox="1">
                          <a:spLocks noChangeArrowheads="1"/>
                        </wps:cNvSpPr>
                        <wps:spPr bwMode="auto">
                          <a:xfrm>
                            <a:off x="3459798" y="1440125"/>
                            <a:ext cx="1994799" cy="504091"/>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8 x 1.75 MHz</w:t>
                              </w:r>
                            </w:p>
                          </w:txbxContent>
                        </wps:txbx>
                        <wps:bodyPr rot="0" vert="horz" wrap="square" lIns="91440" tIns="45720" rIns="91440" bIns="45720" anchor="ctr" anchorCtr="0">
                          <a:noAutofit/>
                        </wps:bodyPr>
                      </wps:wsp>
                      <wps:wsp>
                        <wps:cNvPr id="79" name="Zone de texte 2"/>
                        <wps:cNvSpPr txBox="1">
                          <a:spLocks noChangeArrowheads="1"/>
                        </wps:cNvSpPr>
                        <wps:spPr bwMode="auto">
                          <a:xfrm>
                            <a:off x="69871" y="1189362"/>
                            <a:ext cx="1875810" cy="247763"/>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lang w:val="en-US"/>
                                </w:rPr>
                                <w:t>b) 1.75 MHz channels</w:t>
                              </w:r>
                            </w:p>
                          </w:txbxContent>
                        </wps:txbx>
                        <wps:bodyPr rot="0" vert="horz" wrap="square" lIns="91440" tIns="45720" rIns="91440" bIns="45720" anchor="t" anchorCtr="0">
                          <a:noAutofit/>
                        </wps:bodyPr>
                      </wps:wsp>
                    </wpg:wgp>
                  </a:graphicData>
                </a:graphic>
              </wp:inline>
            </w:drawing>
          </mc:Choice>
          <mc:Fallback>
            <w:pict>
              <v:group id="Group 53" o:spid="_x0000_s1074" style="width:497.25pt;height:379.9pt;mso-position-horizontal-relative:char;mso-position-vertical-relative:line" coordsize="61194,48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">
                <v:shape id="Zone de texte 245" o:spid="_x0000_s1075" type="#_x0000_t202" style="position:absolute;width:10643;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w:txbxContent>
                      <w:p w:rsidR="007C20C3" w:rsidRDefault="007C20C3" w:rsidP="007716A0">
                        <w:pPr>
                          <w:pStyle w:val="NormalWeb"/>
                          <w:spacing w:before="0" w:beforeAutospacing="0" w:after="0" w:afterAutospacing="0"/>
                        </w:pPr>
                        <w:r>
                          <w:rPr>
                            <w:rFonts w:ascii="Arial" w:eastAsia="Times New Roman" w:hAnsi="Arial" w:cstheme="minorBidi"/>
                            <w:b/>
                            <w:bCs/>
                            <w:color w:val="000000"/>
                            <w:kern w:val="24"/>
                            <w:sz w:val="20"/>
                            <w:szCs w:val="20"/>
                            <w:lang w:val="en-US"/>
                          </w:rPr>
                          <w:t>6760 MHz</w:t>
                        </w:r>
                      </w:p>
                    </w:txbxContent>
                  </v:textbox>
                </v:shape>
                <v:shape id="Zone de texte 2" o:spid="_x0000_s1076" type="#_x0000_t202" style="position:absolute;left:49884;width:11310;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7C20C3" w:rsidRDefault="007C20C3" w:rsidP="007716A0">
                        <w:pPr>
                          <w:pStyle w:val="NormalWeb"/>
                          <w:spacing w:before="0" w:beforeAutospacing="0" w:after="0" w:afterAutospacing="0"/>
                          <w:jc w:val="right"/>
                        </w:pPr>
                        <w:r>
                          <w:rPr>
                            <w:rFonts w:ascii="Arial" w:eastAsia="MS Mincho" w:hAnsi="Arial" w:cstheme="minorBidi"/>
                            <w:b/>
                            <w:bCs/>
                            <w:color w:val="000000"/>
                            <w:kern w:val="24"/>
                            <w:sz w:val="20"/>
                            <w:szCs w:val="20"/>
                            <w:lang w:val="en-US"/>
                          </w:rPr>
                          <w:t>7125</w:t>
                        </w:r>
                      </w:p>
                    </w:txbxContent>
                  </v:textbox>
                </v:shape>
                <v:shape id="Zone de texte 2" o:spid="_x0000_s1077" type="#_x0000_t202" style="position:absolute;left:25040;top:6481;width:954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wHIcUA&#10;AADbAAAADwAAAGRycy9kb3ducmV2LnhtbESPQWsCMRSE74X+h/AKXopmW9pFV6OUQqHQInRVxNtj&#10;89xs3bwsm6jx3xuh0OMwM98ws0W0rThR7xvHCp5GGQjiyumGawXr1cdwDMIHZI2tY1JwIQ+L+f3d&#10;DAvtzvxDpzLUIkHYF6jAhNAVUvrKkEU/ch1x8vautxiS7GupezwnuG3lc5bl0mLDacFgR++GqkN5&#10;tInye4nL3WR7+F7a18dmYzB+lblSg4f4NgURKIb/8F/7Uyt4yeH2Jf0A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AchxQAAANsAAAAPAAAAAAAAAAAAAAAAAJgCAABkcnMv&#10;ZG93bnJldi54bWxQSwUGAAAAAAQABAD1AAAAigMAAAAA&#10;" fillcolor="#bfbfbf">
                  <v:stroke dashstyle="dash"/>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328.5MHz</w:t>
                        </w:r>
                      </w:p>
                    </w:txbxContent>
                  </v:textbox>
                </v:shape>
                <v:shape id="Zone de texte 2" o:spid="_x0000_s1078" type="#_x0000_t202" style="position:absolute;left:380;top:6481;width:4706;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P58UA&#10;AADbAAAADwAAAGRycy9kb3ducmV2LnhtbESPQWvCQBSE7wX/w/KE3uomotGmboIIhVKooO1Bb4/s&#10;Mwlm34bdrab++q5Q6HGYmW+YVTmYTlzI+daygnSSgCCurG65VvD1+fq0BOEDssbOMin4IQ9lMXpY&#10;Ya7tlXd02YdaRAj7HBU0IfS5lL5qyKCf2J44eifrDIYoXS21w2uEm05OkySTBluOCw32tGmoOu+/&#10;jYKP7c0+49yl0+yoZ+myyrJD+q7U43hYv4AINIT/8F/7TSuYLeD+Jf4A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90/nxQAAANs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3 MHz</w:t>
                        </w:r>
                      </w:p>
                    </w:txbxContent>
                  </v:textbox>
                </v:shape>
                <v:shape id="Zone de texte 2" o:spid="_x0000_s1079" type="#_x0000_t202" style="position:absolute;left:5086;top:6481;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VUaL8A&#10;AADbAAAADwAAAGRycy9kb3ducmV2LnhtbERPz2vCMBS+C/4P4QnebLohY3SmpSiCFwdzY+dH8my7&#10;NS8hyWr975fDYMeP7/eume0oJgpxcKzgoShBEGtnBu4UfLwfN88gYkI2ODomBXeK0NTLxQ4r4278&#10;RtMldSKHcKxQQZ+Sr6SMuieLsXCeOHNXFyymDEMnTcBbDrejfCzLJ2lx4NzQo6d9T/r78mMVnNvz&#10;vnwNk2395/VrRK/1wUel1qu5fQGRaE7/4j/3ySjY5rH5S/4Bsv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lVRovwAAANsAAAAPAAAAAAAAAAAAAAAAAJgCAABkcnMvZG93bnJl&#10;di54bWxQSwUGAAAAAAQABAD1AAAAhA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3.5 MHz</w:t>
                        </w:r>
                      </w:p>
                    </w:txbxContent>
                  </v:textbox>
                </v:shape>
                <v:shape id="Zone de texte 2" o:spid="_x0000_s1080" type="#_x0000_t202" style="position:absolute;left:34585;top:6481;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x88IA&#10;AADbAAAADwAAAGRycy9kb3ducmV2LnhtbESPQWsCMRSE7wX/Q3iCt5pVpNTVKItS8GKhtnh+JM/d&#10;1c1LSNJ1/fdNodDjMDPfMOvtYDvRU4itYwWzaQGCWDvTcq3g6/Pt+RVETMgGO8ek4EERtpvR0xpL&#10;4+78Qf0p1SJDOJaooEnJl1JG3ZDFOHWeOHsXFyymLEMtTcB7httOzoviRVpsOS806GnXkL6dvq2C&#10;Y3XcFe+ht5U/X64deq33Pio1GQ/VCkSiIf2H/9oHo2CxhN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2fHzwgAAANs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3.5 MHz</w:t>
                        </w:r>
                      </w:p>
                    </w:txbxContent>
                  </v:textbox>
                </v:shape>
                <v:shape id="Zone de texte 2" o:spid="_x0000_s1081" type="#_x0000_t202" style="position:absolute;left:54539;top:6481;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dBTsIA&#10;AADbAAAADwAAAGRycy9kb3ducmV2LnhtbERPz2vCMBS+C/sfwht4s2lFi+uaFhEGIjiY22G7PZq3&#10;tqx5KUmm1b/eHAY7fny/y3oygziT871lBVmSgiBurO65VfDx/rLYgPABWeNgmRRcyUNdPcxKLLS9&#10;8BudT6EVMYR9gQq6EMZCSt90ZNAndiSO3Ld1BkOErpXa4SWGm0Eu0zSXBnuODR2OtOuo+Tn9GgXH&#10;15t9wrXLlvmXXmWbJs8/s4NS88dp+wwi0BT+xX/uvVawjuvjl/gDZH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x0FOwgAAANsAAAAPAAAAAAAAAAAAAAAAAJgCAABkcnMvZG93&#10;bnJldi54bWxQSwUGAAAAAAQABAD1AAAAhw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082" type="#_x0000_t202" style="position:absolute;left:193;top:4003;width:13900;height:2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lang w:val="en-US"/>
                          </w:rPr>
                          <w:t>a) 3.5 MHz channels</w:t>
                        </w:r>
                      </w:p>
                    </w:txbxContent>
                  </v:textbox>
                </v:shape>
                <v:shape id="Zone de texte 2" o:spid="_x0000_s1083" type="#_x0000_t202" style="position:absolute;left:698;top:36940;width:13900;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5UcMA&#10;AADbAAAADwAAAGRycy9kb3ducmV2LnhtbESP3WrCQBSE7wu+w3KE3hTdKPUvugm20JLbqA9wzB6T&#10;YPZsyK4meftuodDLYWa+YQ7pYBrxpM7VlhUs5hEI4sLqmksFl/PXbAvCeWSNjWVSMJKDNJm8HDDW&#10;tuecnidfigBhF6OCyvs2ltIVFRl0c9sSB+9mO4M+yK6UusM+wE0jl1G0lgZrDgsVtvRZUXE/PYyC&#10;W9a/rXb99dtfNvn7+gPrzdWOSr1Oh+MehKfB/4f/2plWsFrC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V5UcMAAADbAAAADwAAAAAAAAAAAAAAAACYAgAAZHJzL2Rv&#10;d25yZXYueG1sUEsFBgAAAAAEAAQA9QAAAIgDAAAAAA==&#10;" stroked="f">
                  <v:textbox>
                    <w:txbxContent>
                      <w:p w:rsidR="007C20C3" w:rsidRDefault="007C20C3" w:rsidP="007716A0">
                        <w:pPr>
                          <w:pStyle w:val="NormalWeb"/>
                          <w:spacing w:before="0" w:beforeAutospacing="0" w:after="0" w:afterAutospacing="0"/>
                        </w:pPr>
                        <w:r>
                          <w:rPr>
                            <w:rFonts w:ascii="Arial" w:eastAsia="MS Mincho" w:hAnsi="Arial" w:cstheme="minorBidi"/>
                            <w:color w:val="000000" w:themeColor="text1"/>
                            <w:kern w:val="24"/>
                            <w:sz w:val="20"/>
                            <w:szCs w:val="20"/>
                          </w:rPr>
                          <w:t> </w:t>
                        </w:r>
                      </w:p>
                    </w:txbxContent>
                  </v:textbox>
                </v:shape>
                <v:shape id="Zone de texte 2" o:spid="_x0000_s1084" type="#_x0000_t202" style="position:absolute;left:386;top:19435;width:14438;height:39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c) 0.5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085" type="#_x0000_t202" style="position:absolute;left:25047;top:22578;width:954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uqEMUA&#10;AADbAAAADwAAAGRycy9kb3ducmV2LnhtbESPQWsCMRSE7wX/Q3hCL0Wzliq6NYoUCoUWwVWR3h6b&#10;183WzcuySTX+e1MQPA4z8w0zX0bbiBN1vnasYDTMQBCXTtdcKdht3wdTED4ga2wck4ILeVgueg9z&#10;zLU784ZORahEgrDPUYEJoc2l9KUhi37oWuLk/bjOYkiyq6Tu8JzgtpHPWTaRFmtOCwZbejNUHos/&#10;myi/l7j+nh2OX2s7fqr3BuNnMVHqsR9XryACxXAP39ofWsH4Bf6/pB8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a6oQxQAAANsAAAAPAAAAAAAAAAAAAAAAAJgCAABkcnMv&#10;ZG93bnJldi54bWxQSwUGAAAAAAQABAD1AAAAigM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v:textbox>
                </v:shape>
                <v:shape id="Zone de texte 2" o:spid="_x0000_s1086" type="#_x0000_t202" style="position:absolute;left:193;top:22565;width:7299;height:50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Di1sUA&#10;AADbAAAADwAAAGRycy9kb3ducmV2LnhtbESPQWvCQBSE70L/w/IK3nQTMcGm2UgpCCK0oO2hvT2y&#10;r0lo9m3YXTX667sFweMwM98w5Xo0vTiR851lBek8AUFcW91xo+DzYzNbgfABWWNvmRRcyMO6epiU&#10;WGh75j2dDqEREcK+QAVtCEMhpa9bMujndiCO3o91BkOUrpHa4TnCTS8XSZJLgx3HhRYHem2p/j0c&#10;jYK396t9wsyli/xbL9NVnedf6U6p6eP48gwi0Bju4Vt7qxVkGfx/iT9AV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sOLWxQAAANsAAAAPAAAAAAAAAAAAAAAAAJgCAABkcnMv&#10;ZG93bnJldi54bWxQSwUGAAAAAAQABAD1AAAAigMAAAAA&#10;" fillcolor="#bfbfbf">
                  <v:textbox>
                    <w:txbxContent>
                      <w:p w:rsidR="007C20C3" w:rsidRDefault="007C20C3" w:rsidP="00AE2FF9">
                        <w:pPr>
                          <w:pStyle w:val="NormalWeb"/>
                          <w:spacing w:before="0" w:beforeAutospacing="0" w:after="0" w:afterAutospacing="0"/>
                        </w:pPr>
                        <w:r>
                          <w:rPr>
                            <w:rFonts w:ascii="Arial" w:eastAsia="MS Mincho" w:hAnsi="Arial" w:cstheme="minorBidi"/>
                            <w:color w:val="000000"/>
                            <w:kern w:val="24"/>
                            <w:sz w:val="20"/>
                            <w:szCs w:val="20"/>
                            <w:lang w:val="en-US"/>
                          </w:rPr>
                          <w:t xml:space="preserve">    3</w:t>
                        </w:r>
                      </w:p>
                      <w:p w:rsidR="007C20C3" w:rsidRDefault="007C20C3" w:rsidP="00AE2FF9">
                        <w:pPr>
                          <w:pStyle w:val="NormalWeb"/>
                          <w:spacing w:before="0" w:beforeAutospacing="0" w:after="0" w:afterAutospacing="0"/>
                        </w:pPr>
                        <w:r>
                          <w:rPr>
                            <w:rFonts w:ascii="Arial" w:eastAsia="MS Mincho" w:hAnsi="Arial" w:cstheme="minorBidi"/>
                            <w:color w:val="000000"/>
                            <w:kern w:val="24"/>
                            <w:sz w:val="20"/>
                            <w:szCs w:val="20"/>
                            <w:lang w:val="en-US"/>
                          </w:rPr>
                          <w:t xml:space="preserve"> MHz</w:t>
                        </w:r>
                      </w:p>
                    </w:txbxContent>
                  </v:textbox>
                </v:shape>
                <v:shape id="Zone de texte 2" o:spid="_x0000_s1087" type="#_x0000_t202" style="position:absolute;left:5092;top:22578;width:1995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zXMEA&#10;AADbAAAADwAAAGRycy9kb3ducmV2LnhtbESPQWsCMRSE7wX/Q3iCt5q1oJTVKIsieFGoLT0/kufu&#10;6uYlJOm6/ntTKPQ4zMw3zGoz2E70FGLrWMFsWoAg1s60XCv4+ty/voOICdlg55gUPCjCZj16WWFp&#10;3J0/qD+nWmQIxxIVNCn5UsqoG7IYp84TZ+/igsWUZailCXjPcNvJt6JYSIst54UGPW0b0rfzj1Vw&#10;rI7b4hR6W/nvy7VDr/XOR6Um46Fagkg0pP/wX/tgFMwX8Psl/wC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81zBAAAA2wAAAA8AAAAAAAAAAAAAAAAAmAIAAGRycy9kb3du&#10;cmV2LnhtbFBLBQYAAAAABAAEAPUAAACGAw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0.5 MHz</w:t>
                        </w:r>
                      </w:p>
                    </w:txbxContent>
                  </v:textbox>
                </v:shape>
                <v:shape id="Zone de texte 2" o:spid="_x0000_s1088" type="#_x0000_t202" style="position:absolute;left:34591;top:22578;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Wx8IA&#10;AADbAAAADwAAAGRycy9kb3ducmV2LnhtbESPQWsCMRSE7wX/Q3iCt5pVsJXVKItS8GKhtnh+JM/d&#10;1c1LSNJ1/fdNodDjMDPfMOvtYDvRU4itYwWzaQGCWDvTcq3g6/PteQkiJmSDnWNS8KAI283oaY2l&#10;cXf+oP6UapEhHEtU0KTkSymjbshinDpPnL2LCxZTlqGWJuA9w20n50XxIi22nBca9LRrSN9O31bB&#10;sTruivfQ28qfL9cOvdZ7H5WajIdqBSLRkP7Df+2DUbB4hd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01bHwgAAANs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0.5 MHz</w:t>
                        </w:r>
                      </w:p>
                    </w:txbxContent>
                  </v:textbox>
                </v:shape>
                <v:shape id="Zone de texte 2" o:spid="_x0000_s1089" type="#_x0000_t202" style="position:absolute;left:54545;top:22578;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FNSMIA&#10;AADbAAAADwAAAGRycy9kb3ducmV2LnhtbERPz2vCMBS+C/sfwht4s2lFi+uaFhEGIjiY22G7PZq3&#10;tqx5KUmm1b/eHAY7fny/y3oygziT871lBVmSgiBurO65VfDx/rLYgPABWeNgmRRcyUNdPcxKLLS9&#10;8BudT6EVMYR9gQq6EMZCSt90ZNAndiSO3Ld1BkOErpXa4SWGm0Eu0zSXBnuODR2OtOuo+Tn9GgXH&#10;15t9wrXLlvmXXmWbJs8/s4NS88dp+wwi0BT+xX/uvVawjmPjl/gDZH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sU1IwgAAANsAAAAPAAAAAAAAAAAAAAAAAJgCAABkcnMvZG93&#10;bnJldi54bWxQSwUGAAAAAAQABAD1AAAAhw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090" type="#_x0000_t202" style="position:absolute;left:25047;top:31819;width:954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oFjsQA&#10;AADbAAAADwAAAGRycy9kb3ducmV2LnhtbESPQWsCMRSE7wX/Q3hCL0WzCkrdGqUUBKFFcNsivT02&#10;z83q5mXZpBr/vREEj8PMfMPMl9E24kSdrx0rGA0zEMSl0zVXCn6+V4NXED4ga2wck4ILeVguek9z&#10;zLU785ZORahEgrDPUYEJoc2l9KUhi37oWuLk7V1nMSTZVVJ3eE5w28hxlk2lxZrTgsGWPgyVx+Lf&#10;JsrhEjd/s93xa2MnL/WvwfhZTJV67sf3NxCBYniE7+21VjCZwe1L+gF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qBY7EAAAA2wAAAA8AAAAAAAAAAAAAAAAAmAIAAGRycy9k&#10;b3ducmV2LnhtbFBLBQYAAAAABAAEAPUAAACJAw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v:textbox>
                </v:shape>
                <v:shape id="Zone de texte 2" o:spid="_x0000_s1091" type="#_x0000_t202" style="position:absolute;left:386;top:31819;width:4706;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uL88EA&#10;AADbAAAADwAAAGRycy9kb3ducmV2LnhtbERPz2vCMBS+D/Y/hDfwNtOKBq1GGYIwhAnqDvP2aJ5t&#10;WfNSkkzr/npzEDx+fL8Xq9624kI+NI415MMMBHHpTMOVhu/j5n0KIkRkg61j0nCjAKvl68sCC+Ou&#10;vKfLIVYihXAoUEMdY1dIGcqaLIah64gTd3beYkzQV9J4vKZw28pRlilpseHUUGNH65rK38Of1fC1&#10;+3cznPh8pE5mnE9LpX7yrdaDt/5jDiJSH5/ih/vTaFB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ri/PBAAAA2wAAAA8AAAAAAAAAAAAAAAAAmAIAAGRycy9kb3du&#10;cmV2LnhtbFBLBQYAAAAABAAEAPUAAACGAw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092" type="#_x0000_t202" style="position:absolute;left:5092;top:31819;width:1995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qhlcIA&#10;AADbAAAADwAAAGRycy9kb3ducmV2LnhtbESPQWsCMRSE7wX/Q3iF3mpWD1JWs8tiEXqxUBXPj+S5&#10;u7p5CUm6rv++KRR6HGbmG2ZTT3YQI4XYO1awmBcgiLUzPbcKTsfd6xuImJANDo5JwYMi1NXsaYOl&#10;cXf+ovGQWpEhHEtU0KXkSymj7shinDtPnL2LCxZTlqGVJuA9w+0gl0WxkhZ7zgsdetp2pG+Hb6tg&#10;3+y3xWcYbePPl+uAXut3H5V6eZ6aNYhEU/oP/7U/jILVAn6/5B8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GqGVwgAAANs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 x 0.25 MHz</w:t>
                        </w:r>
                      </w:p>
                    </w:txbxContent>
                  </v:textbox>
                </v:shape>
                <v:shape id="Zone de texte 2" o:spid="_x0000_s1093" type="#_x0000_t202" style="position:absolute;left:34591;top:31819;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4sEA&#10;AADbAAAADwAAAGRycy9kb3ducmV2LnhtbESPQWsCMRSE7wX/Q3iCt5rVg8jWKIsi9KKgLT0/kufu&#10;6uYlJHHd/ntTKHgcZuYbZrUZbCd6CrF1rGA2LUAQa2darhV8f+3flyBiQjbYOSYFvxRhsx69rbA0&#10;7sEn6s+pFhnCsUQFTUq+lDLqhizGqfPE2bu4YDFlGWppAj4y3HZyXhQLabHlvNCgp21D+na+WwWH&#10;6rAtjqG3lf+5XDv0Wu98VGoyHqoPEImG9Ar/tz+NgsUc/r7kHy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IP+LBAAAA2wAAAA8AAAAAAAAAAAAAAAAAmAIAAGRycy9kb3du&#10;cmV2LnhtbFBLBQYAAAAABAAEAPUAAACGAw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 x 0.25 MHz</w:t>
                        </w:r>
                      </w:p>
                    </w:txbxContent>
                  </v:textbox>
                </v:shape>
                <v:shape id="Zone de texte 2" o:spid="_x0000_s1094" type="#_x0000_t202" style="position:absolute;left:54545;top:31819;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kVhMUA&#10;AADbAAAADwAAAGRycy9kb3ducmV2LnhtbESPQWsCMRSE7wX/Q3iCt5pdtUG3RpGCIIUW1B7q7bF5&#10;3V3cvCxJqlt/fVMoeBxm5htmue5tKy7kQ+NYQz7OQBCXzjRcafg4bh/nIEJENtg6Jg0/FGC9Gjws&#10;sTDuynu6HGIlEoRDgRrqGLtCylDWZDGMXUecvC/nLcYkfSWNx2uC21ZOskxJiw2nhRo7eqmpPB++&#10;rYa395tb4JPPJ+pkZvm8VOozf9V6NOw3zyAi9fEe/m/vjAY1hb8v6Q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eRWExQAAANs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095" type="#_x0000_t202" style="position:absolute;left:924;top:37848;width:21101;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e) 0.025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096" type="#_x0000_t202" style="position:absolute;left:25037;top:41667;width:954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vFNsUA&#10;AADbAAAADwAAAGRycy9kb3ducmV2LnhtbESPQWsCMRSE74X+h/AKvRTNWnDR1SgiCIUWoasi3h6b&#10;183WzcuySTX++6ZQ8DjMzDfMfBltKy7U+8axgtEwA0FcOd1wrWC/2wwmIHxA1tg6JgU38rBcPD7M&#10;sdDuyp90KUMtEoR9gQpMCF0hpa8MWfRD1xEn78v1FkOSfS11j9cEt618zbJcWmw4LRjsaG2oOpc/&#10;NlG+b3F7mh7PH1s7fmkOBuN7mSv1/BRXMxCBYriH/9tvWkE+hr8v6Q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S8U2xQAAANsAAAAPAAAAAAAAAAAAAAAAAJgCAABkcnMv&#10;ZG93bnJldi54bWxQSwUGAAAAAAQABAD1AAAAigM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v:textbox>
                </v:shape>
                <v:shape id="Zone de texte 2" o:spid="_x0000_s1097" type="#_x0000_t202" style="position:absolute;left:376;top:41667;width:4701;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62HMQA&#10;AADbAAAADwAAAGRycy9kb3ducmV2LnhtbESPQWsCMRSE74L/ITyhN82utEFXo4ggSKGFWg96e2ye&#10;u4ublyWJuu2vbwqFHoeZ+YZZrnvbijv50DjWkE8yEMSlMw1XGo6fu/EMRIjIBlvHpOGLAqxXw8ES&#10;C+Me/EH3Q6xEgnAoUEMdY1dIGcqaLIaJ64iTd3HeYkzSV9J4fCS4beU0y5S02HBaqLGjbU3l9XCz&#10;Gt7ev90cX3w+VWfznM9KpU75q9ZPo36zABGpj//hv/beaFAK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OthzEAAAA2wAAAA8AAAAAAAAAAAAAAAAAmAIAAGRycy9k&#10;b3ducmV2LnhtbFBLBQYAAAAABAAEAPUAAACJAw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098" type="#_x0000_t202" style="position:absolute;left:5083;top:41667;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cesEA&#10;AADbAAAADwAAAGRycy9kb3ducmV2LnhtbESPQWsCMRSE70L/Q3gFb5q1BytboyyK4EWhWnp+JM/d&#10;rZuXkKTr9t83guBxmJlvmOV6sJ3oKcTWsYLZtABBrJ1puVbwdd5NFiBiQjbYOSYFfxRhvXoZLbE0&#10;7saf1J9SLTKEY4kKmpR8KWXUDVmMU+eJs3dxwWLKMtTSBLxluO3kW1HMpcWW80KDnjYN6evp1yo4&#10;VIdNcQy9rfz35adDr/XWR6XGr0P1ASLRkJ7hR3tvFMzf4f4l/w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nHrBAAAA2wAAAA8AAAAAAAAAAAAAAAAAmAIAAGRycy9kb3du&#10;cmV2LnhtbFBLBQYAAAAABAAEAPUAAACGAw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560 x 0.025 MHz</w:t>
                        </w:r>
                      </w:p>
                    </w:txbxContent>
                  </v:textbox>
                </v:shape>
                <v:shape id="Zone de texte 2" o:spid="_x0000_s1099" type="#_x0000_t202" style="position:absolute;left:34582;top:41667;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ICL8A&#10;AADbAAAADwAAAGRycy9kb3ducmV2LnhtbERPPWvDMBDdC/0P4grZajkdTHGtBJMQ6JJA3dL5kC62&#10;W+skJMVx/n00FDo+3nezXewkZgpxdKxgXZQgiLUzI/cKvj4Pz68gYkI2ODkmBTeKsN08PjRYG3fl&#10;D5q71IscwrFGBUNKvpYy6oEsxsJ54sydXbCYMgy9NAGvOdxO8qUsK2lx5NwwoKfdQPq3u1gFx/a4&#10;K09htq3/Pv9M6LXe+6jU6mlp30AkWtK/+M/9bhRUeWz+kn+A3N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AgIvwAAANsAAAAPAAAAAAAAAAAAAAAAAJgCAABkcnMvZG93bnJl&#10;di54bWxQSwUGAAAAAAQABAD1AAAAhA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560 x 0.025 MHz</w:t>
                        </w:r>
                      </w:p>
                    </w:txbxContent>
                  </v:textbox>
                </v:shape>
                <v:shape id="Zone de texte 2" o:spid="_x0000_s1100" type="#_x0000_t202" style="position:absolute;left:54536;top:41667;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EibsQA&#10;AADbAAAADwAAAGRycy9kb3ducmV2LnhtbESPQWsCMRSE7wX/Q3hCbzW70gZdjSKFgggtVD3o7bF5&#10;7i5uXpYk6tpf3xQKHoeZ+YaZL3vbiiv50DjWkI8yEMSlMw1XGva7j5cJiBCRDbaOScOdAiwXg6c5&#10;Fsbd+Juu21iJBOFQoIY6xq6QMpQ1WQwj1xEn7+S8xZikr6TxeEtw28pxlilpseG0UGNH7zWV5+3F&#10;avj8+nFTfPP5WB3Naz4plTrkG62fh/1qBiJSHx/h//baaFBT+PuSf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RIm7EAAAA2wAAAA8AAAAAAAAAAAAAAAAAmAIAAGRycy9k&#10;b3ducmV2LnhtbFBLBQYAAAAABAAEAPUAAACJAw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group id="Group 70" o:spid="_x0000_s1101" style="position:absolute;left:380;top:1750;width:60157;height:46495" coordorigin="380,1750" coordsize="60157,68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line id="Connecteur droit 283" o:spid="_x0000_s1102" style="position:absolute;flip:x;visibility:visible;mso-wrap-style:square" from="60534,1750" to="60537,70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78xsQAAADbAAAADwAAAGRycy9kb3ducmV2LnhtbESPzW7CMBCE75V4B2uRuBUbpPITMChQ&#10;IbXHBi7clnhJAvE6ig2Et68rVeI4mplvNMt1Z2txp9ZXjjWMhgoEce5MxYWGw373PgPhA7LB2jFp&#10;eJKH9ar3tsTEuAf/0D0LhYgQ9glqKENoEil9XpJFP3QNcfTOrrUYomwLaVp8RLit5VipibRYcVwo&#10;saFtSfk1u1kNaTPenD7DMbt8zLfT43OjJum30nrQ79IFiEBdeIX/219Gw3QEf1/iD5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vvzGxAAAANsAAAAPAAAAAAAAAAAA&#10;AAAAAKECAABkcnMvZG93bnJldi54bWxQSwUGAAAAAAQABAD5AAAAkgMAAAAA&#10;" strokecolor="windowText" strokeweight="1.5pt">
                    <v:shadow on="t" color="black" opacity="24903f" origin=",.5" offset="0,.55556mm"/>
                  </v:line>
                  <v:line id="Connecteur droit 284" o:spid="_x0000_s1103" style="position:absolute;flip:x;visibility:visible;mso-wrap-style:square" from="380,1750" to="386,70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xiscMAAADbAAAADwAAAGRycy9kb3ducmV2LnhtbESPQWvCQBSE7wX/w/IK3upuA2obXSUq&#10;gh4be/H2mn0mabNvQ3bV+O9doeBxmJlvmPmyt424UOdrxxreRwoEceFMzaWG78P27QOED8gGG8ek&#10;4UYelovByxxT4678RZc8lCJC2KeooQqhTaX0RUUW/ci1xNE7uc5iiLIrpenwGuG2kYlSE2mx5rhQ&#10;YUvrioq//Gw1ZG2y+tmEY/47/lxPj7eVmmR7pfXwtc9mIAL14Rn+b++MhmkCjy/xB8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sYrHDAAAA2wAAAA8AAAAAAAAAAAAA&#10;AAAAoQIAAGRycy9kb3ducmV2LnhtbFBLBQYAAAAABAAEAPkAAACRAwAAAAA=&#10;" strokecolor="windowText" strokeweight="1.5pt">
                    <v:shadow on="t" color="black" opacity="24903f" origin=",.5" offset="0,.55556mm"/>
                  </v:line>
                </v:group>
                <v:shape id="Zone de texte 2" o:spid="_x0000_s1104" type="#_x0000_t202" style="position:absolute;left:924;top:29156;width:16966;height:2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AqsQA&#10;AADbAAAADwAAAGRycy9kb3ducmV2LnhtbESP3WrCQBSE74W+w3IKvZG6sbZGo2tohZbcxvoAx+wx&#10;CWbPhuyan7fvFgq9HGbmG2afjqYRPXWutqxguYhAEBdW11wqOH9/Pm9AOI+ssbFMCiZykB4eZntM&#10;tB04p/7kSxEg7BJUUHnfJlK6oiKDbmFb4uBdbWfQB9mVUnc4BLhp5EsUraXBmsNChS0dKypup7tR&#10;cM2G+dt2uHz5c5y/rj+wji92UurpcXzfgfA0+v/wXzvTCuIV/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sgKrEAAAA2wAAAA8AAAAAAAAAAAAAAAAAmAIAAGRycy9k&#10;b3ducmV2LnhtbFBLBQYAAAAABAAEAPUAAACJAwAAAAA=&#10;" stroked="f">
                  <v:textbo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d) 0.25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105" type="#_x0000_t202" style="position:absolute;left:25047;top:14401;width:954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72cMUA&#10;AADbAAAADwAAAGRycy9kb3ducmV2LnhtbESPQWsCMRSE74L/IbxCL6LZllbt1iilUCi0CK6KeHts&#10;Xjerm5dlk2r8941Q8DjMzDfMbBFtI07U+dqxgodRBoK4dLrmSsFm/TGcgvABWWPjmBRcyMNi3u/N&#10;MNfuzCs6FaESCcI+RwUmhDaX0peGLPqRa4mT9+M6iyHJrpK6w3OC20Y+ZtlYWqw5LRhs6d1QeSx+&#10;baIcLnG5f9kdv5f2eVBvDcavYqzU/V18ewURKIZb+L/9qRVMnuD6Jf0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3vZwxQAAANsAAAAPAAAAAAAAAAAAAAAAAJgCAABkcnMv&#10;ZG93bnJldi54bWxQSwUGAAAAAAQABAD1AAAAigM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328.5 MHz</w:t>
                        </w:r>
                      </w:p>
                    </w:txbxContent>
                  </v:textbox>
                </v:shape>
                <v:shape id="Zone de texte 2" o:spid="_x0000_s1106" type="#_x0000_t202" style="position:absolute;left:386;top:14401;width:4706;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W+tsUA&#10;AADbAAAADwAAAGRycy9kb3ducmV2LnhtbESPT2vCQBTE70K/w/IKvekmUqNGVykFoRQU/HPQ2yP7&#10;moRm34bdVdN+elcQPA4z8xtmvuxMIy7kfG1ZQTpIQBAXVtdcKjjsV/0JCB+QNTaWScEfeVguXnpz&#10;zLW98pYuu1CKCGGfo4IqhDaX0hcVGfQD2xJH78c6gyFKV0rt8BrhppHDJMmkwZrjQoUtfVZU/O7O&#10;RsF682+nOHLpMDvp93RSZNkx/Vbq7bX7mIEI1IVn+NH+0grGI7h/i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Bb62xQAAANs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07" type="#_x0000_t202" style="position:absolute;left:5092;top:14401;width:1995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vPMEA&#10;AADbAAAADwAAAGRycy9kb3ducmV2LnhtbESPQWsCMRSE70L/Q3gFb5q1BytboyyK4EWhWnp+JM/d&#10;rZuXkKTr9t83guBxmJlvmOV6sJ3oKcTWsYLZtABBrJ1puVbwdd5NFiBiQjbYOSYFfxRhvXoZLbE0&#10;7saf1J9SLTKEY4kKmpR8KWXUDVmMU+eJs3dxwWLKMtTSBLxluO3kW1HMpcWW80KDnjYN6evp1yo4&#10;VIdNcQy9rfz35adDr/XWR6XGr0P1ASLRkJ7hR3tvFLzP4f4l/w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qrzzBAAAA2wAAAA8AAAAAAAAAAAAAAAAAmAIAAGRycy9kb3du&#10;cmV2LnhtbFBLBQYAAAAABAAEAPUAAACGAw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8 x 1.75 MHz</w:t>
                        </w:r>
                      </w:p>
                    </w:txbxContent>
                  </v:textbox>
                </v:shape>
                <v:shape id="Zone de texte 2" o:spid="_x0000_s1108" type="#_x0000_t202" style="position:absolute;left:54552;top:14401;width:5991;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uFWsUA&#10;AADbAAAADwAAAGRycy9kb3ducmV2LnhtbESPT2vCQBTE74V+h+UVvNVNxEaNrlIKghQs+Oegt0f2&#10;NQnNvg27q0Y/vSsUPA4z8xtmtuhMI87kfG1ZQdpPQBAXVtdcKtjvlu9jED4ga2wsk4IreVjMX19m&#10;mGt74Q2dt6EUEcI+RwVVCG0upS8qMuj7tiWO3q91BkOUrpTa4SXCTSMHSZJJgzXHhQpb+qqo+Nue&#10;jIL1z81O8MOlg+yoh+m4yLJD+q1U7637nIII1IVn+L+90gpGI3h8iT9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4VaxQAAANs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rPr>
                          <w:t>5.5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09" type="#_x0000_t202" style="position:absolute;left:34597;top:14401;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e1b8A&#10;AADbAAAADwAAAGRycy9kb3ducmV2LnhtbERPPWvDMBDdA/kP4gLZYrkd0uJGNiYhkCWFpqXzIV1s&#10;t9ZJSKrj/PtqKHR8vO9dM9tRTBTi4FjBQ1GCINbODNwp+Hg/bp5BxIRscHRMCu4UoamXix1Wxt34&#10;jaZL6kQO4Vihgj4lX0kZdU8WY+E8ceauLlhMGYZOmoC3HG5H+ViWW2lx4NzQo6d9T/r78mMVnNvz&#10;vnwNk2395/VrRK/1wUel1qu5fQGRaE7/4j/3ySh4ymPzl/wDZP0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Z7VvwAAANsAAAAPAAAAAAAAAAAAAAAAAJgCAABkcnMvZG93bnJl&#10;di54bWxQSwUGAAAAAAQABAD1AAAAhA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8 x 1.75 MHz</w:t>
                        </w:r>
                      </w:p>
                    </w:txbxContent>
                  </v:textbox>
                </v:shape>
                <v:shape id="Zone de texte 2" o:spid="_x0000_s1110" type="#_x0000_t202" style="position:absolute;left:698;top:11893;width:18758;height:2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3QMMA&#10;AADbAAAADwAAAGRycy9kb3ducmV2LnhtbESP0WrCQBRE3wX/YbmFvohulJrU1FW00JJXNR9wzV6T&#10;0OzdkF1N8vfdQsHHYWbOMNv9YBrxoM7VlhUsFxEI4sLqmksF+eVr/g7CeWSNjWVSMJKD/W462WKq&#10;bc8nepx9KQKEXYoKKu/bVEpXVGTQLWxLHLyb7Qz6ILtS6g77ADeNXEVRLA3WHBYqbOmzouLnfDcK&#10;blk/W2/667fPk9NbfMQ6udpRqdeX4fABwtPgn+H/dqYVJ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S3QMMAAADbAAAADwAAAAAAAAAAAAAAAACYAgAAZHJzL2Rv&#10;d25yZXYueG1sUEsFBgAAAAAEAAQA9QAAAIgDAAAAAA==&#10;" stroked="f">
                  <v:textbo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lang w:val="en-US"/>
                          </w:rPr>
                          <w:t>b) 1.75 MHz channels</w:t>
                        </w:r>
                      </w:p>
                    </w:txbxContent>
                  </v:textbox>
                </v:shape>
                <w10:anchorlock/>
              </v:group>
            </w:pict>
          </mc:Fallback>
        </mc:AlternateContent>
      </w:r>
    </w:p>
    <w:p w:rsidR="007716A0" w:rsidRDefault="007716A0" w:rsidP="007716A0">
      <w:pPr>
        <w:pStyle w:val="ECCFiguretitle"/>
      </w:pPr>
      <w:r>
        <w:t>Occupied spectrum</w:t>
      </w:r>
    </w:p>
    <w:p w:rsidR="007716A0" w:rsidRDefault="007716A0" w:rsidP="007716A0">
      <w:pPr>
        <w:pStyle w:val="ECCAnnexheading2"/>
      </w:pPr>
      <w:r w:rsidRPr="009754D8">
        <w:lastRenderedPageBreak/>
        <w:t>Implementation of narrow channels and 30 MH</w:t>
      </w:r>
      <w:r w:rsidRPr="001066DC">
        <w:rPr>
          <w:sz w:val="16"/>
        </w:rPr>
        <w:t>z</w:t>
      </w:r>
      <w:r w:rsidRPr="009754D8">
        <w:t xml:space="preserve"> channels</w:t>
      </w:r>
    </w:p>
    <w:p w:rsidR="007716A0" w:rsidRDefault="007716A0" w:rsidP="007716A0">
      <w:pPr>
        <w:pStyle w:val="ECCAnnexheading3"/>
      </w:pPr>
      <w:r w:rsidRPr="009754D8">
        <w:t>Derivation of radio frequency channel</w:t>
      </w:r>
    </w:p>
    <w:p w:rsidR="007716A0" w:rsidRDefault="007716A0" w:rsidP="007716A0">
      <w:pPr>
        <w:pStyle w:val="ECCParagraph"/>
      </w:pPr>
      <w:r>
        <w:rPr>
          <w:lang w:val="en-US"/>
        </w:rPr>
        <w:t xml:space="preserve">The radio frequency channel arrangement for carrier </w:t>
      </w:r>
      <w:proofErr w:type="spellStart"/>
      <w:r>
        <w:rPr>
          <w:lang w:val="en-US"/>
        </w:rPr>
        <w:t>spacings</w:t>
      </w:r>
      <w:proofErr w:type="spellEnd"/>
      <w:r>
        <w:rPr>
          <w:lang w:val="en-US"/>
        </w:rPr>
        <w:t xml:space="preserve"> of 3.5 MHz, 1.75 MHz, 0.5 MHz, 0.25 MHz and 0.025 MHz shall be derived as follows:</w:t>
      </w:r>
    </w:p>
    <w:p w:rsidR="007716A0" w:rsidRDefault="007716A0" w:rsidP="007716A0">
      <w:pPr>
        <w:pStyle w:val="ECCParagraph"/>
      </w:pPr>
      <w:r>
        <w:rPr>
          <w:lang w:val="en-US"/>
        </w:rPr>
        <w:t>Let</w:t>
      </w:r>
    </w:p>
    <w:p w:rsidR="007716A0" w:rsidRDefault="007716A0" w:rsidP="00DB3776">
      <w:pPr>
        <w:pStyle w:val="ECCParagraph"/>
        <w:ind w:left="1134" w:hanging="567"/>
      </w:pPr>
      <w:r>
        <w:rPr>
          <w:lang w:val="en-US"/>
        </w:rPr>
        <w:t>f</w:t>
      </w:r>
      <w:r w:rsidRPr="00A3123A">
        <w:rPr>
          <w:vertAlign w:val="subscript"/>
          <w:lang w:val="en-US"/>
        </w:rPr>
        <w:t>0</w:t>
      </w:r>
      <w:r>
        <w:rPr>
          <w:lang w:val="en-US"/>
        </w:rPr>
        <w:tab/>
        <w:t>be the frequency (MHz) of the center of the band of frequencies occupied, f</w:t>
      </w:r>
      <w:r w:rsidRPr="00A3123A">
        <w:rPr>
          <w:vertAlign w:val="subscript"/>
          <w:lang w:val="en-US"/>
        </w:rPr>
        <w:t>0</w:t>
      </w:r>
      <w:r>
        <w:rPr>
          <w:lang w:val="en-US"/>
        </w:rPr>
        <w:t xml:space="preserve"> = 6 950 MHz,</w:t>
      </w:r>
    </w:p>
    <w:p w:rsidR="007716A0" w:rsidRDefault="007716A0" w:rsidP="00DB3776">
      <w:pPr>
        <w:pStyle w:val="ECCParagraph"/>
        <w:ind w:left="1134" w:hanging="567"/>
      </w:pPr>
      <w:proofErr w:type="spellStart"/>
      <w:r>
        <w:rPr>
          <w:lang w:val="en-US"/>
        </w:rPr>
        <w:t>fn</w:t>
      </w:r>
      <w:proofErr w:type="spellEnd"/>
      <w:r>
        <w:rPr>
          <w:lang w:val="en-US"/>
        </w:rPr>
        <w:tab/>
        <w:t>be the center frequency (MHz) of one radio-frequency channel in the lower half of the band,</w:t>
      </w:r>
    </w:p>
    <w:p w:rsidR="007716A0" w:rsidRDefault="007716A0" w:rsidP="00DB3776">
      <w:pPr>
        <w:pStyle w:val="ECCParagraph"/>
        <w:ind w:left="1134" w:hanging="567"/>
      </w:pPr>
      <w:proofErr w:type="spellStart"/>
      <w:r>
        <w:rPr>
          <w:lang w:val="en-US"/>
        </w:rPr>
        <w:t>fn</w:t>
      </w:r>
      <w:proofErr w:type="spellEnd"/>
      <w:r>
        <w:rPr>
          <w:lang w:val="en-US"/>
        </w:rPr>
        <w:t>’</w:t>
      </w:r>
      <w:r>
        <w:rPr>
          <w:lang w:val="en-US"/>
        </w:rPr>
        <w:tab/>
        <w:t>be the center frequency (MHz) of one radio-frequency channel in the upper half of the band,</w:t>
      </w:r>
    </w:p>
    <w:p w:rsidR="007716A0" w:rsidRDefault="007716A0" w:rsidP="007716A0">
      <w:pPr>
        <w:pStyle w:val="ECCParagraph"/>
      </w:pPr>
      <w:r>
        <w:rPr>
          <w:lang w:val="en-US"/>
        </w:rPr>
        <w:t>then the frequencies (MHz) of individual channels are expressed by the following relationships:</w:t>
      </w:r>
    </w:p>
    <w:p w:rsidR="007716A0" w:rsidRDefault="007716A0" w:rsidP="007716A0">
      <w:pPr>
        <w:pStyle w:val="ECCParagraph"/>
      </w:pPr>
    </w:p>
    <w:p w:rsidR="007716A0" w:rsidRDefault="007716A0" w:rsidP="00DB3776">
      <w:pPr>
        <w:pStyle w:val="ECCParagraph"/>
        <w:ind w:left="567" w:hanging="567"/>
      </w:pPr>
      <w:r w:rsidRPr="00DB3776">
        <w:rPr>
          <w:color w:val="FF0000"/>
        </w:rPr>
        <w:t xml:space="preserve">a) </w:t>
      </w:r>
      <w:r w:rsidR="00DB3776">
        <w:tab/>
      </w:r>
      <w:proofErr w:type="gramStart"/>
      <w:r>
        <w:t>for</w:t>
      </w:r>
      <w:proofErr w:type="gramEnd"/>
      <w:r>
        <w:t xml:space="preserve"> systems with a carrier spacing of 3.5 MHz:</w:t>
      </w:r>
    </w:p>
    <w:p w:rsidR="007716A0" w:rsidRDefault="007716A0" w:rsidP="00DB3776">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175.25 +  3.5 n</w:t>
      </w:r>
    </w:p>
    <w:p w:rsidR="007716A0" w:rsidRDefault="007716A0" w:rsidP="00DB3776">
      <w:pPr>
        <w:pStyle w:val="ECCParagraph"/>
        <w:spacing w:after="120"/>
        <w:ind w:left="567"/>
      </w:pPr>
      <w:r>
        <w:t xml:space="preserve">upper half of the band: </w:t>
      </w:r>
      <w:proofErr w:type="spellStart"/>
      <w:r>
        <w:t>f</w:t>
      </w:r>
      <w:r w:rsidRPr="00160554">
        <w:t>n</w:t>
      </w:r>
      <w:proofErr w:type="spellEnd"/>
      <w:r>
        <w:t>’ = f</w:t>
      </w:r>
      <w:r w:rsidRPr="00D61023">
        <w:rPr>
          <w:vertAlign w:val="subscript"/>
        </w:rPr>
        <w:t>0</w:t>
      </w:r>
      <w:r>
        <w:t xml:space="preserve"> + 164.75 +  3.5 n</w:t>
      </w:r>
      <w:r>
        <w:tab/>
      </w:r>
      <w:r>
        <w:tab/>
      </w:r>
      <w:r>
        <w:tab/>
      </w:r>
      <w:r>
        <w:tab/>
        <w:t>where n = 1, 2.</w:t>
      </w:r>
    </w:p>
    <w:p w:rsidR="007716A0" w:rsidRDefault="007716A0" w:rsidP="007716A0">
      <w:pPr>
        <w:pStyle w:val="ECCParagraph"/>
      </w:pPr>
    </w:p>
    <w:p w:rsidR="007716A0" w:rsidRDefault="007716A0" w:rsidP="00DB3776">
      <w:pPr>
        <w:pStyle w:val="ECCParagraph"/>
        <w:ind w:left="567" w:hanging="567"/>
      </w:pPr>
      <w:r w:rsidRPr="00DB3776">
        <w:rPr>
          <w:color w:val="FF0000"/>
        </w:rPr>
        <w:t xml:space="preserve">b) </w:t>
      </w:r>
      <w:r w:rsidR="00DB3776">
        <w:tab/>
      </w:r>
      <w:proofErr w:type="gramStart"/>
      <w:r>
        <w:t>for</w:t>
      </w:r>
      <w:proofErr w:type="gramEnd"/>
      <w:r>
        <w:t xml:space="preserve"> systems with a carrier spacing of 1.75 MHz:</w:t>
      </w:r>
    </w:p>
    <w:p w:rsidR="007716A0" w:rsidRDefault="007716A0" w:rsidP="00DB3776">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174.375 +  1.75 n</w:t>
      </w:r>
    </w:p>
    <w:p w:rsidR="007716A0" w:rsidRDefault="007716A0" w:rsidP="00DB3776">
      <w:pPr>
        <w:pStyle w:val="ECCParagraph"/>
        <w:spacing w:after="120"/>
        <w:ind w:left="567"/>
      </w:pPr>
      <w:proofErr w:type="gramStart"/>
      <w:r>
        <w:t>upper</w:t>
      </w:r>
      <w:proofErr w:type="gramEnd"/>
      <w:r>
        <w:t xml:space="preserve"> half of the band: </w:t>
      </w:r>
      <w:proofErr w:type="spellStart"/>
      <w:r>
        <w:t>f</w:t>
      </w:r>
      <w:r w:rsidRPr="00160554">
        <w:t>n</w:t>
      </w:r>
      <w:proofErr w:type="spellEnd"/>
      <w:r>
        <w:t>’ = f</w:t>
      </w:r>
      <w:r w:rsidRPr="00D61023">
        <w:rPr>
          <w:vertAlign w:val="subscript"/>
        </w:rPr>
        <w:t>0</w:t>
      </w:r>
      <w:r>
        <w:t xml:space="preserve"> + 165.625 +  1.75 n</w:t>
      </w:r>
      <w:r>
        <w:tab/>
      </w:r>
      <w:r>
        <w:tab/>
      </w:r>
      <w:r>
        <w:tab/>
      </w:r>
      <w:r w:rsidR="00DB3776">
        <w:tab/>
      </w:r>
      <w:r>
        <w:t>where n = 1, 2, 3, 4.</w:t>
      </w:r>
    </w:p>
    <w:p w:rsidR="007716A0" w:rsidRDefault="007716A0" w:rsidP="007716A0">
      <w:pPr>
        <w:pStyle w:val="ECCParagraph"/>
      </w:pPr>
    </w:p>
    <w:p w:rsidR="007716A0" w:rsidRDefault="007716A0" w:rsidP="00DB3776">
      <w:pPr>
        <w:pStyle w:val="ECCParagraph"/>
        <w:ind w:left="567" w:hanging="567"/>
      </w:pPr>
      <w:r w:rsidRPr="00DB3776">
        <w:rPr>
          <w:color w:val="FF0000"/>
        </w:rPr>
        <w:t xml:space="preserve">c) </w:t>
      </w:r>
      <w:r w:rsidR="00DB3776">
        <w:tab/>
      </w:r>
      <w:proofErr w:type="gramStart"/>
      <w:r>
        <w:t>for</w:t>
      </w:r>
      <w:proofErr w:type="gramEnd"/>
      <w:r>
        <w:t xml:space="preserve"> systems with a carrier spacing of 0.5 MHz:</w:t>
      </w:r>
    </w:p>
    <w:p w:rsidR="007716A0" w:rsidRDefault="007716A0" w:rsidP="00DB3776">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173.75 +  0.5 n</w:t>
      </w:r>
    </w:p>
    <w:p w:rsidR="007716A0" w:rsidRDefault="007716A0" w:rsidP="00DB3776">
      <w:pPr>
        <w:pStyle w:val="ECCParagraph"/>
        <w:spacing w:after="120"/>
        <w:ind w:left="567"/>
      </w:pPr>
      <w:r>
        <w:t xml:space="preserve">upper half of the band: </w:t>
      </w:r>
      <w:proofErr w:type="spellStart"/>
      <w:r>
        <w:t>fn</w:t>
      </w:r>
      <w:proofErr w:type="spellEnd"/>
      <w:r>
        <w:t>’ = f</w:t>
      </w:r>
      <w:r w:rsidRPr="00D61023">
        <w:rPr>
          <w:vertAlign w:val="subscript"/>
        </w:rPr>
        <w:t>0</w:t>
      </w:r>
      <w:r>
        <w:t xml:space="preserve"> + 166.25 + 0.5  n</w:t>
      </w:r>
      <w:r>
        <w:tab/>
      </w:r>
      <w:r>
        <w:tab/>
      </w:r>
      <w:r>
        <w:tab/>
      </w:r>
      <w:r w:rsidR="00AE2FF9">
        <w:tab/>
      </w:r>
      <w:r>
        <w:t>where n = 1, 2…..9, 14.</w:t>
      </w:r>
    </w:p>
    <w:p w:rsidR="007716A0" w:rsidRDefault="007716A0" w:rsidP="007716A0">
      <w:pPr>
        <w:pStyle w:val="ECCParagraph"/>
      </w:pPr>
    </w:p>
    <w:p w:rsidR="007716A0" w:rsidRDefault="007716A0" w:rsidP="00DB3776">
      <w:pPr>
        <w:pStyle w:val="ECCParagraph"/>
        <w:ind w:left="567" w:hanging="567"/>
      </w:pPr>
      <w:r w:rsidRPr="00DB3776">
        <w:rPr>
          <w:color w:val="FF0000"/>
        </w:rPr>
        <w:t xml:space="preserve">d) </w:t>
      </w:r>
      <w:r w:rsidR="00DB3776">
        <w:tab/>
      </w:r>
      <w:proofErr w:type="gramStart"/>
      <w:r>
        <w:t>for</w:t>
      </w:r>
      <w:proofErr w:type="gramEnd"/>
      <w:r>
        <w:t xml:space="preserve"> systems with a carrier spacing of 0.25 MHz:</w:t>
      </w:r>
    </w:p>
    <w:p w:rsidR="007716A0" w:rsidRDefault="007716A0" w:rsidP="00DB3776">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173.625 +  0.25 n</w:t>
      </w:r>
    </w:p>
    <w:p w:rsidR="007716A0" w:rsidRDefault="007716A0" w:rsidP="00DB3776">
      <w:pPr>
        <w:pStyle w:val="ECCParagraph"/>
        <w:spacing w:after="120"/>
        <w:ind w:left="567"/>
      </w:pPr>
      <w:proofErr w:type="gramStart"/>
      <w:r>
        <w:t>upper</w:t>
      </w:r>
      <w:proofErr w:type="gramEnd"/>
      <w:r>
        <w:t xml:space="preserve"> half of the band: </w:t>
      </w:r>
      <w:proofErr w:type="spellStart"/>
      <w:r>
        <w:t>fn</w:t>
      </w:r>
      <w:proofErr w:type="spellEnd"/>
      <w:r>
        <w:t>’ = f</w:t>
      </w:r>
      <w:r w:rsidRPr="00D61023">
        <w:rPr>
          <w:vertAlign w:val="subscript"/>
        </w:rPr>
        <w:t>0</w:t>
      </w:r>
      <w:r>
        <w:t xml:space="preserve"> + 166.375 + 0.25  n</w:t>
      </w:r>
      <w:r>
        <w:tab/>
      </w:r>
      <w:r>
        <w:tab/>
      </w:r>
      <w:r w:rsidR="00AE2FF9">
        <w:tab/>
      </w:r>
      <w:r w:rsidR="00DB3776">
        <w:tab/>
      </w:r>
      <w:r>
        <w:t>where n = 1, 2…..27, 28.</w:t>
      </w:r>
    </w:p>
    <w:p w:rsidR="007716A0" w:rsidRDefault="007716A0" w:rsidP="007716A0">
      <w:pPr>
        <w:pStyle w:val="ECCParagraph"/>
      </w:pPr>
    </w:p>
    <w:p w:rsidR="007716A0" w:rsidRDefault="007716A0" w:rsidP="00DB3776">
      <w:pPr>
        <w:pStyle w:val="ECCParagraph"/>
        <w:ind w:left="567" w:hanging="567"/>
      </w:pPr>
      <w:r w:rsidRPr="00DB3776">
        <w:rPr>
          <w:color w:val="FF0000"/>
        </w:rPr>
        <w:t xml:space="preserve">e) </w:t>
      </w:r>
      <w:r w:rsidR="00DB3776">
        <w:tab/>
      </w:r>
      <w:proofErr w:type="gramStart"/>
      <w:r>
        <w:t>for</w:t>
      </w:r>
      <w:proofErr w:type="gramEnd"/>
      <w:r>
        <w:t xml:space="preserve"> systems with a carrier spacing of 0.025 MHz:</w:t>
      </w:r>
    </w:p>
    <w:p w:rsidR="007716A0" w:rsidRDefault="007716A0" w:rsidP="00DB3776">
      <w:pPr>
        <w:pStyle w:val="ECCParagraph"/>
        <w:spacing w:after="120"/>
        <w:ind w:left="567"/>
      </w:pPr>
      <w:r>
        <w:t xml:space="preserve">lower half of the band: </w:t>
      </w:r>
      <w:proofErr w:type="spellStart"/>
      <w:r>
        <w:t>fn</w:t>
      </w:r>
      <w:proofErr w:type="spellEnd"/>
      <w:r>
        <w:t xml:space="preserve"> = f</w:t>
      </w:r>
      <w:r w:rsidRPr="00D61023">
        <w:rPr>
          <w:vertAlign w:val="subscript"/>
        </w:rPr>
        <w:t>0</w:t>
      </w:r>
      <w:r>
        <w:t xml:space="preserve"> – 173.5125 +  0.025 n</w:t>
      </w:r>
    </w:p>
    <w:p w:rsidR="007716A0" w:rsidRDefault="007716A0" w:rsidP="00DB3776">
      <w:pPr>
        <w:pStyle w:val="ECCParagraph"/>
        <w:ind w:left="567"/>
      </w:pPr>
      <w:r>
        <w:t xml:space="preserve">upper half of the band: </w:t>
      </w:r>
      <w:proofErr w:type="spellStart"/>
      <w:r>
        <w:t>fn</w:t>
      </w:r>
      <w:proofErr w:type="spellEnd"/>
      <w:r>
        <w:t>’ = f</w:t>
      </w:r>
      <w:r w:rsidRPr="00D61023">
        <w:rPr>
          <w:vertAlign w:val="subscript"/>
        </w:rPr>
        <w:t>0</w:t>
      </w:r>
      <w:r>
        <w:t xml:space="preserve"> + 166.4875 + 0.025  n</w:t>
      </w:r>
      <w:r>
        <w:tab/>
      </w:r>
      <w:r>
        <w:tab/>
      </w:r>
      <w:r w:rsidR="00AE2FF9">
        <w:tab/>
      </w:r>
      <w:r>
        <w:t>where n = 1, 2…..199, 280.</w:t>
      </w:r>
    </w:p>
    <w:p w:rsidR="007716A0" w:rsidRPr="007716A0" w:rsidRDefault="007716A0" w:rsidP="007716A0">
      <w:pPr>
        <w:pStyle w:val="ECCParagraph"/>
      </w:pPr>
    </w:p>
    <w:p w:rsidR="007716A0" w:rsidRDefault="007716A0" w:rsidP="00AE2FF9">
      <w:pPr>
        <w:pStyle w:val="ECCAnnexheading3"/>
        <w:keepNext/>
      </w:pPr>
      <w:r>
        <w:lastRenderedPageBreak/>
        <w:t>Calc</w:t>
      </w:r>
      <w:r w:rsidR="008158D0">
        <w:t>ulated parameters according to R</w:t>
      </w:r>
      <w:r>
        <w:t>ecommendation ITU-R F.746</w:t>
      </w:r>
    </w:p>
    <w:p w:rsidR="007716A0" w:rsidRDefault="007716A0" w:rsidP="00AE2FF9">
      <w:pPr>
        <w:pStyle w:val="Caption"/>
        <w:keepNext/>
      </w:pPr>
      <w:r>
        <w:t xml:space="preserve">Table </w:t>
      </w:r>
      <w:r>
        <w:fldChar w:fldCharType="begin"/>
      </w:r>
      <w:r>
        <w:instrText xml:space="preserve"> SEQ Table \* ARABIC </w:instrText>
      </w:r>
      <w:r>
        <w:fldChar w:fldCharType="separate"/>
      </w:r>
      <w:r w:rsidR="00037F09">
        <w:rPr>
          <w:noProof/>
        </w:rPr>
        <w:t>3</w:t>
      </w:r>
      <w:r>
        <w:fldChar w:fldCharType="end"/>
      </w:r>
      <w:r>
        <w:t>:</w:t>
      </w:r>
      <w:r w:rsidRPr="007716A0">
        <w:t xml:space="preserve"> </w:t>
      </w:r>
      <w:r>
        <w:t>Calc</w:t>
      </w:r>
      <w:r w:rsidR="008158D0">
        <w:t>ulated parameters according to R</w:t>
      </w:r>
      <w:r>
        <w:t>ecommendation ITU-R F.746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59"/>
        <w:gridCol w:w="1276"/>
        <w:gridCol w:w="1275"/>
        <w:gridCol w:w="1276"/>
        <w:gridCol w:w="1276"/>
        <w:gridCol w:w="1276"/>
        <w:gridCol w:w="1275"/>
        <w:gridCol w:w="1242"/>
      </w:tblGrid>
      <w:tr w:rsidR="007716A0" w:rsidRPr="00AD1EC4" w:rsidTr="007716A0">
        <w:trPr>
          <w:tblHeader/>
        </w:trPr>
        <w:tc>
          <w:tcPr>
            <w:tcW w:w="959" w:type="dxa"/>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7716A0" w:rsidRDefault="007716A0" w:rsidP="00AE2FF9">
            <w:pPr>
              <w:pStyle w:val="ECCParagraph"/>
              <w:keepNext/>
              <w:spacing w:after="0"/>
              <w:jc w:val="center"/>
              <w:rPr>
                <w:b/>
                <w:color w:val="FFFFFF" w:themeColor="background1"/>
              </w:rPr>
            </w:pPr>
            <w:r w:rsidRPr="00AD1EC4">
              <w:rPr>
                <w:b/>
                <w:color w:val="FFFFFF" w:themeColor="background1"/>
              </w:rPr>
              <w:t>XS</w:t>
            </w:r>
          </w:p>
          <w:p w:rsidR="007716A0" w:rsidRPr="00AD1EC4" w:rsidRDefault="007716A0" w:rsidP="00AE2FF9">
            <w:pPr>
              <w:pStyle w:val="ECCParagraph"/>
              <w:keepNext/>
              <w:spacing w:after="0"/>
              <w:jc w:val="center"/>
              <w:rPr>
                <w:b/>
                <w:color w:val="FFFFFF" w:themeColor="background1"/>
              </w:rPr>
            </w:pPr>
            <w:r w:rsidRPr="00C00D6B">
              <w:rPr>
                <w:b/>
                <w:color w:val="FFFFFF" w:themeColor="background1"/>
                <w:sz w:val="18"/>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7716A0" w:rsidRPr="00AD1EC4" w:rsidRDefault="007716A0" w:rsidP="00AE2FF9">
            <w:pPr>
              <w:pStyle w:val="ECCParagraph"/>
              <w:keepNext/>
              <w:spacing w:after="0"/>
              <w:jc w:val="center"/>
              <w:rPr>
                <w:b/>
                <w:color w:val="FFFFFF" w:themeColor="background1"/>
              </w:rPr>
            </w:pPr>
            <w:r w:rsidRPr="00AD1EC4">
              <w:rPr>
                <w:b/>
                <w:color w:val="FFFFFF" w:themeColor="background1"/>
              </w:rPr>
              <w:t>n</w:t>
            </w:r>
          </w:p>
        </w:tc>
        <w:tc>
          <w:tcPr>
            <w:tcW w:w="1275"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7716A0" w:rsidRDefault="007716A0" w:rsidP="00AE2FF9">
            <w:pPr>
              <w:pStyle w:val="ECCParagraph"/>
              <w:keepNext/>
              <w:spacing w:after="0"/>
              <w:jc w:val="center"/>
              <w:rPr>
                <w:b/>
                <w:color w:val="FFFFFF" w:themeColor="background1"/>
                <w:vertAlign w:val="subscript"/>
              </w:rPr>
            </w:pPr>
            <w:r w:rsidRPr="00AD1EC4">
              <w:rPr>
                <w:b/>
                <w:color w:val="FFFFFF" w:themeColor="background1"/>
              </w:rPr>
              <w:t>f</w:t>
            </w:r>
            <w:r w:rsidRPr="00AD1EC4">
              <w:rPr>
                <w:b/>
                <w:color w:val="FFFFFF" w:themeColor="background1"/>
                <w:vertAlign w:val="subscript"/>
              </w:rPr>
              <w:t>1</w:t>
            </w:r>
          </w:p>
          <w:p w:rsidR="007716A0" w:rsidRPr="00AD1EC4" w:rsidRDefault="007716A0" w:rsidP="00AE2FF9">
            <w:pPr>
              <w:pStyle w:val="ECCParagraph"/>
              <w:keepNext/>
              <w:spacing w:after="0"/>
              <w:jc w:val="center"/>
              <w:rPr>
                <w:b/>
                <w:color w:val="FFFFFF" w:themeColor="background1"/>
              </w:rPr>
            </w:pPr>
            <w:r w:rsidRPr="00C00D6B">
              <w:rPr>
                <w:b/>
                <w:color w:val="FFFFFF" w:themeColor="background1"/>
                <w:sz w:val="18"/>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7716A0" w:rsidRDefault="007716A0" w:rsidP="00AE2FF9">
            <w:pPr>
              <w:pStyle w:val="ECCParagraph"/>
              <w:keepNext/>
              <w:spacing w:after="0"/>
              <w:jc w:val="center"/>
              <w:rPr>
                <w:b/>
                <w:color w:val="FFFFFF" w:themeColor="background1"/>
                <w:vertAlign w:val="subscript"/>
              </w:rPr>
            </w:pPr>
            <w:proofErr w:type="spellStart"/>
            <w:r w:rsidRPr="00AD1EC4">
              <w:rPr>
                <w:b/>
                <w:color w:val="FFFFFF" w:themeColor="background1"/>
              </w:rPr>
              <w:t>f</w:t>
            </w:r>
            <w:r w:rsidRPr="00AD1EC4">
              <w:rPr>
                <w:b/>
                <w:color w:val="FFFFFF" w:themeColor="background1"/>
                <w:vertAlign w:val="subscript"/>
              </w:rPr>
              <w:t>n</w:t>
            </w:r>
            <w:proofErr w:type="spellEnd"/>
          </w:p>
          <w:p w:rsidR="007716A0" w:rsidRPr="00AD1EC4" w:rsidRDefault="007716A0" w:rsidP="00AE2FF9">
            <w:pPr>
              <w:pStyle w:val="ECCParagraph"/>
              <w:keepNext/>
              <w:spacing w:after="0"/>
              <w:jc w:val="center"/>
              <w:rPr>
                <w:b/>
                <w:color w:val="FFFFFF" w:themeColor="background1"/>
              </w:rPr>
            </w:pPr>
            <w:r w:rsidRPr="00C00D6B">
              <w:rPr>
                <w:b/>
                <w:color w:val="FFFFFF" w:themeColor="background1"/>
                <w:sz w:val="18"/>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7716A0" w:rsidRDefault="007716A0" w:rsidP="00AE2FF9">
            <w:pPr>
              <w:pStyle w:val="ECCParagraph"/>
              <w:keepNext/>
              <w:spacing w:after="0"/>
              <w:jc w:val="center"/>
              <w:rPr>
                <w:b/>
                <w:color w:val="FFFFFF" w:themeColor="background1"/>
              </w:rPr>
            </w:pPr>
            <w:r w:rsidRPr="00AD1EC4">
              <w:rPr>
                <w:b/>
                <w:color w:val="FFFFFF" w:themeColor="background1"/>
              </w:rPr>
              <w:t>f</w:t>
            </w:r>
            <w:r w:rsidRPr="00AD1EC4">
              <w:rPr>
                <w:b/>
                <w:color w:val="FFFFFF" w:themeColor="background1"/>
                <w:vertAlign w:val="subscript"/>
              </w:rPr>
              <w:t>1</w:t>
            </w:r>
            <w:r w:rsidRPr="00AD1EC4">
              <w:rPr>
                <w:b/>
                <w:color w:val="FFFFFF" w:themeColor="background1"/>
              </w:rPr>
              <w:t>’</w:t>
            </w:r>
          </w:p>
          <w:p w:rsidR="007716A0" w:rsidRPr="00AD1EC4" w:rsidRDefault="007716A0" w:rsidP="00AE2FF9">
            <w:pPr>
              <w:pStyle w:val="ECCParagraph"/>
              <w:keepNext/>
              <w:spacing w:after="0"/>
              <w:jc w:val="center"/>
              <w:rPr>
                <w:b/>
                <w:color w:val="FFFFFF" w:themeColor="background1"/>
              </w:rPr>
            </w:pPr>
            <w:r w:rsidRPr="00C00D6B">
              <w:rPr>
                <w:b/>
                <w:color w:val="FFFFFF" w:themeColor="background1"/>
                <w:sz w:val="18"/>
              </w:rPr>
              <w:t>(MHz)</w:t>
            </w:r>
          </w:p>
        </w:tc>
        <w:tc>
          <w:tcPr>
            <w:tcW w:w="127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7716A0" w:rsidRDefault="007716A0" w:rsidP="00AE2FF9">
            <w:pPr>
              <w:pStyle w:val="ECCParagraph"/>
              <w:keepNext/>
              <w:spacing w:after="0"/>
              <w:jc w:val="center"/>
              <w:rPr>
                <w:b/>
                <w:color w:val="FFFFFF" w:themeColor="background1"/>
              </w:rPr>
            </w:pPr>
            <w:proofErr w:type="spellStart"/>
            <w:r w:rsidRPr="00AD1EC4">
              <w:rPr>
                <w:b/>
                <w:color w:val="FFFFFF" w:themeColor="background1"/>
              </w:rPr>
              <w:t>f</w:t>
            </w:r>
            <w:r w:rsidRPr="00AD1EC4">
              <w:rPr>
                <w:b/>
                <w:color w:val="FFFFFF" w:themeColor="background1"/>
                <w:vertAlign w:val="subscript"/>
              </w:rPr>
              <w:t>n</w:t>
            </w:r>
            <w:proofErr w:type="spellEnd"/>
            <w:r w:rsidRPr="00AD1EC4">
              <w:rPr>
                <w:b/>
                <w:color w:val="FFFFFF" w:themeColor="background1"/>
              </w:rPr>
              <w:t>’</w:t>
            </w:r>
          </w:p>
          <w:p w:rsidR="007716A0" w:rsidRPr="00AD1EC4" w:rsidRDefault="007716A0" w:rsidP="00AE2FF9">
            <w:pPr>
              <w:pStyle w:val="ECCParagraph"/>
              <w:keepNext/>
              <w:spacing w:after="0"/>
              <w:jc w:val="center"/>
              <w:rPr>
                <w:b/>
                <w:color w:val="FFFFFF" w:themeColor="background1"/>
              </w:rPr>
            </w:pPr>
            <w:r w:rsidRPr="00C00D6B">
              <w:rPr>
                <w:b/>
                <w:color w:val="FFFFFF" w:themeColor="background1"/>
                <w:sz w:val="18"/>
              </w:rPr>
              <w:t>(MHz)</w:t>
            </w:r>
          </w:p>
        </w:tc>
        <w:tc>
          <w:tcPr>
            <w:tcW w:w="1275"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7716A0" w:rsidRPr="00AD1EC4" w:rsidRDefault="007716A0" w:rsidP="00AE2FF9">
            <w:pPr>
              <w:pStyle w:val="ECCParagraph"/>
              <w:keepNext/>
              <w:spacing w:after="0"/>
              <w:jc w:val="center"/>
              <w:rPr>
                <w:b/>
                <w:color w:val="FFFFFF" w:themeColor="background1"/>
              </w:rPr>
            </w:pPr>
            <w:r w:rsidRPr="00AD1EC4">
              <w:rPr>
                <w:b/>
                <w:color w:val="FFFFFF" w:themeColor="background1"/>
              </w:rPr>
              <w:t xml:space="preserve">YS </w:t>
            </w:r>
            <w:r w:rsidRPr="00C00D6B">
              <w:rPr>
                <w:b/>
                <w:color w:val="FFFFFF" w:themeColor="background1"/>
                <w:sz w:val="18"/>
              </w:rPr>
              <w:t>(MHz)</w:t>
            </w:r>
          </w:p>
        </w:tc>
        <w:tc>
          <w:tcPr>
            <w:tcW w:w="1242"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7716A0" w:rsidRPr="00AD1EC4" w:rsidRDefault="007716A0" w:rsidP="00AE2FF9">
            <w:pPr>
              <w:pStyle w:val="ECCParagraph"/>
              <w:keepNext/>
              <w:spacing w:after="0"/>
              <w:jc w:val="center"/>
              <w:rPr>
                <w:b/>
                <w:color w:val="FFFFFF" w:themeColor="background1"/>
              </w:rPr>
            </w:pPr>
            <w:r w:rsidRPr="00AD1EC4">
              <w:rPr>
                <w:b/>
                <w:color w:val="FFFFFF" w:themeColor="background1"/>
              </w:rPr>
              <w:t xml:space="preserve">DS </w:t>
            </w:r>
            <w:r w:rsidRPr="00C00D6B">
              <w:rPr>
                <w:b/>
                <w:color w:val="FFFFFF" w:themeColor="background1"/>
                <w:sz w:val="18"/>
              </w:rPr>
              <w:t>(MHz)</w:t>
            </w:r>
          </w:p>
        </w:tc>
      </w:tr>
      <w:tr w:rsidR="007716A0" w:rsidRPr="00BA3D56" w:rsidTr="007716A0">
        <w:tc>
          <w:tcPr>
            <w:tcW w:w="959"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1.2</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6778.25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6781.75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7118.25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7121.75</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336.5</w:t>
            </w:r>
          </w:p>
        </w:tc>
        <w:tc>
          <w:tcPr>
            <w:tcW w:w="1242" w:type="dxa"/>
            <w:tcBorders>
              <w:top w:val="single" w:sz="4" w:space="0" w:color="D2232A"/>
              <w:left w:val="single" w:sz="4" w:space="0" w:color="D2232A"/>
              <w:bottom w:val="single" w:sz="4" w:space="0" w:color="D2232A"/>
              <w:right w:val="single" w:sz="4" w:space="0" w:color="D2232A"/>
            </w:tcBorders>
            <w:vAlign w:val="center"/>
          </w:tcPr>
          <w:p w:rsidR="007716A0" w:rsidRDefault="007716A0" w:rsidP="007716A0">
            <w:pPr>
              <w:pStyle w:val="ECCParagraph"/>
              <w:spacing w:after="0"/>
              <w:jc w:val="left"/>
            </w:pPr>
            <w:r>
              <w:t>340</w:t>
            </w:r>
          </w:p>
        </w:tc>
      </w:tr>
      <w:tr w:rsidR="007716A0" w:rsidTr="007716A0">
        <w:tc>
          <w:tcPr>
            <w:tcW w:w="959"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rsidRPr="00BA3D56">
              <w:t>1</w:t>
            </w:r>
            <w:r>
              <w:t>.75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1…4</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6777.375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6782.625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7117.375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7122.625</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334.75</w:t>
            </w:r>
          </w:p>
        </w:tc>
        <w:tc>
          <w:tcPr>
            <w:tcW w:w="1242"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340</w:t>
            </w:r>
          </w:p>
        </w:tc>
      </w:tr>
      <w:tr w:rsidR="007716A0" w:rsidRPr="00BA3D56" w:rsidTr="007716A0">
        <w:tc>
          <w:tcPr>
            <w:tcW w:w="959"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rsidRPr="00BA3D56">
              <w:t>0.5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1…14</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6776.75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6783.25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7116.75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7123.25</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333.5</w:t>
            </w:r>
          </w:p>
        </w:tc>
        <w:tc>
          <w:tcPr>
            <w:tcW w:w="1242"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340</w:t>
            </w:r>
          </w:p>
        </w:tc>
      </w:tr>
      <w:tr w:rsidR="007716A0" w:rsidRPr="00BA3D56" w:rsidTr="007716A0">
        <w:tc>
          <w:tcPr>
            <w:tcW w:w="959"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rsidRPr="00BA3D56">
              <w:t>0.25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1…28</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6776.625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6783.375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7116.625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7123.375</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333.25</w:t>
            </w:r>
          </w:p>
        </w:tc>
        <w:tc>
          <w:tcPr>
            <w:tcW w:w="1242"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340</w:t>
            </w:r>
          </w:p>
        </w:tc>
      </w:tr>
      <w:tr w:rsidR="007716A0" w:rsidRPr="00BA3D56" w:rsidTr="007716A0">
        <w:tc>
          <w:tcPr>
            <w:tcW w:w="959"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rsidRPr="00BA3D56">
              <w:t>0.025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1...280</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6776.5125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6783.4875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7116.5125</w:t>
            </w:r>
          </w:p>
        </w:tc>
        <w:tc>
          <w:tcPr>
            <w:tcW w:w="1276"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7123.4875</w:t>
            </w:r>
          </w:p>
        </w:tc>
        <w:tc>
          <w:tcPr>
            <w:tcW w:w="1275"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333.025</w:t>
            </w:r>
          </w:p>
        </w:tc>
        <w:tc>
          <w:tcPr>
            <w:tcW w:w="1242" w:type="dxa"/>
            <w:tcBorders>
              <w:top w:val="single" w:sz="4" w:space="0" w:color="D2232A"/>
              <w:left w:val="single" w:sz="4" w:space="0" w:color="D2232A"/>
              <w:bottom w:val="single" w:sz="4" w:space="0" w:color="D2232A"/>
              <w:right w:val="single" w:sz="4" w:space="0" w:color="D2232A"/>
            </w:tcBorders>
            <w:vAlign w:val="center"/>
          </w:tcPr>
          <w:p w:rsidR="007716A0" w:rsidRPr="00BA3D56" w:rsidRDefault="007716A0" w:rsidP="007716A0">
            <w:pPr>
              <w:pStyle w:val="ECCParagraph"/>
              <w:spacing w:after="0"/>
              <w:jc w:val="left"/>
            </w:pPr>
            <w:r>
              <w:t>340</w:t>
            </w:r>
          </w:p>
        </w:tc>
      </w:tr>
    </w:tbl>
    <w:p w:rsidR="007716A0" w:rsidRDefault="007716A0" w:rsidP="007716A0">
      <w:pPr>
        <w:pStyle w:val="ECCParagraph"/>
        <w:spacing w:after="120"/>
      </w:pPr>
    </w:p>
    <w:p w:rsidR="007716A0" w:rsidRPr="00C00D6B" w:rsidRDefault="007716A0" w:rsidP="007716A0">
      <w:pPr>
        <w:pStyle w:val="ECCParagraph"/>
        <w:spacing w:after="120"/>
      </w:pPr>
      <w:r w:rsidRPr="00C00D6B">
        <w:t xml:space="preserve">XS </w:t>
      </w:r>
      <w:r w:rsidRPr="00C00D6B">
        <w:tab/>
        <w:t>Separation between centre frequencies of adjacent channels</w:t>
      </w:r>
      <w:r w:rsidR="00DB3776">
        <w:t>;</w:t>
      </w:r>
    </w:p>
    <w:p w:rsidR="007716A0" w:rsidRPr="00C00D6B" w:rsidRDefault="007716A0" w:rsidP="007716A0">
      <w:pPr>
        <w:pStyle w:val="ECCParagraph"/>
        <w:spacing w:after="120"/>
      </w:pPr>
      <w:r w:rsidRPr="00C00D6B">
        <w:t xml:space="preserve">YS </w:t>
      </w:r>
      <w:r w:rsidRPr="00C00D6B">
        <w:tab/>
        <w:t xml:space="preserve">Separation between centre frequencies of the closest </w:t>
      </w:r>
      <w:proofErr w:type="gramStart"/>
      <w:r w:rsidRPr="00C00D6B">
        <w:t>go</w:t>
      </w:r>
      <w:proofErr w:type="gramEnd"/>
      <w:r w:rsidRPr="00C00D6B">
        <w:t xml:space="preserve"> and return channels</w:t>
      </w:r>
      <w:r w:rsidR="00DB3776">
        <w:t>;</w:t>
      </w:r>
    </w:p>
    <w:p w:rsidR="007716A0" w:rsidRPr="00C00D6B" w:rsidRDefault="007716A0" w:rsidP="007716A0">
      <w:pPr>
        <w:pStyle w:val="ECCParagraph"/>
        <w:spacing w:after="120"/>
      </w:pPr>
      <w:r w:rsidRPr="00C00D6B">
        <w:t xml:space="preserve">Z1S </w:t>
      </w:r>
      <w:r w:rsidRPr="00C00D6B">
        <w:tab/>
        <w:t>Separation between the lower band edge and the centre frequency of the first channel</w:t>
      </w:r>
      <w:r w:rsidR="00DB3776">
        <w:t>;</w:t>
      </w:r>
    </w:p>
    <w:p w:rsidR="007716A0" w:rsidRPr="00C00D6B" w:rsidRDefault="007716A0" w:rsidP="007716A0">
      <w:pPr>
        <w:pStyle w:val="ECCParagraph"/>
        <w:spacing w:after="120"/>
      </w:pPr>
      <w:r w:rsidRPr="00C00D6B">
        <w:t xml:space="preserve">Z2S </w:t>
      </w:r>
      <w:r w:rsidRPr="00C00D6B">
        <w:tab/>
        <w:t>Separation between centre frequencies of the final channel and the upper band edge</w:t>
      </w:r>
      <w:r w:rsidR="00DB3776">
        <w:t>;</w:t>
      </w:r>
    </w:p>
    <w:p w:rsidR="007716A0" w:rsidRDefault="007716A0" w:rsidP="007716A0">
      <w:proofErr w:type="gramStart"/>
      <w:r w:rsidRPr="00C00D6B">
        <w:t xml:space="preserve">DS </w:t>
      </w:r>
      <w:r w:rsidRPr="00C00D6B">
        <w:tab/>
        <w:t>Duplex spacing (</w:t>
      </w:r>
      <w:proofErr w:type="spellStart"/>
      <w:r w:rsidRPr="00FE4462">
        <w:t>f</w:t>
      </w:r>
      <w:r w:rsidRPr="00C60BCE">
        <w:rPr>
          <w:vertAlign w:val="subscript"/>
        </w:rPr>
        <w:t>n</w:t>
      </w:r>
      <w:proofErr w:type="spellEnd"/>
      <w:r w:rsidRPr="00FE4462">
        <w:t>’</w:t>
      </w:r>
      <w:r w:rsidRPr="00C00D6B">
        <w:t xml:space="preserve"> - </w:t>
      </w:r>
      <w:proofErr w:type="spellStart"/>
      <w:r w:rsidRPr="00FE4462">
        <w:t>f</w:t>
      </w:r>
      <w:r w:rsidRPr="00C60BCE">
        <w:rPr>
          <w:vertAlign w:val="subscript"/>
        </w:rPr>
        <w:t>n</w:t>
      </w:r>
      <w:proofErr w:type="spellEnd"/>
      <w:r w:rsidRPr="00C00D6B">
        <w:t>)</w:t>
      </w:r>
      <w:r w:rsidR="00DB3776">
        <w:t>.</w:t>
      </w:r>
      <w:proofErr w:type="gramEnd"/>
    </w:p>
    <w:p w:rsidR="007716A0" w:rsidRDefault="007716A0" w:rsidP="007716A0"/>
    <w:p w:rsidR="007716A0" w:rsidRPr="007716A0" w:rsidRDefault="007716A0" w:rsidP="007716A0">
      <w:pPr>
        <w:pStyle w:val="ECCParagraph"/>
        <w:rPr>
          <w:lang w:val="en-US"/>
        </w:rPr>
      </w:pPr>
    </w:p>
    <w:p w:rsidR="007716A0" w:rsidRDefault="007716A0" w:rsidP="007716A0">
      <w:r w:rsidRPr="00E21EC1">
        <w:rPr>
          <w:noProof/>
          <w:lang w:val="da-DK" w:eastAsia="da-DK"/>
        </w:rPr>
        <mc:AlternateContent>
          <mc:Choice Requires="wpg">
            <w:drawing>
              <wp:inline distT="0" distB="0" distL="0" distR="0" wp14:anchorId="602D2C7C" wp14:editId="40108915">
                <wp:extent cx="6119492" cy="4579982"/>
                <wp:effectExtent l="19050" t="0" r="15240" b="68580"/>
                <wp:docPr id="158" name="Group 45"/>
                <wp:cNvGraphicFramePr/>
                <a:graphic xmlns:a="http://schemas.openxmlformats.org/drawingml/2006/main">
                  <a:graphicData uri="http://schemas.microsoft.com/office/word/2010/wordprocessingGroup">
                    <wpg:wgp>
                      <wpg:cNvGrpSpPr/>
                      <wpg:grpSpPr>
                        <a:xfrm>
                          <a:off x="0" y="0"/>
                          <a:ext cx="6119492" cy="4579982"/>
                          <a:chOff x="0" y="0"/>
                          <a:chExt cx="6119492" cy="4579982"/>
                        </a:xfrm>
                      </wpg:grpSpPr>
                      <wps:wsp>
                        <wps:cNvPr id="159" name="Zone de texte 340"/>
                        <wps:cNvSpPr txBox="1">
                          <a:spLocks noChangeArrowheads="1"/>
                        </wps:cNvSpPr>
                        <wps:spPr bwMode="auto">
                          <a:xfrm>
                            <a:off x="0" y="0"/>
                            <a:ext cx="1064337" cy="246280"/>
                          </a:xfrm>
                          <a:prstGeom prst="rect">
                            <a:avLst/>
                          </a:prstGeom>
                          <a:no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b/>
                                  <w:bCs/>
                                  <w:color w:val="000000"/>
                                  <w:kern w:val="24"/>
                                  <w:sz w:val="20"/>
                                  <w:szCs w:val="20"/>
                                  <w:lang w:val="en-US"/>
                                </w:rPr>
                                <w:t>6775 MHz</w:t>
                              </w:r>
                            </w:p>
                          </w:txbxContent>
                        </wps:txbx>
                        <wps:bodyPr rot="0" vert="horz" wrap="square" lIns="91440" tIns="45720" rIns="91440" bIns="45720" anchor="t" anchorCtr="0">
                          <a:spAutoFit/>
                        </wps:bodyPr>
                      </wps:wsp>
                      <wps:wsp>
                        <wps:cNvPr id="224" name="Zone de texte 2"/>
                        <wps:cNvSpPr txBox="1">
                          <a:spLocks noChangeArrowheads="1"/>
                        </wps:cNvSpPr>
                        <wps:spPr bwMode="auto">
                          <a:xfrm>
                            <a:off x="4988410" y="0"/>
                            <a:ext cx="1131082" cy="247000"/>
                          </a:xfrm>
                          <a:prstGeom prst="rect">
                            <a:avLst/>
                          </a:prstGeom>
                          <a:noFill/>
                          <a:ln w="9525">
                            <a:noFill/>
                            <a:miter lim="800000"/>
                            <a:headEnd/>
                            <a:tailEnd/>
                          </a:ln>
                        </wps:spPr>
                        <wps:txbx>
                          <w:txbxContent>
                            <w:p w:rsidR="007C20C3" w:rsidRDefault="007C20C3" w:rsidP="007716A0">
                              <w:pPr>
                                <w:pStyle w:val="NormalWeb"/>
                                <w:spacing w:before="0" w:beforeAutospacing="0" w:after="0" w:afterAutospacing="0"/>
                                <w:jc w:val="right"/>
                              </w:pPr>
                              <w:r>
                                <w:rPr>
                                  <w:rFonts w:ascii="Arial" w:eastAsia="MS Mincho" w:hAnsi="Arial" w:cstheme="minorBidi"/>
                                  <w:b/>
                                  <w:bCs/>
                                  <w:color w:val="000000"/>
                                  <w:kern w:val="24"/>
                                  <w:sz w:val="20"/>
                                  <w:szCs w:val="20"/>
                                  <w:lang w:val="en-US"/>
                                </w:rPr>
                                <w:t>7125 MHz</w:t>
                              </w:r>
                            </w:p>
                          </w:txbxContent>
                        </wps:txbx>
                        <wps:bodyPr rot="0" vert="horz" wrap="square" lIns="91440" tIns="45720" rIns="91440" bIns="45720" anchor="t" anchorCtr="0">
                          <a:spAutoFit/>
                        </wps:bodyPr>
                      </wps:wsp>
                      <wps:wsp>
                        <wps:cNvPr id="225" name="Zone de texte 2"/>
                        <wps:cNvSpPr txBox="1">
                          <a:spLocks noChangeArrowheads="1"/>
                        </wps:cNvSpPr>
                        <wps:spPr bwMode="auto">
                          <a:xfrm>
                            <a:off x="19326" y="472725"/>
                            <a:ext cx="1390012" cy="247777"/>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MS Mincho" w:hAnsi="Arial" w:cstheme="minorBidi"/>
                                  <w:color w:val="000000" w:themeColor="text1"/>
                                  <w:kern w:val="24"/>
                                  <w:sz w:val="20"/>
                                  <w:szCs w:val="20"/>
                                </w:rPr>
                                <w:t> </w:t>
                              </w:r>
                            </w:p>
                          </w:txbxContent>
                        </wps:txbx>
                        <wps:bodyPr rot="0" vert="horz" wrap="square" lIns="91440" tIns="45720" rIns="91440" bIns="45720" anchor="t" anchorCtr="0">
                          <a:spAutoFit/>
                        </wps:bodyPr>
                      </wps:wsp>
                      <wps:wsp>
                        <wps:cNvPr id="226" name="Zone de texte 2"/>
                        <wps:cNvSpPr txBox="1">
                          <a:spLocks noChangeArrowheads="1"/>
                        </wps:cNvSpPr>
                        <wps:spPr bwMode="auto">
                          <a:xfrm>
                            <a:off x="92192" y="1915686"/>
                            <a:ext cx="1389898" cy="247000"/>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c) 0.5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227" name="Zone de texte 2"/>
                        <wps:cNvSpPr txBox="1">
                          <a:spLocks noChangeArrowheads="1"/>
                        </wps:cNvSpPr>
                        <wps:spPr bwMode="auto">
                          <a:xfrm>
                            <a:off x="2508633" y="2240252"/>
                            <a:ext cx="954482" cy="504120"/>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wps:txbx>
                        <wps:bodyPr rot="0" vert="horz" wrap="square" lIns="91440" tIns="45720" rIns="91440" bIns="45720" anchor="ctr" anchorCtr="0">
                          <a:noAutofit/>
                        </wps:bodyPr>
                      </wps:wsp>
                      <wps:wsp>
                        <wps:cNvPr id="228" name="Zone de texte 2"/>
                        <wps:cNvSpPr txBox="1">
                          <a:spLocks noChangeArrowheads="1"/>
                        </wps:cNvSpPr>
                        <wps:spPr bwMode="auto">
                          <a:xfrm>
                            <a:off x="42555" y="2240252"/>
                            <a:ext cx="470668"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229" name="Zone de texte 2"/>
                        <wps:cNvSpPr txBox="1">
                          <a:spLocks noChangeArrowheads="1"/>
                        </wps:cNvSpPr>
                        <wps:spPr bwMode="auto">
                          <a:xfrm>
                            <a:off x="513222" y="2240252"/>
                            <a:ext cx="1995410"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14 x 0.5 MHz</w:t>
                              </w:r>
                            </w:p>
                          </w:txbxContent>
                        </wps:txbx>
                        <wps:bodyPr rot="0" vert="horz" wrap="square" lIns="91440" tIns="45720" rIns="91440" bIns="45720" anchor="ctr" anchorCtr="0">
                          <a:noAutofit/>
                        </wps:bodyPr>
                      </wps:wsp>
                      <wps:wsp>
                        <wps:cNvPr id="230" name="Zone de texte 2"/>
                        <wps:cNvSpPr txBox="1">
                          <a:spLocks noChangeArrowheads="1"/>
                        </wps:cNvSpPr>
                        <wps:spPr bwMode="auto">
                          <a:xfrm>
                            <a:off x="3463114" y="2240252"/>
                            <a:ext cx="1995409"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14 x 0.5 MHz</w:t>
                              </w:r>
                            </w:p>
                          </w:txbxContent>
                        </wps:txbx>
                        <wps:bodyPr rot="0" vert="horz" wrap="square" lIns="91440" tIns="45720" rIns="91440" bIns="45720" anchor="ctr" anchorCtr="0">
                          <a:noAutofit/>
                        </wps:bodyPr>
                      </wps:wsp>
                      <wps:wsp>
                        <wps:cNvPr id="231" name="Zone de texte 2"/>
                        <wps:cNvSpPr txBox="1">
                          <a:spLocks noChangeArrowheads="1"/>
                        </wps:cNvSpPr>
                        <wps:spPr bwMode="auto">
                          <a:xfrm>
                            <a:off x="5458524" y="2240252"/>
                            <a:ext cx="599786"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232" name="Zone de texte 2"/>
                        <wps:cNvSpPr txBox="1">
                          <a:spLocks noChangeArrowheads="1"/>
                        </wps:cNvSpPr>
                        <wps:spPr bwMode="auto">
                          <a:xfrm>
                            <a:off x="92340" y="2779782"/>
                            <a:ext cx="1815279" cy="246221"/>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d) 0.25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233" name="Zone de texte 2"/>
                        <wps:cNvSpPr txBox="1">
                          <a:spLocks noChangeArrowheads="1"/>
                        </wps:cNvSpPr>
                        <wps:spPr bwMode="auto">
                          <a:xfrm>
                            <a:off x="2504703" y="3090301"/>
                            <a:ext cx="954482" cy="504120"/>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wps:txbx>
                        <wps:bodyPr rot="0" vert="horz" wrap="square" lIns="91440" tIns="45720" rIns="91440" bIns="45720" anchor="ctr" anchorCtr="0">
                          <a:noAutofit/>
                        </wps:bodyPr>
                      </wps:wsp>
                      <wps:wsp>
                        <wps:cNvPr id="234" name="Zone de texte 2"/>
                        <wps:cNvSpPr txBox="1">
                          <a:spLocks noChangeArrowheads="1"/>
                        </wps:cNvSpPr>
                        <wps:spPr bwMode="auto">
                          <a:xfrm>
                            <a:off x="38625" y="3090301"/>
                            <a:ext cx="470668"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235" name="Zone de texte 2"/>
                        <wps:cNvSpPr txBox="1">
                          <a:spLocks noChangeArrowheads="1"/>
                        </wps:cNvSpPr>
                        <wps:spPr bwMode="auto">
                          <a:xfrm>
                            <a:off x="509292" y="3090301"/>
                            <a:ext cx="1995410"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0.25 MHz</w:t>
                              </w:r>
                            </w:p>
                          </w:txbxContent>
                        </wps:txbx>
                        <wps:bodyPr rot="0" vert="horz" wrap="square" lIns="91440" tIns="45720" rIns="91440" bIns="45720" anchor="ctr" anchorCtr="0">
                          <a:noAutofit/>
                        </wps:bodyPr>
                      </wps:wsp>
                      <wps:wsp>
                        <wps:cNvPr id="236" name="Zone de texte 2"/>
                        <wps:cNvSpPr txBox="1">
                          <a:spLocks noChangeArrowheads="1"/>
                        </wps:cNvSpPr>
                        <wps:spPr bwMode="auto">
                          <a:xfrm>
                            <a:off x="3459185" y="3090301"/>
                            <a:ext cx="1995409"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0.25 MHz</w:t>
                              </w:r>
                            </w:p>
                          </w:txbxContent>
                        </wps:txbx>
                        <wps:bodyPr rot="0" vert="horz" wrap="square" lIns="91440" tIns="45720" rIns="91440" bIns="45720" anchor="ctr" anchorCtr="0">
                          <a:noAutofit/>
                        </wps:bodyPr>
                      </wps:wsp>
                      <wps:wsp>
                        <wps:cNvPr id="237" name="Zone de texte 2"/>
                        <wps:cNvSpPr txBox="1">
                          <a:spLocks noChangeArrowheads="1"/>
                        </wps:cNvSpPr>
                        <wps:spPr bwMode="auto">
                          <a:xfrm>
                            <a:off x="5454596" y="3090301"/>
                            <a:ext cx="599786"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238" name="Zone de texte 2"/>
                        <wps:cNvSpPr txBox="1">
                          <a:spLocks noChangeArrowheads="1"/>
                        </wps:cNvSpPr>
                        <wps:spPr bwMode="auto">
                          <a:xfrm>
                            <a:off x="2509856" y="3893836"/>
                            <a:ext cx="954482" cy="504120"/>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wps:txbx>
                        <wps:bodyPr rot="0" vert="horz" wrap="square" lIns="91440" tIns="45720" rIns="91440" bIns="45720" anchor="ctr" anchorCtr="0">
                          <a:noAutofit/>
                        </wps:bodyPr>
                      </wps:wsp>
                      <wps:wsp>
                        <wps:cNvPr id="239" name="Zone de texte 2"/>
                        <wps:cNvSpPr txBox="1">
                          <a:spLocks noChangeArrowheads="1"/>
                        </wps:cNvSpPr>
                        <wps:spPr bwMode="auto">
                          <a:xfrm>
                            <a:off x="43779" y="3893836"/>
                            <a:ext cx="470056"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240" name="Zone de texte 2"/>
                        <wps:cNvSpPr txBox="1">
                          <a:spLocks noChangeArrowheads="1"/>
                        </wps:cNvSpPr>
                        <wps:spPr bwMode="auto">
                          <a:xfrm>
                            <a:off x="514447" y="3893836"/>
                            <a:ext cx="1995410"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280 x 0.025 MHz</w:t>
                              </w:r>
                            </w:p>
                          </w:txbxContent>
                        </wps:txbx>
                        <wps:bodyPr rot="0" vert="horz" wrap="square" lIns="91440" tIns="45720" rIns="91440" bIns="45720" anchor="ctr" anchorCtr="0">
                          <a:noAutofit/>
                        </wps:bodyPr>
                      </wps:wsp>
                      <wps:wsp>
                        <wps:cNvPr id="241" name="Zone de texte 2"/>
                        <wps:cNvSpPr txBox="1">
                          <a:spLocks noChangeArrowheads="1"/>
                        </wps:cNvSpPr>
                        <wps:spPr bwMode="auto">
                          <a:xfrm>
                            <a:off x="3464339" y="3893836"/>
                            <a:ext cx="1994798"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280 x 0.025 MHz</w:t>
                              </w:r>
                            </w:p>
                          </w:txbxContent>
                        </wps:txbx>
                        <wps:bodyPr rot="0" vert="horz" wrap="square" lIns="91440" tIns="45720" rIns="91440" bIns="45720" anchor="ctr" anchorCtr="0">
                          <a:noAutofit/>
                        </wps:bodyPr>
                      </wps:wsp>
                      <wps:wsp>
                        <wps:cNvPr id="242" name="Zone de texte 2"/>
                        <wps:cNvSpPr txBox="1">
                          <a:spLocks noChangeArrowheads="1"/>
                        </wps:cNvSpPr>
                        <wps:spPr bwMode="auto">
                          <a:xfrm>
                            <a:off x="5459748" y="3893836"/>
                            <a:ext cx="599786"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g:grpSp>
                        <wpg:cNvPr id="243" name="Group 243"/>
                        <wpg:cNvGrpSpPr/>
                        <wpg:grpSpPr>
                          <a:xfrm>
                            <a:off x="38625" y="175015"/>
                            <a:ext cx="6015144" cy="4404967"/>
                            <a:chOff x="38625" y="175015"/>
                            <a:chExt cx="6015144" cy="4681116"/>
                          </a:xfrm>
                        </wpg:grpSpPr>
                        <wps:wsp>
                          <wps:cNvPr id="271" name="Connecteur droit 366"/>
                          <wps:cNvCnPr/>
                          <wps:spPr>
                            <a:xfrm flipH="1">
                              <a:off x="6053416" y="175015"/>
                              <a:ext cx="353" cy="4681116"/>
                            </a:xfrm>
                            <a:prstGeom prst="line">
                              <a:avLst/>
                            </a:prstGeom>
                            <a:noFill/>
                            <a:ln w="1905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285" name="Connecteur droit 367"/>
                          <wps:cNvCnPr/>
                          <wps:spPr>
                            <a:xfrm>
                              <a:off x="38625" y="175015"/>
                              <a:ext cx="0" cy="4681116"/>
                            </a:xfrm>
                            <a:prstGeom prst="line">
                              <a:avLst/>
                            </a:prstGeom>
                            <a:noFill/>
                            <a:ln w="19050" cap="flat" cmpd="sng" algn="ctr">
                              <a:solidFill>
                                <a:sysClr val="windowText" lastClr="000000"/>
                              </a:solidFill>
                              <a:prstDash val="solid"/>
                            </a:ln>
                            <a:effectLst>
                              <a:outerShdw blurRad="40000" dist="20000" dir="5400000" rotWithShape="0">
                                <a:srgbClr val="000000">
                                  <a:alpha val="38000"/>
                                </a:srgbClr>
                              </a:outerShdw>
                            </a:effectLst>
                          </wps:spPr>
                          <wps:bodyPr/>
                        </wps:wsp>
                      </wpg:grpSp>
                      <wps:wsp>
                        <wps:cNvPr id="286" name="Zone de texte 2"/>
                        <wps:cNvSpPr txBox="1">
                          <a:spLocks noChangeArrowheads="1"/>
                        </wps:cNvSpPr>
                        <wps:spPr bwMode="auto">
                          <a:xfrm>
                            <a:off x="92344" y="3643878"/>
                            <a:ext cx="1815275" cy="246221"/>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e) 0.025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307" name="Zone de texte 2"/>
                        <wps:cNvSpPr txBox="1">
                          <a:spLocks noChangeArrowheads="1"/>
                        </wps:cNvSpPr>
                        <wps:spPr bwMode="auto">
                          <a:xfrm>
                            <a:off x="92220" y="1051590"/>
                            <a:ext cx="1599376" cy="246221"/>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b) 1.75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s:wsp>
                        <wps:cNvPr id="308" name="Zone de texte 2"/>
                        <wps:cNvSpPr txBox="1">
                          <a:spLocks noChangeArrowheads="1"/>
                        </wps:cNvSpPr>
                        <wps:spPr bwMode="auto">
                          <a:xfrm>
                            <a:off x="2509857" y="1379959"/>
                            <a:ext cx="954482" cy="504120"/>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wps:txbx>
                        <wps:bodyPr rot="0" vert="horz" wrap="square" lIns="91440" tIns="45720" rIns="91440" bIns="45720" anchor="ctr" anchorCtr="0">
                          <a:noAutofit/>
                        </wps:bodyPr>
                      </wps:wsp>
                      <wps:wsp>
                        <wps:cNvPr id="309" name="Zone de texte 2"/>
                        <wps:cNvSpPr txBox="1">
                          <a:spLocks noChangeArrowheads="1"/>
                        </wps:cNvSpPr>
                        <wps:spPr bwMode="auto">
                          <a:xfrm>
                            <a:off x="43781" y="1379959"/>
                            <a:ext cx="470667"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10" name="Zone de texte 2"/>
                        <wps:cNvSpPr txBox="1">
                          <a:spLocks noChangeArrowheads="1"/>
                        </wps:cNvSpPr>
                        <wps:spPr bwMode="auto">
                          <a:xfrm>
                            <a:off x="515058" y="1379959"/>
                            <a:ext cx="1994799"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1.75 MHz</w:t>
                              </w:r>
                            </w:p>
                          </w:txbxContent>
                        </wps:txbx>
                        <wps:bodyPr rot="0" vert="horz" wrap="square" lIns="91440" tIns="45720" rIns="91440" bIns="45720" anchor="ctr" anchorCtr="0">
                          <a:noAutofit/>
                        </wps:bodyPr>
                      </wps:wsp>
                      <wps:wsp>
                        <wps:cNvPr id="311" name="Zone de texte 2"/>
                        <wps:cNvSpPr txBox="1">
                          <a:spLocks noChangeArrowheads="1"/>
                        </wps:cNvSpPr>
                        <wps:spPr bwMode="auto">
                          <a:xfrm>
                            <a:off x="5460360" y="1379959"/>
                            <a:ext cx="599175"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w:t>
                              </w:r>
                              <w:r>
                                <w:rPr>
                                  <w:rFonts w:ascii="Arial" w:eastAsia="MS Mincho" w:hAnsi="Arial" w:cstheme="minorBidi"/>
                                  <w:color w:val="000000"/>
                                  <w:kern w:val="24"/>
                                  <w:sz w:val="20"/>
                                  <w:szCs w:val="20"/>
                                </w:rPr>
                                <w:t>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12" name="Zone de texte 2"/>
                        <wps:cNvSpPr txBox="1">
                          <a:spLocks noChangeArrowheads="1"/>
                        </wps:cNvSpPr>
                        <wps:spPr bwMode="auto">
                          <a:xfrm>
                            <a:off x="3464944" y="1379959"/>
                            <a:ext cx="1994803"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1.75 MHz</w:t>
                              </w:r>
                            </w:p>
                          </w:txbxContent>
                        </wps:txbx>
                        <wps:bodyPr rot="0" vert="horz" wrap="square" lIns="91440" tIns="45720" rIns="91440" bIns="45720" anchor="ctr" anchorCtr="0">
                          <a:noAutofit/>
                        </wps:bodyPr>
                      </wps:wsp>
                      <wps:wsp>
                        <wps:cNvPr id="313" name="Zone de texte 2"/>
                        <wps:cNvSpPr txBox="1">
                          <a:spLocks noChangeArrowheads="1"/>
                        </wps:cNvSpPr>
                        <wps:spPr bwMode="auto">
                          <a:xfrm>
                            <a:off x="2508634" y="494011"/>
                            <a:ext cx="954482" cy="504120"/>
                          </a:xfrm>
                          <a:prstGeom prst="rect">
                            <a:avLst/>
                          </a:prstGeom>
                          <a:solidFill>
                            <a:sysClr val="window" lastClr="FFFFFF">
                              <a:lumMod val="75000"/>
                            </a:sysClr>
                          </a:solidFill>
                          <a:ln w="9525">
                            <a:solidFill>
                              <a:srgbClr val="000000"/>
                            </a:solidFill>
                            <a:prstDash val="dash"/>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wps:txbx>
                        <wps:bodyPr rot="0" vert="horz" wrap="square" lIns="91440" tIns="45720" rIns="91440" bIns="45720" anchor="ctr" anchorCtr="0">
                          <a:noAutofit/>
                        </wps:bodyPr>
                      </wps:wsp>
                      <wps:wsp>
                        <wps:cNvPr id="314" name="Zone de texte 2"/>
                        <wps:cNvSpPr txBox="1">
                          <a:spLocks noChangeArrowheads="1"/>
                        </wps:cNvSpPr>
                        <wps:spPr bwMode="auto">
                          <a:xfrm>
                            <a:off x="42557" y="494011"/>
                            <a:ext cx="470667"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15" name="Zone de texte 2"/>
                        <wps:cNvSpPr txBox="1">
                          <a:spLocks noChangeArrowheads="1"/>
                        </wps:cNvSpPr>
                        <wps:spPr bwMode="auto">
                          <a:xfrm>
                            <a:off x="513835" y="494011"/>
                            <a:ext cx="1994799"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 * 3.5 MHz</w:t>
                              </w:r>
                            </w:p>
                          </w:txbxContent>
                        </wps:txbx>
                        <wps:bodyPr rot="0" vert="horz" wrap="square" lIns="91440" tIns="45720" rIns="91440" bIns="45720" anchor="ctr" anchorCtr="0">
                          <a:noAutofit/>
                        </wps:bodyPr>
                      </wps:wsp>
                      <wps:wsp>
                        <wps:cNvPr id="316" name="Zone de texte 2"/>
                        <wps:cNvSpPr txBox="1">
                          <a:spLocks noChangeArrowheads="1"/>
                        </wps:cNvSpPr>
                        <wps:spPr bwMode="auto">
                          <a:xfrm>
                            <a:off x="5459136" y="494011"/>
                            <a:ext cx="599175" cy="504120"/>
                          </a:xfrm>
                          <a:prstGeom prst="rect">
                            <a:avLst/>
                          </a:prstGeom>
                          <a:solidFill>
                            <a:sysClr val="window" lastClr="FFFFFF">
                              <a:lumMod val="75000"/>
                            </a:sysClr>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w:t>
                              </w:r>
                              <w:r>
                                <w:rPr>
                                  <w:rFonts w:ascii="Arial" w:eastAsia="MS Mincho" w:hAnsi="Arial" w:cstheme="minorBidi"/>
                                  <w:color w:val="000000"/>
                                  <w:kern w:val="24"/>
                                  <w:sz w:val="20"/>
                                  <w:szCs w:val="20"/>
                                </w:rPr>
                                <w:t>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wps:txbx>
                        <wps:bodyPr rot="0" vert="horz" wrap="square" lIns="91440" tIns="45720" rIns="91440" bIns="45720" anchor="ctr" anchorCtr="0">
                          <a:noAutofit/>
                        </wps:bodyPr>
                      </wps:wsp>
                      <wps:wsp>
                        <wps:cNvPr id="317" name="Zone de texte 2"/>
                        <wps:cNvSpPr txBox="1">
                          <a:spLocks noChangeArrowheads="1"/>
                        </wps:cNvSpPr>
                        <wps:spPr bwMode="auto">
                          <a:xfrm>
                            <a:off x="3463720" y="494011"/>
                            <a:ext cx="1994803" cy="504120"/>
                          </a:xfrm>
                          <a:prstGeom prst="rect">
                            <a:avLst/>
                          </a:prstGeom>
                          <a:solidFill>
                            <a:srgbClr val="FFFFFF"/>
                          </a:solidFill>
                          <a:ln w="9525">
                            <a:solidFill>
                              <a:srgbClr val="000000"/>
                            </a:solidFill>
                            <a:miter lim="800000"/>
                            <a:headEnd/>
                            <a:tailEnd/>
                          </a:ln>
                        </wps:spPr>
                        <wps:txb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 * 3.5 MHz</w:t>
                              </w:r>
                            </w:p>
                          </w:txbxContent>
                        </wps:txbx>
                        <wps:bodyPr rot="0" vert="horz" wrap="square" lIns="91440" tIns="45720" rIns="91440" bIns="45720" anchor="ctr" anchorCtr="0">
                          <a:noAutofit/>
                        </wps:bodyPr>
                      </wps:wsp>
                      <wps:wsp>
                        <wps:cNvPr id="318" name="Zone de texte 2"/>
                        <wps:cNvSpPr txBox="1">
                          <a:spLocks noChangeArrowheads="1"/>
                        </wps:cNvSpPr>
                        <wps:spPr bwMode="auto">
                          <a:xfrm>
                            <a:off x="92077" y="187494"/>
                            <a:ext cx="1750548" cy="247000"/>
                          </a:xfrm>
                          <a:prstGeom prst="rect">
                            <a:avLst/>
                          </a:prstGeom>
                          <a:solidFill>
                            <a:srgbClr val="FFFFFF"/>
                          </a:solidFill>
                          <a:ln w="9525">
                            <a:noFill/>
                            <a:miter lim="800000"/>
                            <a:headEnd/>
                            <a:tailEnd/>
                          </a:ln>
                        </wps:spPr>
                        <wps:txbx>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a) 3.5 MHz </w:t>
                              </w:r>
                              <w:proofErr w:type="spellStart"/>
                              <w:r>
                                <w:rPr>
                                  <w:rFonts w:ascii="Arial" w:eastAsia="Times New Roman" w:hAnsi="Arial" w:cstheme="minorBidi"/>
                                  <w:color w:val="000000"/>
                                  <w:kern w:val="24"/>
                                  <w:sz w:val="20"/>
                                  <w:szCs w:val="20"/>
                                </w:rPr>
                                <w:t>channels</w:t>
                              </w:r>
                              <w:proofErr w:type="spellEnd"/>
                            </w:p>
                          </w:txbxContent>
                        </wps:txbx>
                        <wps:bodyPr rot="0" vert="horz" wrap="square" lIns="91440" tIns="45720" rIns="91440" bIns="45720" anchor="t" anchorCtr="0">
                          <a:spAutoFit/>
                        </wps:bodyPr>
                      </wps:wsp>
                    </wpg:wgp>
                  </a:graphicData>
                </a:graphic>
              </wp:inline>
            </w:drawing>
          </mc:Choice>
          <mc:Fallback>
            <w:pict>
              <v:group id="Group 45" o:spid="_x0000_s1111" style="width:481.85pt;height:360.65pt;mso-position-horizontal-relative:char;mso-position-vertical-relative:line" coordsize="61194,45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">
                <v:shape id="Zone de texte 340" o:spid="_x0000_s1112" type="#_x0000_t202" style="position:absolute;width:10643;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00ecAA&#10;AADcAAAADwAAAGRycy9kb3ducmV2LnhtbERPTWvCQBC9F/wPyxS81Y2CRVNXEa3goRc13ofsNBua&#10;nQ3ZqYn/vlsQvM3jfc5qM/hG3aiLdWAD00kGirgMtubKQHE5vC1ARUG22AQmA3eKsFmPXlaY29Dz&#10;iW5nqVQK4ZijASfS5lrH0pHHOAktceK+Q+dREuwqbTvsU7hv9CzL3rXHmlODw5Z2jsqf8683IGK3&#10;03vx6ePxOnzte5eVcyyMGb8O2w9QQoM8xQ/30ab58yX8P5Mu0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00ecAAAADcAAAADwAAAAAAAAAAAAAAAACYAgAAZHJzL2Rvd25y&#10;ZXYueG1sUEsFBgAAAAAEAAQA9QAAAIUDAAAAAA==&#10;" filled="f" stroked="f">
                  <v:textbox style="mso-fit-shape-to-text:t">
                    <w:txbxContent>
                      <w:p w:rsidR="007C20C3" w:rsidRDefault="007C20C3" w:rsidP="007716A0">
                        <w:pPr>
                          <w:pStyle w:val="NormalWeb"/>
                          <w:spacing w:before="0" w:beforeAutospacing="0" w:after="0" w:afterAutospacing="0"/>
                        </w:pPr>
                        <w:r>
                          <w:rPr>
                            <w:rFonts w:ascii="Arial" w:eastAsia="Times New Roman" w:hAnsi="Arial" w:cstheme="minorBidi"/>
                            <w:b/>
                            <w:bCs/>
                            <w:color w:val="000000"/>
                            <w:kern w:val="24"/>
                            <w:sz w:val="20"/>
                            <w:szCs w:val="20"/>
                            <w:lang w:val="en-US"/>
                          </w:rPr>
                          <w:t>6775 MHz</w:t>
                        </w:r>
                      </w:p>
                    </w:txbxContent>
                  </v:textbox>
                </v:shape>
                <v:shape id="Zone de texte 2" o:spid="_x0000_s1113" type="#_x0000_t202" style="position:absolute;left:49884;width:11310;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5sIA&#10;AADcAAAADwAAAGRycy9kb3ducmV2LnhtbESPQWvCQBSE74X+h+UJ3urGYEtJXUWqgodequn9kX3N&#10;BrNvQ/Zp4r/vFgSPw8x8wyzXo2/VlfrYBDYwn2WgiKtgG64NlKf9yzuoKMgW28Bk4EYR1qvnpyUW&#10;Ngz8Tdej1CpBOBZowIl0hdaxcuQxzkJHnLzf0HuUJPta2x6HBPetzrPsTXtsOC047OjTUXU+XrwB&#10;EbuZ38qdj4ef8Ws7uKx6xdKY6WTcfIASGuURvrcP1kCeL+D/TDoC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f4nmwgAAANwAAAAPAAAAAAAAAAAAAAAAAJgCAABkcnMvZG93&#10;bnJldi54bWxQSwUGAAAAAAQABAD1AAAAhwMAAAAA&#10;" filled="f" stroked="f">
                  <v:textbox style="mso-fit-shape-to-text:t">
                    <w:txbxContent>
                      <w:p w:rsidR="007C20C3" w:rsidRDefault="007C20C3" w:rsidP="007716A0">
                        <w:pPr>
                          <w:pStyle w:val="NormalWeb"/>
                          <w:spacing w:before="0" w:beforeAutospacing="0" w:after="0" w:afterAutospacing="0"/>
                          <w:jc w:val="right"/>
                        </w:pPr>
                        <w:r>
                          <w:rPr>
                            <w:rFonts w:ascii="Arial" w:eastAsia="MS Mincho" w:hAnsi="Arial" w:cstheme="minorBidi"/>
                            <w:b/>
                            <w:bCs/>
                            <w:color w:val="000000"/>
                            <w:kern w:val="24"/>
                            <w:sz w:val="20"/>
                            <w:szCs w:val="20"/>
                            <w:lang w:val="en-US"/>
                          </w:rPr>
                          <w:t>7125 MHz</w:t>
                        </w:r>
                      </w:p>
                    </w:txbxContent>
                  </v:textbox>
                </v:shape>
                <v:shape id="Zone de texte 2" o:spid="_x0000_s1114" type="#_x0000_t202" style="position:absolute;left:193;top:4727;width:13900;height:2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3JycQA&#10;AADcAAAADwAAAGRycy9kb3ducmV2LnhtbESPzWrCQBSF94LvMFyhO50kECnRUUQolJJFY7vo8pK5&#10;ZmIyd2Jm1PTtO4VCl4fz83G2+8n24k6jbx0rSFcJCOLa6ZYbBZ8fL8tnED4ga+wdk4Jv8rDfzWdb&#10;LLR7cEX3U2hEHGFfoAITwlBI6WtDFv3KDcTRO7vRYohybKQe8RHHbS+zJFlLiy1HgsGBjobq7nSz&#10;EVL6+la56yUtO/llujXm7+ZNqafFdNiACDSF//Bf+1UryLIcfs/EI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NycnEAAAA3AAAAA8AAAAAAAAAAAAAAAAAmAIAAGRycy9k&#10;b3ducmV2LnhtbFBLBQYAAAAABAAEAPUAAACJAwAAAAA=&#10;" stroked="f">
                  <v:textbox style="mso-fit-shape-to-text:t">
                    <w:txbxContent>
                      <w:p w:rsidR="007C20C3" w:rsidRDefault="007C20C3" w:rsidP="007716A0">
                        <w:pPr>
                          <w:pStyle w:val="NormalWeb"/>
                          <w:spacing w:before="0" w:beforeAutospacing="0" w:after="0" w:afterAutospacing="0"/>
                        </w:pPr>
                        <w:r>
                          <w:rPr>
                            <w:rFonts w:ascii="Arial" w:eastAsia="MS Mincho" w:hAnsi="Arial" w:cstheme="minorBidi"/>
                            <w:color w:val="000000" w:themeColor="text1"/>
                            <w:kern w:val="24"/>
                            <w:sz w:val="20"/>
                            <w:szCs w:val="20"/>
                          </w:rPr>
                          <w:t> </w:t>
                        </w:r>
                      </w:p>
                    </w:txbxContent>
                  </v:textbox>
                </v:shape>
                <v:shape id="Zone de texte 2" o:spid="_x0000_s1115" type="#_x0000_t202" style="position:absolute;left:921;top:19156;width:13899;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9XvsIA&#10;AADcAAAADwAAAGRycy9kb3ducmV2LnhtbESPS4vCMBSF9wPzH8IdmN2YWpgiHaOIIIi48LWY5aW5&#10;NrXNTW2i1n9vBMHl4Tw+znja20ZcqfOVYwXDQQKCuHC64lLBYb/4GYHwAVlj45gU3MnDdPL5McZc&#10;uxtv6boLpYgj7HNUYEJocyl9YciiH7iWOHpH11kMUXal1B3e4rhtZJokmbRYcSQYbGluqKh3Fxsh&#10;a19ctu58Gq5r+W/qDH83ZqXU91c/+wMRqA/v8Ku91ArSNIPnmXgE5O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31e+wgAAANwAAAAPAAAAAAAAAAAAAAAAAJgCAABkcnMvZG93&#10;bnJldi54bWxQSwUGAAAAAAQABAD1AAAAhwMAAAAA&#10;" stroked="f">
                  <v:textbox style="mso-fit-shape-to-text:t">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c) 0.5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116" type="#_x0000_t202" style="position:absolute;left:25086;top:22402;width:954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ebPMYA&#10;AADcAAAADwAAAGRycy9kb3ducmV2LnhtbESPQWsCMRSE70L/Q3iCF6nZLtS2q1FKQRBaBLctpbfH&#10;5rlZ3bwsm6jx35uC0OMwM98w82W0rThR7xvHCh4mGQjiyumGawVfn6v7ZxA+IGtsHZOCC3lYLu4G&#10;cyy0O/OWTmWoRYKwL1CBCaErpPSVIYt+4jri5O1cbzEk2ddS93hOcNvKPMum0mLDacFgR2+GqkN5&#10;tImyv8TN78vP4WNjH8fNt8H4Xk6VGg3j6wxEoBj+w7f2WivI8yf4O5OO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lebPMYAAADcAAAADwAAAAAAAAAAAAAAAACYAgAAZHJz&#10;L2Rvd25yZXYueG1sUEsFBgAAAAAEAAQA9QAAAIsDA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v:textbox>
                </v:shape>
                <v:shape id="Zone de texte 2" o:spid="_x0000_s1117" type="#_x0000_t202" style="position:absolute;left:425;top:22402;width:4707;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U7AsMA&#10;AADcAAAADwAAAGRycy9kb3ducmV2LnhtbERPy2rCQBTdC/7DcAvudJJgg42ZiBQKUmjBx8LuLplr&#10;Epq5E2ZGTfv1nUXB5eG8y81oenEj5zvLCtJFAoK4trrjRsHp+DZfgfABWWNvmRT8kIdNNZ2UWGh7&#10;5z3dDqERMYR9gQraEIZCSl+3ZNAv7EAcuYt1BkOErpHa4T2Gm15mSZJLgx3HhhYHem2p/j5cjYKP&#10;z1/7gs8uzfIvvUxXdZ6f03elZk/jdg0i0Bge4n/3TivIsrg2nolHQ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U7AsMAAADcAAAADwAAAAAAAAAAAAAAAACYAgAAZHJzL2Rv&#10;d25yZXYueG1sUEsFBgAAAAAEAAQA9QAAAIg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18" type="#_x0000_t202" style="position:absolute;left:5132;top:22402;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4PisIA&#10;AADcAAAADwAAAGRycy9kb3ducmV2LnhtbESPQWsCMRSE7wX/Q3iCt5rtHqTdGmVRBC8WasXzI3nu&#10;brt5CUlc139vCoUeh5n5hlmuR9uLgULsHCt4mRcgiLUzHTcKTl+751cQMSEb7B2TgjtFWK8mT0us&#10;jLvxJw3H1IgM4VihgjYlX0kZdUsW49x54uxdXLCYsgyNNAFvGW57WRbFQlrsOC+06GnTkv45Xq2C&#10;Q33YFB9hsLU/X7579FpvfVRqNh3rdxCJxvQf/mvvjYKyfIPf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bg+KwgAAANw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14 x 0.5 MHz</w:t>
                        </w:r>
                      </w:p>
                    </w:txbxContent>
                  </v:textbox>
                </v:shape>
                <v:shape id="Zone de texte 2" o:spid="_x0000_s1119" type="#_x0000_t202" style="position:absolute;left:34631;top:22402;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0wyr8A&#10;AADcAAAADwAAAGRycy9kb3ducmV2LnhtbERPTWsCMRC9F/wPYQRvNatCKatRFqXgRaFWPA/JuLu6&#10;mYQkXdd/bw6FHh/ve7UZbCd6CrF1rGA2LUAQa2darhWcf77eP0HEhGywc0wKnhRhsx69rbA07sHf&#10;1J9SLXIIxxIVNCn5UsqoG7IYp84TZ+7qgsWUYailCfjI4baT86L4kBZbzg0Neto2pO+nX6vgUB22&#10;xTH0tvKX661Dr/XOR6Um46Fagkg0pH/xn3tvFMwXeX4+k4+A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jTDKvwAAANwAAAAPAAAAAAAAAAAAAAAAAJgCAABkcnMvZG93bnJl&#10;di54bWxQSwUGAAAAAAQABAD1AAAAhA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14 x 0.5 MHz</w:t>
                        </w:r>
                      </w:p>
                    </w:txbxContent>
                  </v:textbox>
                </v:shape>
                <v:shape id="Zone de texte 2" o:spid="_x0000_s1120" type="#_x0000_t202" style="position:absolute;left:54585;top:22402;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YEQsYA&#10;AADcAAAADwAAAGRycy9kb3ducmV2LnhtbESPQUvDQBSE74L/YXmCN7vZWEMbuy0iCCJYaNpDe3tk&#10;n0kw+zbsrm3sr3cLQo/DzHzDLFaj7cWRfOgca1CTDARx7UzHjYbd9u1hBiJEZIO9Y9LwSwFWy9ub&#10;BZbGnXhDxyo2IkE4lKihjXEopQx1SxbDxA3Eyfty3mJM0jfSeDwluO1lnmWFtNhxWmhxoNeW6u/q&#10;x2r4XJ/dHJ+8youDmapZXRR79aH1/d348gwi0hiv4f/2u9GQPyq4nE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YEQsYAAADcAAAADwAAAAAAAAAAAAAAAACYAgAAZHJz&#10;L2Rvd25yZXYueG1sUEsFBgAAAAAEAAQA9QAAAIs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21" type="#_x0000_t202" style="position:absolute;left:923;top:27797;width:18153;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3HYMQA&#10;AADcAAAADwAAAGRycy9kb3ducmV2LnhtbESPS2vCQBSF9wX/w3CF7uokKRVJHUWEQiku1Hbh8pK5&#10;zcRk7sTM5NF/7xQKXR7O4+Ost5NtxECdrxwrSBcJCOLC6YpLBV+fb08rED4ga2wck4If8rDdzB7W&#10;mGs38omGcyhFHGGfowITQptL6QtDFv3CtcTR+3adxRBlV0rd4RjHbSOzJFlKixVHgsGW9oaK+tzb&#10;CDn4oj+52zU91PJi6iW+HM2HUo/zafcKItAU/sN/7XetIHvO4PdMPAJ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9x2DEAAAA3AAAAA8AAAAAAAAAAAAAAAAAmAIAAGRycy9k&#10;b3ducmV2LnhtbFBLBQYAAAAABAAEAPUAAACJAwAAAAA=&#10;" stroked="f">
                  <v:textbox style="mso-fit-shape-to-text:t">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d) 0.25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122" type="#_x0000_t202" style="position:absolute;left:25047;top:30903;width:954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L4sYA&#10;AADcAAAADwAAAGRycy9kb3ducmV2LnhtbESPQWsCMRSE7wX/Q3iFXopmq1R0axQpFIQWoasi3h6b&#10;183WzcuyiRr/vREKPQ4z8w0zW0TbiDN1vnas4GWQgSAuna65UrDdfPQnIHxA1tg4JgVX8rCY9x5m&#10;mGt34W86F6ESCcI+RwUmhDaX0peGLPqBa4mT9+M6iyHJrpK6w0uC20YOs2wsLdacFgy29G6oPBYn&#10;myi/17g+TPfHr7V9fa53BuNnMVbq6TEu30AEiuE//NdeaQXD0QjuZ9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UL4sYAAADcAAAADwAAAAAAAAAAAAAAAACYAgAAZHJz&#10;L2Rvd25yZXYueG1sUEsFBgAAAAAEAAQA9QAAAIsDA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v:textbox>
                </v:shape>
                <v:shape id="Zone de texte 2" o:spid="_x0000_s1123" type="#_x0000_t202" style="position:absolute;left:386;top:30903;width:4706;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n2sUA&#10;AADcAAAADwAAAGRycy9kb3ducmV2LnhtbESPQWvCQBSE74L/YXmCN90k2mBTVykFQQQL2h7a2yP7&#10;moRm34bdVaO/3i0UPA4z8w2zXPemFWdyvrGsIJ0mIIhLqxuuFHx+bCYLED4ga2wtk4IreVivhoMl&#10;Ftpe+EDnY6hEhLAvUEEdQldI6cuaDPqp7Yij92OdwRClq6R2eIlw08osSXJpsOG4UGNHbzWVv8eT&#10;UbB/v9lnfHJpln/reboo8/wr3Sk1HvWvLyAC9eER/m9vtYJsNoe/M/E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oafaxQAAANw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24" type="#_x0000_t202" style="position:absolute;left:5092;top:30903;width:1995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qTUsMA&#10;AADcAAAADwAAAGRycy9kb3ducmV2LnhtbESPT2sCMRTE7wW/Q3hCbzWrYpGtURal4MWCf+j5kTx3&#10;t928hCRdt9++EYQeh5n5DbPaDLYTPYXYOlYwnRQgiLUzLdcKLuf3lyWImJANdo5JwS9F2KxHTyss&#10;jbvxkfpTqkWGcCxRQZOSL6WMuiGLceI8cfauLlhMWYZamoC3DLednBXFq7TYcl5o0NO2If19+rEK&#10;DtVhW3yE3lb+8/rVodd656NSz+OhegORaEj/4Ud7bxTM5gu4n8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qTUsMAAADcAAAADwAAAAAAAAAAAAAAAACYAgAAZHJzL2Rv&#10;d25yZXYueG1sUEsFBgAAAAAEAAQA9QAAAIgDA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0.25 MHz</w:t>
                        </w:r>
                      </w:p>
                    </w:txbxContent>
                  </v:textbox>
                </v:shape>
                <v:shape id="Zone de texte 2" o:spid="_x0000_s1125" type="#_x0000_t202" style="position:absolute;left:34591;top:30903;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gNJcIA&#10;AADcAAAADwAAAGRycy9kb3ducmV2LnhtbESPT2sCMRTE7wW/Q3hCbzWrgsjWKItS8KLgH3p+JM/d&#10;bTcvIUnX7bc3QqHHYWZ+w6w2g+1ETyG2jhVMJwUIYu1My7WC6+XjbQkiJmSDnWNS8EsRNuvRywpL&#10;4+58ov6capEhHEtU0KTkSymjbshinDhPnL2bCxZTlqGWJuA9w20nZ0WxkBZbzgsNeto2pL/PP1bB&#10;oTpsi2PobeU/b18deq13Pir1Oh6qdxCJhvQf/mvvjYLZfAHPM/kI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KA0lwgAAANw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 x 0.25 MHz</w:t>
                        </w:r>
                      </w:p>
                    </w:txbxContent>
                  </v:textbox>
                </v:shape>
                <v:shape id="Zone de texte 2" o:spid="_x0000_s1126" type="#_x0000_t202" style="position:absolute;left:54545;top:30903;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M5rcYA&#10;AADcAAAADwAAAGRycy9kb3ducmV2LnhtbESPQWvCQBSE74L/YXmCN90ktqlNXUUEoQgKtT20t0f2&#10;NQnNvg27q6b99a5Q8DjMzDfMYtWbVpzJ+caygnSagCAurW64UvDxvp3MQfiArLG1TAp+ycNqORws&#10;sND2wm90PoZKRAj7AhXUIXSFlL6syaCf2o44et/WGQxRukpqh5cIN63MkiSXBhuOCzV2tKmp/Dme&#10;jIL94c8+46NLs/xLP6TzMs8/051S41G/fgERqA/38H/7VSvIZk9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M5rcYAAADcAAAADwAAAAAAAAAAAAAAAACYAgAAZHJz&#10;L2Rvd25yZXYueG1sUEsFBgAAAAAEAAQA9QAAAIs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27" type="#_x0000_t202" style="position:absolute;left:25098;top:38938;width:954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GZk8YA&#10;AADcAAAADwAAAGRycy9kb3ducmV2LnhtbESPwUoDMRCG74LvEKbQi9islRZdmxYRCoKl4KqIt2Ez&#10;brbdTJZNbNO37xwKHod//m/mW6yy79SBhtgGNnA3KUAR18G23Bj4/FjfPoCKCdliF5gMnCjCanl9&#10;tcDShiO/06FKjRIIxxINuJT6UutYO/IYJ6Enluw3DB6TjEOj7YBHgftOT4tirj22LBcc9vTiqN5X&#10;f14ou1Pe/jx+7zdbP7tpvxzmt2puzHiUn59AJcrpf/nSfrUGpvfyrciICO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GZk8YAAADcAAAADwAAAAAAAAAAAAAAAACYAgAAZHJz&#10;L2Rvd25yZXYueG1sUEsFBgAAAAAEAAQA9QAAAIsDA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v:textbox>
                </v:shape>
                <v:shape id="Zone de texte 2" o:spid="_x0000_s1128" type="#_x0000_t202" style="position:absolute;left:437;top:38938;width:4701;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AIRMYA&#10;AADcAAAADwAAAGRycy9kb3ducmV2LnhtbESPQWvCQBSE70L/w/IKvekmaQ2aukoRCkVQMO2hvT2y&#10;r0lo9m3YXTX217uC4HGYmW+YxWownTiS861lBekkAUFcWd1yreDr8308A+EDssbOMik4k4fV8mG0&#10;wELbE+/pWIZaRAj7AhU0IfSFlL5qyKCf2J44er/WGQxRulpqh6cIN53MkiSXBluOCw32tG6o+isP&#10;RsF292/nOHVplv/ol3RW5fl3ulHq6XF4ewURaAj38K39oRVkz3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AIRMYAAADcAAAADwAAAAAAAAAAAAAAAACYAgAAZHJz&#10;L2Rvd25yZXYueG1sUEsFBgAAAAAEAAQA9QAAAIs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29" type="#_x0000_t202" style="position:absolute;left:5144;top:38938;width:19954;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tDt78A&#10;AADcAAAADwAAAGRycy9kb3ducmV2LnhtbERPTWsCMRC9F/wPYQRvNatIKatRFqXgRaFWPA/JuLu6&#10;mYQkXdd/bw6FHh/ve7UZbCd6CrF1rGA2LUAQa2darhWcf77eP0HEhGywc0wKnhRhsx69rbA07sHf&#10;1J9SLXIIxxIVNCn5UsqoG7IYp84TZ+7qgsWUYailCfjI4baT86L4kBZbzg0Neto2pO+nX6vgUB22&#10;xTH0tvKX661Dr/XOR6Um46Fagkg0pH/xn3tvFMwXeX4+k4+A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i0O3vwAAANwAAAAPAAAAAAAAAAAAAAAAAJgCAABkcnMvZG93bnJl&#10;di54bWxQSwUGAAAAAAQABAD1AAAAhA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280 x 0.025 MHz</w:t>
                        </w:r>
                      </w:p>
                    </w:txbxContent>
                  </v:textbox>
                </v:shape>
                <v:shape id="Zone de texte 2" o:spid="_x0000_s1130" type="#_x0000_t202" style="position:absolute;left:34643;top:38938;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fmLMIA&#10;AADcAAAADwAAAGRycy9kb3ducmV2LnhtbESPQWsCMRSE7wX/Q3iCt5pVRMpqlMVS8GJBK54fyXN3&#10;281LSOK6/ntTKPQ4zMw3zHo72E70FGLrWMFsWoAg1s60XCs4f328voGICdlg55gUPCjCdjN6WWNp&#10;3J2P1J9SLTKEY4kKmpR8KWXUDVmMU+eJs3d1wWLKMtTSBLxnuO3kvCiW0mLLeaFBT7uG9M/pZhUc&#10;qsOu+Ay9rfzl+t2h1/rdR6Um46FagUg0pP/wX3tvFMwXM/g9k4+A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x+YswgAAANw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280 x 0.025 MHz</w:t>
                        </w:r>
                      </w:p>
                    </w:txbxContent>
                  </v:textbox>
                </v:shape>
                <v:shape id="Zone de texte 2" o:spid="_x0000_s1131" type="#_x0000_t202" style="position:absolute;left:54597;top:38938;width:599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LpSMYA&#10;AADcAAAADwAAAGRycy9kb3ducmV2LnhtbESPzWrDMBCE74W8g9hAb41sk5rEtRxCoFAKKeTnkN4W&#10;a2ubWisjqYmbp68KgRyHmfmGKVej6cWZnO8sK0hnCQji2uqOGwXHw+vTAoQPyBp7y6TglzysqslD&#10;iYW2F97ReR8aESHsC1TQhjAUUvq6JYN+Zgfi6H1ZZzBE6RqpHV4i3PQyS5JcGuw4LrQ40Kal+nv/&#10;YxRsP652ic8uzfJPPU8XdZ6f0nelHqfj+gVEoDHcw7f2m1aQzTP4PxOPg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LpSMYAAADcAAAADwAAAAAAAAAAAAAAAACYAgAAZHJz&#10;L2Rvd25yZXYueG1sUEsFBgAAAAAEAAQA9QAAAIs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group id="Group 243" o:spid="_x0000_s1132" style="position:absolute;left:386;top:1750;width:60151;height:44049" coordorigin="386,1750" coordsize="60151,46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line id="Connecteur droit 366" o:spid="_x0000_s1133" style="position:absolute;flip:x;visibility:visible;mso-wrap-style:square" from="60534,1750" to="60537,48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irB8QAAADcAAAADwAAAGRycy9kb3ducmV2LnhtbESPQWvCQBSE74L/YXlCb7proFqjq0RL&#10;oT2aevH2zL4mqdm3Ibtq/PfdguBxmJlvmNWmt424UudrxxqmEwWCuHCm5lLD4ftj/AbCB2SDjWPS&#10;cCcPm/VwsMLUuBvv6ZqHUkQI+xQ1VCG0qZS+qMiin7iWOHo/rrMYouxKaTq8RbhtZKLUTFqsOS5U&#10;2NKuouKcX6yGrE22p/dwzH9fF7v58b5Vs+xLaf0y6rMliEB9eIYf7U+jIZlP4f9MPA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yKsHxAAAANwAAAAPAAAAAAAAAAAA&#10;AAAAAKECAABkcnMvZG93bnJldi54bWxQSwUGAAAAAAQABAD5AAAAkgMAAAAA&#10;" strokecolor="windowText" strokeweight="1.5pt">
                    <v:shadow on="t" color="black" opacity="24903f" origin=",.5" offset="0,.55556mm"/>
                  </v:line>
                  <v:line id="Connecteur droit 367" o:spid="_x0000_s1134" style="position:absolute;visibility:visible;mso-wrap-style:square" from="386,1750" to="386,48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z8UAAADcAAAADwAAAGRycy9kb3ducmV2LnhtbESPQWvCQBSE74L/YXmF3nS3gRZNsxER&#10;xPbQQ1WKx0f2mYTsvg3Zrab99d2C4HGYmW+YYjU6Ky40hNazhqe5AkFcedNyreF42M4WIEJENmg9&#10;k4YfCrAqp5MCc+Ov/EmXfaxFgnDIUUMTY59LGaqGHIa574mTd/aDw5jkUEsz4DXBnZWZUi/SYctp&#10;ocGeNg1V3f7baVC223ydMlsvP8Iu26l3T93vSevHh3H9CiLSGO/hW/vNaMgWz/B/Jh0BW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z8UAAADcAAAADwAAAAAAAAAA&#10;AAAAAAChAgAAZHJzL2Rvd25yZXYueG1sUEsFBgAAAAAEAAQA+QAAAJMDAAAAAA==&#10;" strokecolor="windowText" strokeweight="1.5pt">
                    <v:shadow on="t" color="black" opacity="24903f" origin=",.5" offset="0,.55556mm"/>
                  </v:line>
                </v:group>
                <v:shape id="Zone de texte 2" o:spid="_x0000_s1135" type="#_x0000_t202" style="position:absolute;left:923;top:36438;width:18153;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kIhMQA&#10;AADcAAAADwAAAGRycy9kb3ducmV2LnhtbESPzWrCQBSF9wXfYbiCuzoxYJA0EylCoYgLtV10ecnc&#10;ZtJk7sTMROPbO4VCl4fz83GK7WQ7caXBN44VrJYJCOLK6YZrBZ8fb88bED4ga+wck4I7ediWs6cC&#10;c+1ufKLrOdQijrDPUYEJoc+l9JUhi37peuLofbvBYohyqKUe8BbHbSfTJMmkxYYjwWBPO0NVex5t&#10;hBx8NZ7c5Wd1aOWXaTNcH81eqcV8en0BEWgK/+G/9rtWkG4y+D0Tj4As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5CITEAAAA3AAAAA8AAAAAAAAAAAAAAAAAmAIAAGRycy9k&#10;b3ducmV2LnhtbFBLBQYAAAAABAAEAPUAAACJAwAAAAA=&#10;" stroked="f">
                  <v:textbox style="mso-fit-shape-to-text:t">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e) 0.025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136" type="#_x0000_t202" style="position:absolute;left:922;top:10515;width:15993;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b) 1.75 MHz </w:t>
                        </w:r>
                        <w:proofErr w:type="spellStart"/>
                        <w:r>
                          <w:rPr>
                            <w:rFonts w:ascii="Arial" w:eastAsia="Times New Roman" w:hAnsi="Arial" w:cstheme="minorBidi"/>
                            <w:color w:val="000000"/>
                            <w:kern w:val="24"/>
                            <w:sz w:val="20"/>
                            <w:szCs w:val="20"/>
                          </w:rPr>
                          <w:t>channels</w:t>
                        </w:r>
                        <w:proofErr w:type="spellEnd"/>
                      </w:p>
                    </w:txbxContent>
                  </v:textbox>
                </v:shape>
                <v:shape id="Zone de texte 2" o:spid="_x0000_s1137" type="#_x0000_t202" style="position:absolute;left:25098;top:13799;width:954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cs8YA&#10;AADcAAAADwAAAGRycy9kb3ducmV2LnhtbESPwUoDMRCG74LvEEboRWy2FYuuTUspFASl0K0i3obN&#10;uFm7mSyb2KZv7xyEHod//m/mmy+z79SRhtgGNjAZF6CI62Bbbgy87zd3j6BiQrbYBSYDZ4qwXFxf&#10;zbG04cQ7OlapUQLhWKIBl1Jfah1rRx7jOPTEkn2HwWOScWi0HfAkcN/paVHMtMeW5YLDntaO6kP1&#10;64Xyc87br6fPw9vWP9y2Hw7zazUzZnSTV8+gEuV0Wf5vv1gD94V8KzIiAn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xcs8YAAADcAAAADwAAAAAAAAAAAAAAAACYAgAAZHJz&#10;L2Rvd25yZXYueG1sUEsFBgAAAAAEAAQA9QAAAIsDA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v:textbox>
                </v:shape>
                <v:shape id="Zone de texte 2" o:spid="_x0000_s1138" type="#_x0000_t202" style="position:absolute;left:437;top:13799;width:4707;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3NZMUA&#10;AADcAAAADwAAAGRycy9kb3ducmV2LnhtbESPQWvCQBSE7wX/w/IEb3UTtUFTV5GCIEIFbQ96e2Rf&#10;k2D2bdjdavTXd4WCx2FmvmHmy8404kLO15YVpMMEBHFhdc2lgu+v9esUhA/IGhvLpOBGHpaL3ssc&#10;c22vvKfLIZQiQtjnqKAKoc2l9EVFBv3QtsTR+7HOYIjSlVI7vEa4aeQoSTJpsOa4UGFLHxUV58Ov&#10;UfC5u9sZvrl0lJ30JJ0WWXZMt0oN+t3qHUSgLjzD/+2NVjBOZvA4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c1kxQAAANw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39" type="#_x0000_t202" style="position:absolute;left:5150;top:13799;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ljN78A&#10;AADcAAAADwAAAGRycy9kb3ducmV2LnhtbERPz2vCMBS+C/4P4Qm72dQNRDqjFEXYxYFOdn4kz7ba&#10;vIQkq91/vxyEHT++3+vtaHsxUIidYwWLogRBrJ3puFFw+TrMVyBiQjbYOyYFvxRhu5lO1lgZ9+AT&#10;DefUiBzCsUIFbUq+kjLqlizGwnnizF1dsJgyDI00AR853PbytSyX0mLHuaFFT7uW9P38YxUc6+Ou&#10;/AyDrf339daj13rvo1Ivs7F+B5FoTP/ip/vDKHhb5Pn5TD4CcvM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2WM3vwAAANwAAAAPAAAAAAAAAAAAAAAAAJgCAABkcnMvZG93bnJl&#10;di54bWxQSwUGAAAAAAQABAD1AAAAhA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1.75 MHz</w:t>
                        </w:r>
                      </w:p>
                    </w:txbxContent>
                  </v:textbox>
                </v:shape>
                <v:shape id="Zone de texte 2" o:spid="_x0000_s1140" type="#_x0000_t202" style="position:absolute;left:54603;top:13799;width:5992;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JXv8UA&#10;AADcAAAADwAAAGRycy9kb3ducmV2LnhtbESPQWsCMRSE7wX/Q3iCt5qN2kW3RpGCIIUW1B7q7bF5&#10;3V3cvCxJqlt/fVMoeBxm5htmue5tKy7kQ+NYgxpnIIhLZxquNHwct49zECEiG2wdk4YfCrBeDR6W&#10;WBh35T1dDrESCcKhQA11jF0hZShrshjGriNO3pfzFmOSvpLG4zXBbSsnWZZLiw2nhRo7eqmpPB++&#10;rYa395tb4JNXk/xkZmpe5vmnetV6NOw3zyAi9fEe/m/vjIapUvB3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le/xQAAANwAAAAPAAAAAAAAAAAAAAAAAJgCAABkcnMv&#10;ZG93bnJldi54bWxQSwUGAAAAAAQABAD1AAAAigM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w:t>
                        </w:r>
                        <w:r>
                          <w:rPr>
                            <w:rFonts w:ascii="Arial" w:eastAsia="MS Mincho" w:hAnsi="Arial" w:cstheme="minorBidi"/>
                            <w:color w:val="000000"/>
                            <w:kern w:val="24"/>
                            <w:sz w:val="20"/>
                            <w:szCs w:val="20"/>
                          </w:rPr>
                          <w:t>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41" type="#_x0000_t202" style="position:absolute;left:34649;top:13799;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dY28IA&#10;AADcAAAADwAAAGRycy9kb3ducmV2LnhtbESPQWsCMRSE7wX/Q3iCt5pVQcpqlMVS8GJBK54fyXN3&#10;281LSOK6/ntTKPQ4zMw3zHo72E70FGLrWMFsWoAg1s60XCs4f328voGICdlg55gUPCjCdjN6WWNp&#10;3J2P1J9SLTKEY4kKmpR8KWXUDVmMU+eJs3d1wWLKMtTSBLxnuO3kvCiW0mLLeaFBT7uG9M/pZhUc&#10;qsOu+Ay9rfzl+t2h1/rdR6Um46FagUg0pP/wX3tvFCxmc/g9k4+A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R1jbwgAAANw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4 x 1.75 MHz</w:t>
                        </w:r>
                      </w:p>
                    </w:txbxContent>
                  </v:textbox>
                </v:shape>
                <v:shape id="Zone de texte 2" o:spid="_x0000_s1142" type="#_x0000_t202" style="position:absolute;left:25086;top:4940;width:9545;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FYH8YA&#10;AADcAAAADwAAAGRycy9kb3ducmV2LnhtbESPQWsCMRSE74X+h/AKvRTNWlF0NUopFAqK4LYi3h6b&#10;52br5mXZpBr/fVMQPA4z8w0zX0bbiDN1vnasYNDPQBCXTtdcKfj++uhNQPiArLFxTAqu5GG5eHyY&#10;Y67dhbd0LkIlEoR9jgpMCG0upS8NWfR91xIn7+g6iyHJrpK6w0uC20a+ZtlYWqw5LRhs6d1QeSp+&#10;baL8XOPmMN2f1hs7eql3BuOqGCv1/BTfZiACxXAP39qfWsFwMIT/M+k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FYH8YAAADcAAAADwAAAAAAAAAAAAAAAACYAgAAZHJz&#10;L2Rvd25yZXYueG1sUEsFBgAAAAAEAAQA9QAAAIsDAAAAAA==&#10;" fillcolor="#bfbfbf">
                  <v:stroke dashstyle="dash"/>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333 MHz</w:t>
                        </w:r>
                      </w:p>
                    </w:txbxContent>
                  </v:textbox>
                </v:shape>
                <v:shape id="Zone de texte 2" o:spid="_x0000_s1143" type="#_x0000_t202" style="position:absolute;left:425;top:4940;width:4707;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J8YA&#10;AADcAAAADwAAAGRycy9kb3ducmV2LnhtbESPT2sCMRTE74V+h/AKvdVsrF10NUopFIpgwT8HvT02&#10;z93FzcuSpLr105tCweMwM79hZovetuJMPjSONahBBoK4dKbhSsNu+/kyBhEissHWMWn4pQCL+ePD&#10;DAvjLrym8yZWIkE4FKihjrErpAxlTRbDwHXEyTs6bzEm6StpPF4S3LZymGW5tNhwWqixo4+aytPm&#10;x2pYfV/dBN+8GuYHM1LjMs/3aqn181P/PgURqY/38H/7y2h4VSP4O5OO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0J8YAAADcAAAADwAAAAAAAAAAAAAAAACYAgAAZHJz&#10;L2Rvd25yZXYueG1sUEsFBgAAAAAEAAQA9QAAAIs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44" type="#_x0000_t202" style="position:absolute;left:5138;top:4940;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7Ar8IA&#10;AADcAAAADwAAAGRycy9kb3ducmV2LnhtbESPQWsCMRSE7wX/Q3hCbzWrYpGtURZF8GKhKj0/kufu&#10;tpuXkMR1++8bodDjMDPfMKvNYDvRU4itYwXTSQGCWDvTcq3gct6/LEHEhGywc0wKfijCZj16WmFp&#10;3J0/qD+lWmQIxxIVNCn5UsqoG7IYJ84TZ+/qgsWUZailCXjPcNvJWVG8Sost54UGPW0b0t+nm1Vw&#10;rI7b4j30tvKf168OvdY7H5V6Hg/VG4hEQ/oP/7UPRsF8uoDHmXw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rsCvwgAAANw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 * 3.5 MHz</w:t>
                        </w:r>
                      </w:p>
                    </w:txbxContent>
                  </v:textbox>
                </v:shape>
                <v:shape id="Zone de texte 2" o:spid="_x0000_s1145" type="#_x0000_t202" style="position:absolute;left:54591;top:4940;width:5992;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vPy8YA&#10;AADcAAAADwAAAGRycy9kb3ducmV2LnhtbESPQUsDMRSE74L/IbyCN5tNraHdNi0iCCIoWHtob4/N&#10;6+7SzcuSxHbtrzeC0OMwM98wy/XgOnGiEFvPBtS4AEFcedtybWD79XI/AxETssXOMxn4oQjr1e3N&#10;Ekvrz/xJp02qRYZwLNFAk1JfShmrhhzGse+Js3fwwWHKMtTSBjxnuOvkpCi0dNhyXmiwp+eGquPm&#10;2xl4/7j4OT4GNdF7O1WzSuudejPmbjQ8LUAkGtI1/N9+tQYelIa/M/k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vPy8YAAADcAAAADwAAAAAAAAAAAAAAAACYAgAAZHJz&#10;L2Rvd25yZXYueG1sUEsFBgAAAAAEAAQA9QAAAIsDAAAAAA==&#10;" fillcolor="#bfbfbf">
                  <v:textbox>
                    <w:txbxContent>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1.</w:t>
                        </w:r>
                        <w:r>
                          <w:rPr>
                            <w:rFonts w:ascii="Arial" w:eastAsia="MS Mincho" w:hAnsi="Arial" w:cstheme="minorBidi"/>
                            <w:color w:val="000000"/>
                            <w:kern w:val="24"/>
                            <w:sz w:val="20"/>
                            <w:szCs w:val="20"/>
                          </w:rPr>
                          <w:t>5</w:t>
                        </w:r>
                      </w:p>
                      <w:p w:rsidR="007C20C3" w:rsidRDefault="007C20C3" w:rsidP="007716A0">
                        <w:pPr>
                          <w:pStyle w:val="NormalWeb"/>
                          <w:spacing w:before="0" w:beforeAutospacing="0" w:after="0" w:afterAutospacing="0"/>
                          <w:jc w:val="center"/>
                        </w:pPr>
                        <w:r>
                          <w:rPr>
                            <w:rFonts w:ascii="Arial" w:eastAsia="MS Mincho" w:hAnsi="Arial" w:cstheme="minorBidi"/>
                            <w:color w:val="000000"/>
                            <w:kern w:val="24"/>
                            <w:sz w:val="20"/>
                            <w:szCs w:val="20"/>
                            <w:lang w:val="en-US"/>
                          </w:rPr>
                          <w:t>MHz</w:t>
                        </w:r>
                      </w:p>
                    </w:txbxContent>
                  </v:textbox>
                </v:shape>
                <v:shape id="Zone de texte 2" o:spid="_x0000_s1146" type="#_x0000_t202" style="position:absolute;left:34637;top:4940;width:19948;height:50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D7Q8IA&#10;AADcAAAADwAAAGRycy9kb3ducmV2LnhtbESPQWsCMRSE7wX/Q3hCbzWrgpWtURZF8GKhKj0/kufu&#10;tpuXkMR1++8bodDjMDPfMKvNYDvRU4itYwXTSQGCWDvTcq3gct6/LEHEhGywc0wKfijCZj16WmFp&#10;3J0/qD+lWmQIxxIVNCn5UsqoG7IYJ84TZ+/qgsWUZailCXjPcNvJWVEspMWW80KDnrYN6e/TzSo4&#10;Vsdt8R56W/nP61eHXuudj0o9j4fqDUSiIf2H/9oHo2A+fYXHmXw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MPtDwgAAANwAAAAPAAAAAAAAAAAAAAAAAJgCAABkcnMvZG93&#10;bnJldi54bWxQSwUGAAAAAAQABAD1AAAAhwMAAAAA&#10;">
                  <v:textbox>
                    <w:txbxContent>
                      <w:p w:rsidR="007C20C3" w:rsidRDefault="007C20C3" w:rsidP="007716A0">
                        <w:pPr>
                          <w:pStyle w:val="NormalWeb"/>
                          <w:spacing w:before="0" w:beforeAutospacing="0" w:after="0" w:afterAutospacing="0"/>
                          <w:jc w:val="center"/>
                        </w:pPr>
                        <w:r>
                          <w:rPr>
                            <w:rFonts w:ascii="Arial" w:eastAsia="Times New Roman" w:hAnsi="Arial" w:cstheme="minorBidi"/>
                            <w:color w:val="000000"/>
                            <w:kern w:val="24"/>
                            <w:sz w:val="20"/>
                            <w:szCs w:val="20"/>
                            <w:lang w:val="en-US"/>
                          </w:rPr>
                          <w:t>2 * 3.5 MHz</w:t>
                        </w:r>
                      </w:p>
                    </w:txbxContent>
                  </v:textbox>
                </v:shape>
                <v:shape id="Zone de texte 2" o:spid="_x0000_s1147" type="#_x0000_t202" style="position:absolute;left:920;top:1874;width:17506;height:2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Gjd8EA&#10;AADcAAAADwAAAGRycy9kb3ducmV2LnhtbERPTWvCQBC9F/wPywi91U0sFUldpQiCiIdqe/A4ZKfZ&#10;NNnZmF01/fedg+Dx8b4Xq8G36kp9rAMbyCcZKOIy2JorA99fm5c5qJiQLbaBycAfRVgtR08LLGy4&#10;8YGux1QpCeFYoAGXUldoHUtHHuMkdMTC/YTeYxLYV9r2eJNw3+ppls20x5qlwWFHa0dlc7x4KdnH&#10;8nII59983+iTa2b49ul2xjyPh493UImG9BDf3Vtr4DWXtXJGj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Bo3fBAAAA3AAAAA8AAAAAAAAAAAAAAAAAmAIAAGRycy9kb3du&#10;cmV2LnhtbFBLBQYAAAAABAAEAPUAAACGAwAAAAA=&#10;" stroked="f">
                  <v:textbox style="mso-fit-shape-to-text:t">
                    <w:txbxContent>
                      <w:p w:rsidR="007C20C3" w:rsidRDefault="007C20C3" w:rsidP="007716A0">
                        <w:pPr>
                          <w:pStyle w:val="NormalWeb"/>
                          <w:spacing w:before="0" w:beforeAutospacing="0" w:after="0" w:afterAutospacing="0"/>
                        </w:pPr>
                        <w:r>
                          <w:rPr>
                            <w:rFonts w:ascii="Arial" w:eastAsia="Times New Roman" w:hAnsi="Arial" w:cstheme="minorBidi"/>
                            <w:color w:val="000000"/>
                            <w:kern w:val="24"/>
                            <w:sz w:val="20"/>
                            <w:szCs w:val="20"/>
                          </w:rPr>
                          <w:t xml:space="preserve">a) 3.5 MHz </w:t>
                        </w:r>
                        <w:proofErr w:type="spellStart"/>
                        <w:r>
                          <w:rPr>
                            <w:rFonts w:ascii="Arial" w:eastAsia="Times New Roman" w:hAnsi="Arial" w:cstheme="minorBidi"/>
                            <w:color w:val="000000"/>
                            <w:kern w:val="24"/>
                            <w:sz w:val="20"/>
                            <w:szCs w:val="20"/>
                          </w:rPr>
                          <w:t>channels</w:t>
                        </w:r>
                        <w:proofErr w:type="spellEnd"/>
                      </w:p>
                    </w:txbxContent>
                  </v:textbox>
                </v:shape>
                <w10:anchorlock/>
              </v:group>
            </w:pict>
          </mc:Fallback>
        </mc:AlternateContent>
      </w:r>
    </w:p>
    <w:p w:rsidR="007716A0" w:rsidRDefault="007716A0" w:rsidP="007716A0">
      <w:pPr>
        <w:pStyle w:val="ECCFiguretitle"/>
      </w:pPr>
      <w:r>
        <w:t>Occupied spectrum</w:t>
      </w:r>
    </w:p>
    <w:p w:rsidR="007716A0" w:rsidRDefault="007716A0" w:rsidP="007716A0">
      <w:pPr>
        <w:pStyle w:val="ECCParagraph"/>
        <w:rPr>
          <w:lang w:val="en-US"/>
        </w:rPr>
        <w:sectPr w:rsidR="007716A0" w:rsidSect="00C74BE6">
          <w:headerReference w:type="even" r:id="rId15"/>
          <w:headerReference w:type="default" r:id="rId16"/>
          <w:headerReference w:type="first" r:id="rId17"/>
          <w:pgSz w:w="11907" w:h="16840" w:code="9"/>
          <w:pgMar w:top="1440" w:right="1134" w:bottom="1440" w:left="1134" w:header="709" w:footer="709" w:gutter="0"/>
          <w:cols w:space="708"/>
          <w:docGrid w:linePitch="360"/>
        </w:sectPr>
      </w:pPr>
    </w:p>
    <w:p w:rsidR="007716A0" w:rsidRDefault="007716A0" w:rsidP="007716A0">
      <w:pPr>
        <w:pStyle w:val="ECCAnnex-heading1"/>
      </w:pPr>
      <w:r>
        <w:lastRenderedPageBreak/>
        <w:t>iLLUSTRATIONS OF THE IMPLEMENTATION OF NARROW CHANNELS in the 6 GH</w:t>
      </w:r>
      <w:r w:rsidRPr="007716A0">
        <w:rPr>
          <w:sz w:val="16"/>
        </w:rPr>
        <w:t>z</w:t>
      </w:r>
      <w:r>
        <w:t xml:space="preserve"> band</w:t>
      </w:r>
    </w:p>
    <w:p w:rsidR="007716A0" w:rsidRDefault="007716A0" w:rsidP="0023516E">
      <w:pPr>
        <w:pStyle w:val="ECCParagraph"/>
        <w:tabs>
          <w:tab w:val="left" w:pos="5245"/>
        </w:tabs>
      </w:pPr>
      <w:r w:rsidRPr="00FB34CC">
        <w:rPr>
          <w:noProof/>
          <w:lang w:val="da-DK" w:eastAsia="da-DK"/>
        </w:rPr>
        <mc:AlternateContent>
          <mc:Choice Requires="wpg">
            <w:drawing>
              <wp:inline distT="0" distB="0" distL="0" distR="0" wp14:anchorId="5567C404" wp14:editId="08D7C20C">
                <wp:extent cx="8601075" cy="2381977"/>
                <wp:effectExtent l="0" t="0" r="0" b="0"/>
                <wp:docPr id="448" name="Groupe 176"/>
                <wp:cNvGraphicFramePr/>
                <a:graphic xmlns:a="http://schemas.openxmlformats.org/drawingml/2006/main">
                  <a:graphicData uri="http://schemas.microsoft.com/office/word/2010/wordprocessingGroup">
                    <wpg:wgp>
                      <wpg:cNvGrpSpPr/>
                      <wpg:grpSpPr>
                        <a:xfrm>
                          <a:off x="0" y="0"/>
                          <a:ext cx="8601075" cy="2381977"/>
                          <a:chOff x="0" y="164038"/>
                          <a:chExt cx="9499769" cy="2457551"/>
                        </a:xfrm>
                      </wpg:grpSpPr>
                      <wps:wsp>
                        <wps:cNvPr id="449" name="Rectangle 449"/>
                        <wps:cNvSpPr/>
                        <wps:spPr>
                          <a:xfrm>
                            <a:off x="285426" y="1584494"/>
                            <a:ext cx="8893068" cy="432048"/>
                          </a:xfrm>
                          <a:prstGeom prst="rect">
                            <a:avLst/>
                          </a:prstGeom>
                          <a:solidFill>
                            <a:sysClr val="windowText" lastClr="000000">
                              <a:lumMod val="50000"/>
                              <a:lumOff val="50000"/>
                            </a:sysClr>
                          </a:solidFill>
                          <a:ln w="25400" cap="flat" cmpd="sng" algn="ctr">
                            <a:solidFill>
                              <a:sysClr val="windowText" lastClr="000000">
                                <a:lumMod val="65000"/>
                                <a:lumOff val="35000"/>
                              </a:sysClr>
                            </a:solidFill>
                            <a:prstDash val="solid"/>
                          </a:ln>
                          <a:effectLst/>
                        </wps:spPr>
                        <wps:txbx>
                          <w:txbxContent>
                            <w:p w:rsidR="007C20C3" w:rsidRPr="00E21EC1" w:rsidRDefault="007C20C3" w:rsidP="007716A0">
                              <w:pPr>
                                <w:rPr>
                                  <w:rFonts w:cs="Arial"/>
                                </w:rPr>
                              </w:pP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0" name="Rectangle 450"/>
                        <wps:cNvSpPr/>
                        <wps:spPr>
                          <a:xfrm>
                            <a:off x="6881149" y="1584494"/>
                            <a:ext cx="1080120" cy="432048"/>
                          </a:xfrm>
                          <a:prstGeom prst="rect">
                            <a:avLst/>
                          </a:prstGeom>
                          <a:solidFill>
                            <a:srgbClr val="4F81BD"/>
                          </a:solidFill>
                          <a:ln w="25400" cap="flat" cmpd="sng" algn="ctr">
                            <a:solidFill>
                              <a:srgbClr val="4F81B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8x40</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1" name="Rectangle 451"/>
                        <wps:cNvSpPr/>
                        <wps:spPr>
                          <a:xfrm>
                            <a:off x="4524494" y="1584494"/>
                            <a:ext cx="1071860" cy="432048"/>
                          </a:xfrm>
                          <a:prstGeom prst="rect">
                            <a:avLst/>
                          </a:prstGeom>
                          <a:solidFill>
                            <a:srgbClr val="4F81BD"/>
                          </a:solidFill>
                          <a:ln w="25400" cap="flat" cmpd="sng" algn="ctr">
                            <a:solidFill>
                              <a:srgbClr val="4F81B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8x40</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2" name="Rectangle 452"/>
                        <wps:cNvSpPr/>
                        <wps:spPr>
                          <a:xfrm>
                            <a:off x="2474362" y="1584494"/>
                            <a:ext cx="933403" cy="432048"/>
                          </a:xfrm>
                          <a:prstGeom prst="rect">
                            <a:avLst/>
                          </a:prstGeom>
                          <a:solidFill>
                            <a:srgbClr val="4F81BD"/>
                          </a:solidFill>
                          <a:ln w="25400" cap="flat" cmpd="sng" algn="ctr">
                            <a:solidFill>
                              <a:srgbClr val="4F81B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3" name="Rectangle 453"/>
                        <wps:cNvSpPr/>
                        <wps:spPr>
                          <a:xfrm>
                            <a:off x="1530664" y="1584494"/>
                            <a:ext cx="770667" cy="432048"/>
                          </a:xfrm>
                          <a:prstGeom prst="rect">
                            <a:avLst/>
                          </a:prstGeom>
                          <a:solidFill>
                            <a:srgbClr val="FF0000"/>
                          </a:solidFill>
                          <a:ln w="25400" cap="flat" cmpd="sng" algn="ctr">
                            <a:solidFill>
                              <a:srgbClr val="C0504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4" name="Rectangle 454"/>
                        <wps:cNvSpPr/>
                        <wps:spPr>
                          <a:xfrm>
                            <a:off x="5769385" y="1584494"/>
                            <a:ext cx="938733" cy="432048"/>
                          </a:xfrm>
                          <a:prstGeom prst="rect">
                            <a:avLst/>
                          </a:prstGeom>
                          <a:solidFill>
                            <a:srgbClr val="FF0000"/>
                          </a:solidFill>
                          <a:ln w="25400" cap="flat" cmpd="sng" algn="ctr">
                            <a:solidFill>
                              <a:srgbClr val="C0504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14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5" name="Rectangle 455"/>
                        <wps:cNvSpPr/>
                        <wps:spPr>
                          <a:xfrm>
                            <a:off x="3580796" y="1584494"/>
                            <a:ext cx="770667" cy="432048"/>
                          </a:xfrm>
                          <a:prstGeom prst="rect">
                            <a:avLst/>
                          </a:prstGeom>
                          <a:solidFill>
                            <a:srgbClr val="FF0000"/>
                          </a:solidFill>
                          <a:ln w="25400" cap="flat" cmpd="sng" algn="ctr">
                            <a:solidFill>
                              <a:srgbClr val="C0504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6" name="Rectangle 456"/>
                        <wps:cNvSpPr/>
                        <wps:spPr>
                          <a:xfrm>
                            <a:off x="8134297" y="1584494"/>
                            <a:ext cx="938733" cy="432048"/>
                          </a:xfrm>
                          <a:prstGeom prst="rect">
                            <a:avLst/>
                          </a:prstGeom>
                          <a:solidFill>
                            <a:srgbClr val="FF0000"/>
                          </a:solidFill>
                          <a:ln w="25400" cap="flat" cmpd="sng" algn="ctr">
                            <a:solidFill>
                              <a:srgbClr val="C0504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14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7" name="Rectangle 457"/>
                        <wps:cNvSpPr/>
                        <wps:spPr>
                          <a:xfrm>
                            <a:off x="424230" y="1584494"/>
                            <a:ext cx="933403" cy="432048"/>
                          </a:xfrm>
                          <a:prstGeom prst="rect">
                            <a:avLst/>
                          </a:prstGeom>
                          <a:solidFill>
                            <a:srgbClr val="4F81BD"/>
                          </a:solidFill>
                          <a:ln w="25400" cap="flat" cmpd="sng" algn="ctr">
                            <a:solidFill>
                              <a:srgbClr val="4F81BD">
                                <a:shade val="50000"/>
                              </a:srgbClr>
                            </a:solidFill>
                            <a:prstDash val="solid"/>
                          </a:ln>
                          <a:effectLst/>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58" name="Connecteur droit 458"/>
                        <wps:cNvCnPr/>
                        <wps:spPr>
                          <a:xfrm>
                            <a:off x="285426" y="2012809"/>
                            <a:ext cx="0" cy="72000"/>
                          </a:xfrm>
                          <a:prstGeom prst="line">
                            <a:avLst/>
                          </a:prstGeom>
                          <a:noFill/>
                          <a:ln w="19050" cap="flat" cmpd="sng" algn="ctr">
                            <a:solidFill>
                              <a:sysClr val="windowText" lastClr="000000"/>
                            </a:solidFill>
                            <a:prstDash val="solid"/>
                            <a:headEnd type="none" w="med" len="med"/>
                            <a:tailEnd type="none" w="med" len="med"/>
                          </a:ln>
                          <a:effectLst/>
                        </wps:spPr>
                        <wps:bodyPr/>
                      </wps:wsp>
                      <wps:wsp>
                        <wps:cNvPr id="459" name="ZoneTexte 133"/>
                        <wps:cNvSpPr txBox="1"/>
                        <wps:spPr>
                          <a:xfrm>
                            <a:off x="0" y="2099549"/>
                            <a:ext cx="570933" cy="273418"/>
                          </a:xfrm>
                          <a:prstGeom prst="rect">
                            <a:avLst/>
                          </a:prstGeom>
                          <a:noFill/>
                        </wps:spPr>
                        <wps:txb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5925</w:t>
                              </w:r>
                            </w:p>
                          </w:txbxContent>
                        </wps:txbx>
                        <wps:bodyPr wrap="square" rtlCol="0">
                          <a:noAutofit/>
                        </wps:bodyPr>
                      </wps:wsp>
                      <wps:wsp>
                        <wps:cNvPr id="460" name="ZoneTexte 134"/>
                        <wps:cNvSpPr txBox="1"/>
                        <wps:spPr>
                          <a:xfrm>
                            <a:off x="3816317" y="2099549"/>
                            <a:ext cx="570933" cy="273418"/>
                          </a:xfrm>
                          <a:prstGeom prst="rect">
                            <a:avLst/>
                          </a:prstGeom>
                          <a:noFill/>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000000" w:themeColor="text1"/>
                                  <w:kern w:val="24"/>
                                  <w:sz w:val="20"/>
                                  <w:szCs w:val="20"/>
                                </w:rPr>
                                <w:t>6425</w:t>
                              </w:r>
                            </w:p>
                          </w:txbxContent>
                        </wps:txbx>
                        <wps:bodyPr wrap="square" rtlCol="0">
                          <a:noAutofit/>
                        </wps:bodyPr>
                      </wps:wsp>
                      <wps:wsp>
                        <wps:cNvPr id="461" name="ZoneTexte 135"/>
                        <wps:cNvSpPr txBox="1"/>
                        <wps:spPr>
                          <a:xfrm>
                            <a:off x="8928836" y="2099549"/>
                            <a:ext cx="570933" cy="273418"/>
                          </a:xfrm>
                          <a:prstGeom prst="rect">
                            <a:avLst/>
                          </a:prstGeom>
                          <a:noFill/>
                        </wps:spPr>
                        <wps:txb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7125</w:t>
                              </w:r>
                            </w:p>
                          </w:txbxContent>
                        </wps:txbx>
                        <wps:bodyPr wrap="square" rtlCol="0">
                          <a:noAutofit/>
                        </wps:bodyPr>
                      </wps:wsp>
                      <wps:wsp>
                        <wps:cNvPr id="462" name="Connecteur droit 462"/>
                        <wps:cNvCnPr/>
                        <wps:spPr>
                          <a:xfrm>
                            <a:off x="9178493" y="2012809"/>
                            <a:ext cx="0" cy="72000"/>
                          </a:xfrm>
                          <a:prstGeom prst="line">
                            <a:avLst/>
                          </a:prstGeom>
                          <a:noFill/>
                          <a:ln w="19050" cap="flat" cmpd="sng" algn="ctr">
                            <a:solidFill>
                              <a:sysClr val="windowText" lastClr="000000"/>
                            </a:solidFill>
                            <a:prstDash val="solid"/>
                            <a:headEnd type="none" w="med" len="med"/>
                            <a:tailEnd type="none" w="med" len="med"/>
                          </a:ln>
                          <a:effectLst/>
                        </wps:spPr>
                        <wps:bodyPr/>
                      </wps:wsp>
                      <wps:wsp>
                        <wps:cNvPr id="463" name="Connecteur droit 463"/>
                        <wps:cNvCnPr/>
                        <wps:spPr>
                          <a:xfrm>
                            <a:off x="4101849" y="2012809"/>
                            <a:ext cx="0" cy="72000"/>
                          </a:xfrm>
                          <a:prstGeom prst="line">
                            <a:avLst/>
                          </a:prstGeom>
                          <a:noFill/>
                          <a:ln w="19050" cap="flat" cmpd="sng" algn="ctr">
                            <a:solidFill>
                              <a:sysClr val="windowText" lastClr="000000"/>
                            </a:solidFill>
                            <a:prstDash val="solid"/>
                            <a:headEnd type="none" w="med" len="med"/>
                            <a:tailEnd type="none" w="med" len="med"/>
                          </a:ln>
                          <a:effectLst/>
                        </wps:spPr>
                        <wps:bodyPr/>
                      </wps:wsp>
                      <wps:wsp>
                        <wps:cNvPr id="464" name="ZoneTexte 138"/>
                        <wps:cNvSpPr txBox="1"/>
                        <wps:spPr>
                          <a:xfrm rot="17919665">
                            <a:off x="115937" y="1114488"/>
                            <a:ext cx="81617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5.375 MHz</w:t>
                              </w:r>
                            </w:p>
                          </w:txbxContent>
                        </wps:txbx>
                        <wps:bodyPr wrap="square" rtlCol="0">
                          <a:noAutofit/>
                        </wps:bodyPr>
                      </wps:wsp>
                      <wps:wsp>
                        <wps:cNvPr id="465" name="ZoneTexte 139"/>
                        <wps:cNvSpPr txBox="1"/>
                        <wps:spPr>
                          <a:xfrm rot="17919665">
                            <a:off x="1195986" y="1114488"/>
                            <a:ext cx="81617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wps:txbx>
                        <wps:bodyPr wrap="square" rtlCol="0">
                          <a:noAutofit/>
                        </wps:bodyPr>
                      </wps:wsp>
                      <wps:wsp>
                        <wps:cNvPr id="466" name="ZoneTexte 140"/>
                        <wps:cNvSpPr txBox="1"/>
                        <wps:spPr>
                          <a:xfrm rot="17919665">
                            <a:off x="2087279" y="1114488"/>
                            <a:ext cx="81549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wps:txbx>
                        <wps:bodyPr wrap="square" rtlCol="0">
                          <a:noAutofit/>
                        </wps:bodyPr>
                      </wps:wsp>
                      <wps:wsp>
                        <wps:cNvPr id="467" name="ZoneTexte 141"/>
                        <wps:cNvSpPr txBox="1"/>
                        <wps:spPr>
                          <a:xfrm rot="17919665">
                            <a:off x="3239331" y="1114488"/>
                            <a:ext cx="81617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4.938 MHz</w:t>
                              </w:r>
                            </w:p>
                          </w:txbxContent>
                        </wps:txbx>
                        <wps:bodyPr wrap="square" rtlCol="0">
                          <a:noAutofit/>
                        </wps:bodyPr>
                      </wps:wsp>
                      <wps:wsp>
                        <wps:cNvPr id="468" name="ZoneTexte 142"/>
                        <wps:cNvSpPr txBox="1"/>
                        <wps:spPr>
                          <a:xfrm rot="17919665">
                            <a:off x="4148120" y="1114488"/>
                            <a:ext cx="81617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4.947 MHz</w:t>
                              </w:r>
                            </w:p>
                          </w:txbxContent>
                        </wps:txbx>
                        <wps:bodyPr wrap="square" rtlCol="0">
                          <a:noAutofit/>
                        </wps:bodyPr>
                      </wps:wsp>
                      <wps:wsp>
                        <wps:cNvPr id="469" name="ZoneTexte 143"/>
                        <wps:cNvSpPr txBox="1"/>
                        <wps:spPr>
                          <a:xfrm rot="17919665">
                            <a:off x="5399429" y="1114488"/>
                            <a:ext cx="81549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3 MHz</w:t>
                              </w:r>
                            </w:p>
                          </w:txbxContent>
                        </wps:txbx>
                        <wps:bodyPr wrap="square" rtlCol="0">
                          <a:noAutofit/>
                        </wps:bodyPr>
                      </wps:wsp>
                      <wps:wsp>
                        <wps:cNvPr id="470" name="ZoneTexte 144"/>
                        <wps:cNvSpPr txBox="1"/>
                        <wps:spPr>
                          <a:xfrm rot="17919665">
                            <a:off x="6524228" y="1114488"/>
                            <a:ext cx="81549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3 MHz</w:t>
                              </w:r>
                            </w:p>
                          </w:txbxContent>
                        </wps:txbx>
                        <wps:bodyPr wrap="square" rtlCol="0">
                          <a:noAutofit/>
                        </wps:bodyPr>
                      </wps:wsp>
                      <wps:wsp>
                        <wps:cNvPr id="471" name="ZoneTexte 145"/>
                        <wps:cNvSpPr txBox="1"/>
                        <wps:spPr>
                          <a:xfrm rot="17919665">
                            <a:off x="7785961" y="1114488"/>
                            <a:ext cx="81549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5.5 MHz</w:t>
                              </w:r>
                            </w:p>
                          </w:txbxContent>
                        </wps:txbx>
                        <wps:bodyPr wrap="square" rtlCol="0">
                          <a:noAutofit/>
                        </wps:bodyPr>
                      </wps:wsp>
                      <wps:wsp>
                        <wps:cNvPr id="472" name="ZoneTexte 146"/>
                        <wps:cNvSpPr txBox="1"/>
                        <wps:spPr>
                          <a:xfrm rot="17919665">
                            <a:off x="8830939" y="1114488"/>
                            <a:ext cx="81549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5.5 MHz</w:t>
                              </w:r>
                            </w:p>
                          </w:txbxContent>
                        </wps:txbx>
                        <wps:bodyPr wrap="square" rtlCol="0">
                          <a:noAutofit/>
                        </wps:bodyPr>
                      </wps:wsp>
                      <wps:wsp>
                        <wps:cNvPr id="473" name="Connecteur en angle 473"/>
                        <wps:cNvCnPr>
                          <a:stCxn id="457" idx="2"/>
                          <a:endCxn id="452" idx="2"/>
                        </wps:cNvCnPr>
                        <wps:spPr>
                          <a:xfrm rot="16200000" flipH="1">
                            <a:off x="1915998" y="991476"/>
                            <a:ext cx="12700" cy="2050132"/>
                          </a:xfrm>
                          <a:prstGeom prst="bentConnector3">
                            <a:avLst>
                              <a:gd name="adj1" fmla="val 1800000"/>
                            </a:avLst>
                          </a:prstGeom>
                          <a:noFill/>
                          <a:ln w="19050" cap="flat" cmpd="sng" algn="ctr">
                            <a:solidFill>
                              <a:srgbClr val="4F81BD"/>
                            </a:solidFill>
                            <a:prstDash val="solid"/>
                            <a:headEnd type="arrow"/>
                            <a:tailEnd type="arrow"/>
                          </a:ln>
                          <a:effectLst/>
                        </wps:spPr>
                        <wps:bodyPr/>
                      </wps:wsp>
                      <wps:wsp>
                        <wps:cNvPr id="474" name="ZoneTexte 153"/>
                        <wps:cNvSpPr txBox="1"/>
                        <wps:spPr>
                          <a:xfrm>
                            <a:off x="890873" y="2300340"/>
                            <a:ext cx="2065973" cy="321028"/>
                          </a:xfrm>
                          <a:prstGeom prst="rect">
                            <a:avLst/>
                          </a:prstGeom>
                          <a:noFill/>
                        </wps:spPr>
                        <wps:txb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US"/>
                                </w:rPr>
                                <w:t>Current</w:t>
                              </w:r>
                              <w:r w:rsidRPr="0023516E">
                                <w:rPr>
                                  <w:rFonts w:ascii="Arial" w:hAnsi="Arial" w:cs="Arial"/>
                                  <w:b/>
                                  <w:bCs/>
                                  <w:color w:val="4F81BD" w:themeColor="accent1"/>
                                  <w:kern w:val="24"/>
                                  <w:sz w:val="20"/>
                                  <w:szCs w:val="20"/>
                                </w:rPr>
                                <w:t xml:space="preserve"> L6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wps:txbx>
                        <wps:bodyPr wrap="square" rtlCol="0">
                          <a:noAutofit/>
                        </wps:bodyPr>
                      </wps:wsp>
                      <wps:wsp>
                        <wps:cNvPr id="475" name="Connecteur en angle 475"/>
                        <wps:cNvCnPr>
                          <a:stCxn id="451" idx="2"/>
                          <a:endCxn id="450" idx="2"/>
                        </wps:cNvCnPr>
                        <wps:spPr>
                          <a:xfrm rot="16200000" flipH="1">
                            <a:off x="6240816" y="836149"/>
                            <a:ext cx="12700" cy="2360785"/>
                          </a:xfrm>
                          <a:prstGeom prst="bentConnector3">
                            <a:avLst>
                              <a:gd name="adj1" fmla="val 1800000"/>
                            </a:avLst>
                          </a:prstGeom>
                          <a:noFill/>
                          <a:ln w="19050" cap="flat" cmpd="sng" algn="ctr">
                            <a:solidFill>
                              <a:srgbClr val="4F81BD"/>
                            </a:solidFill>
                            <a:prstDash val="solid"/>
                            <a:headEnd type="arrow"/>
                            <a:tailEnd type="arrow"/>
                          </a:ln>
                          <a:effectLst/>
                        </wps:spPr>
                        <wps:bodyPr/>
                      </wps:wsp>
                      <wps:wsp>
                        <wps:cNvPr id="476" name="ZoneTexte 155"/>
                        <wps:cNvSpPr txBox="1"/>
                        <wps:spPr>
                          <a:xfrm>
                            <a:off x="5214062" y="2300561"/>
                            <a:ext cx="2065293" cy="321028"/>
                          </a:xfrm>
                          <a:prstGeom prst="rect">
                            <a:avLst/>
                          </a:prstGeom>
                          <a:noFill/>
                        </wps:spPr>
                        <wps:txb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US"/>
                                </w:rPr>
                                <w:t>Current</w:t>
                              </w:r>
                              <w:r w:rsidRPr="0023516E">
                                <w:rPr>
                                  <w:rFonts w:ascii="Arial" w:hAnsi="Arial" w:cs="Arial"/>
                                  <w:b/>
                                  <w:bCs/>
                                  <w:color w:val="4F81BD" w:themeColor="accent1"/>
                                  <w:kern w:val="24"/>
                                  <w:sz w:val="20"/>
                                  <w:szCs w:val="20"/>
                                </w:rPr>
                                <w:t xml:space="preserve"> U6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wps:txbx>
                        <wps:bodyPr wrap="square" rtlCol="0">
                          <a:noAutofit/>
                        </wps:bodyPr>
                      </wps:wsp>
                      <wps:wsp>
                        <wps:cNvPr id="477" name="Connecteur en angle 477"/>
                        <wps:cNvCnPr>
                          <a:stCxn id="453" idx="0"/>
                          <a:endCxn id="455" idx="0"/>
                        </wps:cNvCnPr>
                        <wps:spPr>
                          <a:xfrm rot="5400000" flipH="1" flipV="1">
                            <a:off x="2941064" y="559428"/>
                            <a:ext cx="12700" cy="2050132"/>
                          </a:xfrm>
                          <a:prstGeom prst="bentConnector3">
                            <a:avLst>
                              <a:gd name="adj1" fmla="val 7300000"/>
                            </a:avLst>
                          </a:prstGeom>
                          <a:noFill/>
                          <a:ln w="19050" cap="flat" cmpd="sng" algn="ctr">
                            <a:solidFill>
                              <a:srgbClr val="FF0000"/>
                            </a:solidFill>
                            <a:prstDash val="dash"/>
                            <a:headEnd type="arrow"/>
                            <a:tailEnd type="arrow"/>
                          </a:ln>
                          <a:effectLst/>
                        </wps:spPr>
                        <wps:bodyPr/>
                      </wps:wsp>
                      <wps:wsp>
                        <wps:cNvPr id="478" name="Connecteur en angle 478"/>
                        <wps:cNvCnPr>
                          <a:stCxn id="454" idx="0"/>
                          <a:endCxn id="456" idx="0"/>
                        </wps:cNvCnPr>
                        <wps:spPr>
                          <a:xfrm rot="5400000" flipH="1" flipV="1">
                            <a:off x="7421208" y="402038"/>
                            <a:ext cx="12700" cy="2364912"/>
                          </a:xfrm>
                          <a:prstGeom prst="bentConnector3">
                            <a:avLst>
                              <a:gd name="adj1" fmla="val 7600000"/>
                            </a:avLst>
                          </a:prstGeom>
                          <a:noFill/>
                          <a:ln w="19050" cap="flat" cmpd="sng" algn="ctr">
                            <a:solidFill>
                              <a:srgbClr val="FF0000"/>
                            </a:solidFill>
                            <a:prstDash val="dash"/>
                            <a:headEnd type="arrow"/>
                            <a:tailEnd type="arrow"/>
                          </a:ln>
                          <a:effectLst/>
                        </wps:spPr>
                        <wps:bodyPr/>
                      </wps:wsp>
                      <wps:wsp>
                        <wps:cNvPr id="479" name="ZoneTexte 169"/>
                        <wps:cNvSpPr txBox="1"/>
                        <wps:spPr>
                          <a:xfrm>
                            <a:off x="2104046" y="164038"/>
                            <a:ext cx="6505967" cy="285644"/>
                          </a:xfrm>
                          <a:prstGeom prst="rect">
                            <a:avLst/>
                          </a:prstGeom>
                          <a:noFill/>
                        </wps:spPr>
                        <wps:txbx>
                          <w:txbxContent>
                            <w:p w:rsidR="007C20C3" w:rsidRPr="0023516E" w:rsidRDefault="007C20C3" w:rsidP="0023516E">
                              <w:pPr>
                                <w:pStyle w:val="NormalWeb"/>
                                <w:tabs>
                                  <w:tab w:val="left" w:pos="1985"/>
                                </w:tabs>
                                <w:spacing w:before="0" w:beforeAutospacing="0" w:after="0" w:afterAutospacing="0"/>
                                <w:ind w:left="-284"/>
                                <w:jc w:val="center"/>
                                <w:rPr>
                                  <w:rFonts w:ascii="Arial" w:hAnsi="Arial" w:cs="Arial"/>
                                  <w:sz w:val="20"/>
                                  <w:szCs w:val="20"/>
                                  <w:lang w:val="en-US"/>
                                </w:rPr>
                              </w:pPr>
                              <w:r w:rsidRPr="0023516E">
                                <w:rPr>
                                  <w:rFonts w:ascii="Arial" w:eastAsia="Times New Roman" w:hAnsi="Arial" w:cs="Arial"/>
                                  <w:b/>
                                  <w:bCs/>
                                  <w:color w:val="FF0000"/>
                                  <w:kern w:val="24"/>
                                  <w:sz w:val="20"/>
                                  <w:szCs w:val="20"/>
                                  <w:lang w:val="nb-NO"/>
                                </w:rPr>
                                <w:t>Proposed plans to implement narrow channels</w:t>
                              </w:r>
                            </w:p>
                          </w:txbxContent>
                        </wps:txbx>
                        <wps:bodyPr wrap="square" rtlCol="0">
                          <a:noAutofit/>
                        </wps:bodyPr>
                      </wps:wsp>
                      <wps:wsp>
                        <wps:cNvPr id="480" name="ZoneTexte 173"/>
                        <wps:cNvSpPr txBox="1"/>
                        <wps:spPr>
                          <a:xfrm>
                            <a:off x="2622685" y="304358"/>
                            <a:ext cx="570933" cy="384961"/>
                          </a:xfrm>
                          <a:prstGeom prst="rect">
                            <a:avLst/>
                          </a:prstGeom>
                          <a:noFill/>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0000"/>
                                  <w:kern w:val="24"/>
                                  <w:sz w:val="20"/>
                                  <w:szCs w:val="20"/>
                                </w:rPr>
                                <w:t>1</w:t>
                              </w:r>
                            </w:p>
                          </w:txbxContent>
                        </wps:txbx>
                        <wps:bodyPr wrap="square" rtlCol="0">
                          <a:noAutofit/>
                        </wps:bodyPr>
                      </wps:wsp>
                      <wps:wsp>
                        <wps:cNvPr id="481" name="ZoneTexte 174"/>
                        <wps:cNvSpPr txBox="1"/>
                        <wps:spPr>
                          <a:xfrm>
                            <a:off x="7141664" y="295067"/>
                            <a:ext cx="570933" cy="384961"/>
                          </a:xfrm>
                          <a:prstGeom prst="rect">
                            <a:avLst/>
                          </a:prstGeom>
                          <a:noFill/>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0000"/>
                                  <w:kern w:val="24"/>
                                  <w:sz w:val="20"/>
                                  <w:szCs w:val="20"/>
                                </w:rPr>
                                <w:t>2</w:t>
                              </w:r>
                            </w:p>
                          </w:txbxContent>
                        </wps:txbx>
                        <wps:bodyPr wrap="square" rtlCol="0">
                          <a:noAutofit/>
                        </wps:bodyPr>
                      </wps:wsp>
                    </wpg:wgp>
                  </a:graphicData>
                </a:graphic>
              </wp:inline>
            </w:drawing>
          </mc:Choice>
          <mc:Fallback>
            <w:pict>
              <v:group id="Groupe 176" o:spid="_x0000_s1148" style="width:677.25pt;height:187.55pt;mso-position-horizontal-relative:char;mso-position-vertical-relative:line" coordorigin=",1640" coordsize="94997,24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">
                <v:rect id="Rectangle 449" o:spid="_x0000_s1149" style="position:absolute;left:2854;top:15844;width:88930;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KD5MUA&#10;AADcAAAADwAAAGRycy9kb3ducmV2LnhtbESPT2sCMRTE74V+h/AKvdVsixbdGqUstEjtRe3B42Pz&#10;3F3cvIQk+8dv3wiCx2FmfsMs16NpRU8+NJYVvE4yEMSl1Q1XCv4OXy9zECEia2wtk4ILBVivHh+W&#10;mGs78I76faxEgnDIUUEdo8ulDGVNBsPEOuLknaw3GJP0ldQehwQ3rXzLsndpsOG0UKOjoqbyvO+M&#10;gqLww49c9IfZ8dc17vu47cpuq9Tz0/j5ASLSGO/hW3ujFUynC7ieS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oPkxQAAANwAAAAPAAAAAAAAAAAAAAAAAJgCAABkcnMv&#10;ZG93bnJldi54bWxQSwUGAAAAAAQABAD1AAAAigMAAAAA&#10;" fillcolor="#7f7f7f" strokecolor="#595959" strokeweight="2pt">
                  <v:textbox inset=",0,,0">
                    <w:txbxContent>
                      <w:p w:rsidR="007C20C3" w:rsidRPr="00E21EC1" w:rsidRDefault="007C20C3" w:rsidP="007716A0">
                        <w:pPr>
                          <w:rPr>
                            <w:rFonts w:cs="Arial"/>
                          </w:rPr>
                        </w:pPr>
                      </w:p>
                    </w:txbxContent>
                  </v:textbox>
                </v:rect>
                <v:rect id="Rectangle 450" o:spid="_x0000_s1150" style="position:absolute;left:68811;top:15844;width:10801;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ieUL8A&#10;AADcAAAADwAAAGRycy9kb3ducmV2LnhtbERPS0sDMRC+C/6HMAVvNqloKdumxQeCV2uhPQ7JmF3d&#10;TJYkbld/vXMQPH58781uir0aKZcusYXF3IAidsl3HCwc3p6vV6BKRfbYJyYL31Rgt7282GDj05lf&#10;adzXoCSES4MW2lqHRuviWopY5mkgFu495YhVYA7aZzxLeOz1jTFLHbFjaWhxoMeW3Of+K0rJ6Xh0&#10;NaTVB5llyOPDjyPzZO3VbLpfg6o01X/xn/vFW7i9k/lyRo6A3v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J5QvwAAANwAAAAPAAAAAAAAAAAAAAAAAJgCAABkcnMvZG93bnJl&#10;di54bWxQSwUGAAAAAAQABAD1AAAAhAMAAAAA&#10;" fillcolor="#4f81bd" strokecolor="#385d8a"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8x40</w:t>
                        </w:r>
                      </w:p>
                    </w:txbxContent>
                  </v:textbox>
                </v:rect>
                <v:rect id="Rectangle 451" o:spid="_x0000_s1151" style="position:absolute;left:45244;top:15844;width:10719;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Q7y8IA&#10;AADcAAAADwAAAGRycy9kb3ducmV2LnhtbESPzWoCMRSF90LfIdxCd5ooVWRqlLYidKsV7PKSXDNj&#10;JzdDEsdpn74pFLo8nJ+Ps9oMvhU9xdQE1jCdKBDEJtiGnYbj+268BJEyssU2MGn4ogSb9d1ohZUN&#10;N95Tf8hOlBFOFWqoc+4qKZOpyWOahI64eOcQPeYio5M24q2M+1bOlFpIjw0XQo0dvdZkPg9XXyAf&#10;p5PJLiwvpBYu9i/fhtRW64f74fkJRKYh/4f/2m9Ww+N8Cr9nyhGQ6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tDvLwgAAANwAAAAPAAAAAAAAAAAAAAAAAJgCAABkcnMvZG93&#10;bnJldi54bWxQSwUGAAAAAAQABAD1AAAAhwMAAAAA&#10;" fillcolor="#4f81bd" strokecolor="#385d8a"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8x40</w:t>
                        </w:r>
                      </w:p>
                    </w:txbxContent>
                  </v:textbox>
                </v:rect>
                <v:rect id="Rectangle 452" o:spid="_x0000_s1152" style="position:absolute;left:24743;top:15844;width:9334;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alvMIA&#10;AADcAAAADwAAAGRycy9kb3ducmV2LnhtbESPzWoCMRSF90LfIVzBnSaKFZkaxbYUuq0V7PKSXDOj&#10;k5shScdpn74pFLo8nJ+Ps9kNvhU9xdQE1jCfKRDEJtiGnYbj+8t0DSJlZIttYNLwRQl227vRBisb&#10;bvxG/SE7UUY4VaihzrmrpEymJo9pFjri4p1D9JiLjE7aiLcy7lu5UGolPTZcCDV29FSTuR4+fYF8&#10;nE4mu7C+kFq52D9+G1LPWk/Gw/4BRKYh/4f/2q9Ww/J+Ab9nyhG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qW8wgAAANwAAAAPAAAAAAAAAAAAAAAAAJgCAABkcnMvZG93&#10;bnJldi54bWxQSwUGAAAAAAQABAD1AAAAhwMAAAAA&#10;" fillcolor="#4f81bd" strokecolor="#385d8a"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v:textbox>
                </v:rect>
                <v:rect id="Rectangle 453" o:spid="_x0000_s1153" style="position:absolute;left:15306;top:15844;width:7707;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rHcYA&#10;AADcAAAADwAAAGRycy9kb3ducmV2LnhtbESPQUsDMRSE74L/ITyhN5vVum1dmxYpCKUo0nYPPT42&#10;z83q5mVJ0u323zeC4HGYmW+YxWqwrejJh8axgodxBoK4crrhWkF5eLufgwgRWWPrmBRcKMBqeXuz&#10;wEK7M++o38daJAiHAhWYGLtCylAZshjGriNO3pfzFmOSvpba4znBbSsfs2wqLTacFgx2tDZU/exP&#10;VsFm9vGdP3fHMt+W7z6Y9eTz0rNSo7vh9QVEpCH+h//aG63gKZ/A75l0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1rHcYAAADcAAAADwAAAAAAAAAAAAAAAACYAgAAZHJz&#10;L2Rvd25yZXYueG1sUEsFBgAAAAAEAAQA9QAAAIsDAAAAAA==&#10;" fillcolor="red" strokecolor="#8c3836"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v:textbox>
                </v:rect>
                <v:rect id="Rectangle 454" o:spid="_x0000_s1154" style="position:absolute;left:57693;top:15844;width:9388;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TzacYA&#10;AADcAAAADwAAAGRycy9kb3ducmV2LnhtbESPQUsDMRSE7wX/Q3iCN5tVu21dmxYpCEUq0nYPPT42&#10;z83q5mVJ4nb7701B6HGYmW+YxWqwrejJh8axgodxBoK4crrhWkF5eLufgwgRWWPrmBScKcBqeTNa&#10;YKHdiXfU72MtEoRDgQpMjF0hZagMWQxj1xEn78t5izFJX0vt8ZTgtpWPWTaVFhtOCwY7Whuqfva/&#10;VsFm9vGdP3fHMn8vtz6Y9dPnuWel7m6H1xcQkYZ4Df+3N1rBJJ/A5Uw6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TzacYAAADcAAAADwAAAAAAAAAAAAAAAACYAgAAZHJz&#10;L2Rvd25yZXYueG1sUEsFBgAAAAAEAAQA9QAAAIsDAAAAAA==&#10;" fillcolor="red" strokecolor="#8c3836"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14 MHz</w:t>
                        </w:r>
                      </w:p>
                    </w:txbxContent>
                  </v:textbox>
                </v:rect>
                <v:rect id="Rectangle 455" o:spid="_x0000_s1155" style="position:absolute;left:35807;top:15844;width:7707;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hW8sYA&#10;AADcAAAADwAAAGRycy9kb3ducmV2LnhtbESPS2vDMBCE74X+B7GF3Bq5D+fhRgklUAilISTxIcfF&#10;2lpurZWRFMf591Wh0OMwM98wi9VgW9GTD41jBQ/jDARx5XTDtYLy+HY/AxEissbWMSm4UoDV8vZm&#10;gYV2F95Tf4i1SBAOBSowMXaFlKEyZDGMXUecvE/nLcYkfS21x0uC21Y+ZtlEWmw4LRjsaG2o+j6c&#10;rYLNdPuVz7tTmb+XHz6Y9dPu2rNSo7vh9QVEpCH+h//aG63gOc/h90w6An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hW8sYAAADcAAAADwAAAAAAAAAAAAAAAACYAgAAZHJz&#10;L2Rvd25yZXYueG1sUEsFBgAAAAAEAAQA9QAAAIsDAAAAAA==&#10;" fillcolor="red" strokecolor="#8c3836"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v:textbox>
                </v:rect>
                <v:rect id="Rectangle 456" o:spid="_x0000_s1156" style="position:absolute;left:81342;top:15844;width:9388;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rIhcYA&#10;AADcAAAADwAAAGRycy9kb3ducmV2LnhtbESPT2sCMRTE70K/Q3iF3jTbP6t2a5QiFKRYRN2Dx8fm&#10;dbPt5mVJ0nX99k1B6HGYmd8wi9VgW9GTD41jBfeTDARx5XTDtYLy+DaegwgRWWPrmBRcKMBqeTNa&#10;YKHdmffUH2ItEoRDgQpMjF0hZagMWQwT1xEn79N5izFJX0vt8ZzgtpUPWTaVFhtOCwY7Whuqvg8/&#10;VsFm9vGVP3enMn8vtz6Y9ePu0rNSd7fD6wuISEP8D1/bG63gKZ/C35l0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rIhcYAAADcAAAADwAAAAAAAAAAAAAAAACYAgAAZHJz&#10;L2Rvd25yZXYueG1sUEsFBgAAAAAEAAQA9QAAAIsDAAAAAA==&#10;" fillcolor="red" strokecolor="#8c3836"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14 MHz</w:t>
                        </w:r>
                      </w:p>
                    </w:txbxContent>
                  </v:textbox>
                </v:rect>
                <v:rect id="Rectangle 457" o:spid="_x0000_s1157" style="position:absolute;left:4242;top:15844;width:9334;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EGJMIA&#10;AADcAAAADwAAAGRycy9kb3ducmV2LnhtbESPzUoDMRSF94LvEK7QnU0stS1j06ItglvbQl1ektvM&#10;1MnNkKTT0ac3guDycH4+znI9+Fb0FFMTWMPDWIEgNsE27DQc9q/3CxApI1tsA5OGL0qwXt3eLLGy&#10;4crv1O+yE2WEU4Ua6py7SspkavKYxqEjLt4pRI+5yOikjXgt476VE6Vm0mPDhVBjR5uazOfu4gvk&#10;43g02YXFmdTMxf7l25Daaj26G56fQGQa8n/4r/1mNUwf5/B7phwB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EQYkwgAAANwAAAAPAAAAAAAAAAAAAAAAAJgCAABkcnMvZG93&#10;bnJldi54bWxQSwUGAAAAAAQABAD1AAAAhwMAAAAA&#10;" fillcolor="#4f81bd" strokecolor="#385d8a"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v:textbox>
                </v:rect>
                <v:line id="Connecteur droit 458" o:spid="_x0000_s1158" style="position:absolute;visibility:visible;mso-wrap-style:square" from="2854,20128" to="2854,2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bdqcMAAADcAAAADwAAAGRycy9kb3ducmV2LnhtbERPy2rCQBTdF/yH4Qru6kQx0aaOEqWR&#10;QqHgg64vmdskmLkTMtMk/fvOQujycN7b/Wga0VPnassKFvMIBHFhdc2lgts1f96AcB5ZY2OZFPyS&#10;g/1u8rTFVNuBz9RffClCCLsUFVTet6mUrqjIoJvbljhw37Yz6APsSqk7HEK4aeQyihJpsObQUGFL&#10;x4qK++XHKIjNYf0xXE8vSfa2NuS/FpvPLFdqNh2zVxCeRv8vfrjftYJVHNaGM+EIyN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G3anDAAAA3AAAAA8AAAAAAAAAAAAA&#10;AAAAoQIAAGRycy9kb3ducmV2LnhtbFBLBQYAAAAABAAEAPkAAACRAwAAAAA=&#10;" strokecolor="windowText" strokeweight="1.5pt"/>
                <v:shape id="ZoneTexte 133" o:spid="_x0000_s1159" type="#_x0000_t202" style="position:absolute;top:20995;width:5709;height:2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c65MMA&#10;AADcAAAADwAAAGRycy9kb3ducmV2LnhtbESPQYvCMBSE7wv+h/AEb2ui6KLVKKIInlzWVcHbo3m2&#10;xealNNHWf78RhD0OM/MNM1+2thQPqn3hWMOgr0AQp84UnGk4/m4/JyB8QDZYOiYNT/KwXHQ+5pgY&#10;1/APPQ4hExHCPkENeQhVIqVPc7Lo+64ijt7V1RZDlHUmTY1NhNtSDpX6khYLjgs5VrTOKb0d7lbD&#10;aX+9nEfqO9vYcdW4Vkm2U6l1r9uuZiACteE//G7vjIbReAqvM/EI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c65MMAAADcAAAADwAAAAAAAAAAAAAAAACYAgAAZHJzL2Rv&#10;d25yZXYueG1sUEsFBgAAAAAEAAQA9QAAAIgDAAAAAA==&#10;" filled="f" stroked="f">
                  <v:textbo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5925</w:t>
                        </w:r>
                      </w:p>
                    </w:txbxContent>
                  </v:textbox>
                </v:shape>
                <v:shape id="ZoneTexte 134" o:spid="_x0000_s1160" type="#_x0000_t202" style="position:absolute;left:38163;top:20995;width:5709;height:2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FZxL8A&#10;AADcAAAADwAAAGRycy9kb3ducmV2LnhtbERPTYvCMBC9C/6HMII3TRSVtRpFFMHTLroqeBuasS02&#10;k9JE2/335rDg8fG+l+vWluJFtS8caxgNFQji1JmCMw3n3/3gC4QPyAZLx6ThjzysV93OEhPjGj7S&#10;6xQyEUPYJ6ghD6FKpPRpThb90FXEkbu72mKIsM6kqbGJ4baUY6Vm0mLBsSHHirY5pY/T02q4fN9v&#10;14n6yXZ2WjWuVZLtXGrd77WbBYhAbfiI/90Ho2Eyi/PjmXgE5O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4VnEvwAAANwAAAAPAAAAAAAAAAAAAAAAAJgCAABkcnMvZG93bnJl&#10;di54bWxQSwUGAAAAAAQABAD1AAAAhAMAAAAA&#10;" filled="f" stroked="f">
                  <v:textbo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000000" w:themeColor="text1"/>
                            <w:kern w:val="24"/>
                            <w:sz w:val="20"/>
                            <w:szCs w:val="20"/>
                          </w:rPr>
                          <w:t>6425</w:t>
                        </w:r>
                      </w:p>
                    </w:txbxContent>
                  </v:textbox>
                </v:shape>
                <v:shape id="ZoneTexte 135" o:spid="_x0000_s1161" type="#_x0000_t202" style="position:absolute;left:89288;top:20995;width:5709;height:2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38X8QA&#10;AADcAAAADwAAAGRycy9kb3ducmV2LnhtbESPQWvCQBSE70L/w/IKvemuJQ1t6ipiKfSkGFvB2yP7&#10;TEKzb0N2m8R/3xUEj8PMfMMsVqNtRE+drx1rmM8UCOLCmZpLDd+Hz+krCB+QDTaOScOFPKyWD5MF&#10;ZsYNvKc+D6WIEPYZaqhCaDMpfVGRRT9zLXH0zq6zGKLsSmk6HCLcNvJZqVRarDkuVNjSpqLiN/+z&#10;Gn6259MxUbvyw760gxuVZPsmtX56HNfvIAKN4R6+tb+MhiSdw/V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t/F/EAAAA3AAAAA8AAAAAAAAAAAAAAAAAmAIAAGRycy9k&#10;b3ducmV2LnhtbFBLBQYAAAAABAAEAPUAAACJAwAAAAA=&#10;" filled="f" stroked="f">
                  <v:textbo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7125</w:t>
                        </w:r>
                      </w:p>
                    </w:txbxContent>
                  </v:textbox>
                </v:shape>
                <v:line id="Connecteur droit 462" o:spid="_x0000_s1162" style="position:absolute;visibility:visible;mso-wrap-style:square" from="91784,20128" to="91784,2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Ig/sUAAADcAAAADwAAAGRycy9kb3ducmV2LnhtbESP3WrCQBSE7wXfYTlC7+pGqVGjq0Sp&#10;pSAI/uD1IXtMgtmzIbs18e27hYKXw8x8wyzXnanEgxpXWlYwGkYgiDOrS84VXM679xkI55E1VpZJ&#10;wZMcrFf93hITbVs+0uPkcxEg7BJUUHhfJ1K6rCCDbmhr4uDdbGPQB9nkUjfYBrip5DiKYmmw5LBQ&#10;YE3bgrL76ccomJjNdN+ev+Zx+jk15K+j2SHdKfU26NIFCE+df4X/299awUc8hr8z4Qj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Ig/sUAAADcAAAADwAAAAAAAAAA&#10;AAAAAAChAgAAZHJzL2Rvd25yZXYueG1sUEsFBgAAAAAEAAQA+QAAAJMDAAAAAA==&#10;" strokecolor="windowText" strokeweight="1.5pt"/>
                <v:line id="Connecteur droit 463" o:spid="_x0000_s1163" style="position:absolute;visibility:visible;mso-wrap-style:square" from="41018,20128" to="41018,2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6FZcYAAADcAAAADwAAAGRycy9kb3ducmV2LnhtbESP3WrCQBSE74W+w3IK3unGqjFNs0pa&#10;tAgFwR+8PmRPk9Ds2ZDdmvTtuwWhl8PMfMNkm8E04kadqy0rmE0jEMSF1TWXCi7n3SQB4TyyxsYy&#10;KfghB5v1wyjDVNuej3Q7+VIECLsUFVTet6mUrqjIoJvaljh4n7Yz6IPsSqk77APcNPIpimJpsOaw&#10;UGFLbxUVX6dvo2BpXlcf/fn9Oc63K0P+OksO+U6p8eOQv4DwNPj/8L291woW8Rz+zoQj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OhWXGAAAA3AAAAA8AAAAAAAAA&#10;AAAAAAAAoQIAAGRycy9kb3ducmV2LnhtbFBLBQYAAAAABAAEAPkAAACUAwAAAAA=&#10;" strokecolor="windowText" strokeweight="1.5pt"/>
                <v:shape id="ZoneTexte 138" o:spid="_x0000_s1164" type="#_x0000_t202" style="position:absolute;left:1159;top:11144;width:8162;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wkI8QA&#10;AADcAAAADwAAAGRycy9kb3ducmV2LnhtbESPUWvCMBSF3wf+h3AHvs10Q4p0RhFBFBnDdv6AS3PX&#10;hDU3Jclq/ffLYLDHwznnO5z1dnK9GClE61nB86IAQdx6bblTcP04PK1AxISssfdMCu4UYbuZPayx&#10;0v7GNY1N6kSGcKxQgUlpqKSMrSGHceEH4ux9+uAwZRk6qQPeMtz18qUoSunQcl4wONDeUPvVfDsF&#10;h8sRy8t7vXobdWjO1prT/VorNX+cdq8gEk3pP/zXPmkFy3IJv2fy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sJCP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5.375 MHz</w:t>
                        </w:r>
                      </w:p>
                    </w:txbxContent>
                  </v:textbox>
                </v:shape>
                <v:shape id="ZoneTexte 139" o:spid="_x0000_s1165" type="#_x0000_t202" style="position:absolute;left:11959;top:11144;width:8162;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CBuMQA&#10;AADcAAAADwAAAGRycy9kb3ducmV2LnhtbESPUUvDMBSF3wX/Q7jC3lw6mWXUZWMIwyEia90PuDR3&#10;TVhzU5LYdf/eCIKPh3POdzjr7eR6MVKI1rOCxbwAQdx6bblTcPraP65AxISssfdMCm4UYbu5v1tj&#10;pf2Vaxqb1IkM4VihApPSUEkZW0MO49wPxNk7++AwZRk6qQNeM9z18qkoSunQcl4wONCrofbSfDsF&#10;++MblsfPevUx6tC8W2sOt1Ot1Oxh2r2ASDSl//Bf+6AVLMtn+D2Tj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ggbj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v:textbox>
                </v:shape>
                <v:shape id="ZoneTexte 140" o:spid="_x0000_s1166" type="#_x0000_t202" style="position:absolute;left:20872;top:11145;width:8155;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fz8QA&#10;AADcAAAADwAAAGRycy9kb3ducmV2LnhtbESPUWvCMBSF3wf7D+EO9jbTyShSjTIGogwZtvoDLs21&#10;CWtuSpLV+u/NYLDHwznnO5zVZnK9GClE61nB66wAQdx6bblTcD5tXxYgYkLW2HsmBTeKsFk/Pqyw&#10;0v7KNY1N6kSGcKxQgUlpqKSMrSGHceYH4uxdfHCYsgyd1AGvGe56OS+KUjq0nBcMDvRhqP1ufpyC&#10;7XGH5fGrXhxGHZpPa83+dq6Ven6a3pcgEk3pP/zX3msFb2UJv2fy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yH8/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v:textbox>
                </v:shape>
                <v:shape id="ZoneTexte 141" o:spid="_x0000_s1167" type="#_x0000_t202" style="position:absolute;left:32393;top:11144;width:8162;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66VMQA&#10;AADcAAAADwAAAGRycy9kb3ducmV2LnhtbESPUUvDMBSF34X9h3AHvrnUIXXUZUMGwyEia90PuDR3&#10;TVhzU5LYdf/eCIKPh3POdzjr7eR6MVKI1rOCx0UBgrj12nKn4PS1f1iBiAlZY++ZFNwownYzu1tj&#10;pf2Vaxqb1IkM4VihApPSUEkZW0MO48IPxNk7++AwZRk6qQNeM9z1clkUpXRoOS8YHGhnqL00307B&#10;/viG5fGzXn2MOjTv1prD7VQrdT+fXl9AJJrSf/ivfdAKnspn+D2Tj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ulT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4.938 MHz</w:t>
                        </w:r>
                      </w:p>
                    </w:txbxContent>
                  </v:textbox>
                </v:shape>
                <v:shape id="ZoneTexte 142" o:spid="_x0000_s1168" type="#_x0000_t202" style="position:absolute;left:41481;top:11144;width:8162;height:2415;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EuJsAA&#10;AADcAAAADwAAAGRycy9kb3ducmV2LnhtbERP3WrCMBS+F/YO4Qy803RjFKlGGQOZjCG2+gCH5qwJ&#10;a05KktX69uZi4OXH97/ZTa4XI4VoPSt4WRYgiFuvLXcKLuf9YgUiJmSNvWdScKMIu+3TbIOV9leu&#10;aWxSJ3IIxwoVmJSGSsrYGnIYl34gztyPDw5ThqGTOuA1h7tevhZFKR1azg0GB/ow1P42f07B/vSJ&#10;5elYr75HHZova83hdqmVmj9P72sQiab0EP+7D1rBW5nX5jP5CM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2EuJsAAAADcAAAADwAAAAAAAAAAAAAAAACYAgAAZHJzL2Rvd25y&#10;ZXYueG1sUEsFBgAAAAAEAAQA9QAAAIUDA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4.947 MHz</w:t>
                        </w:r>
                      </w:p>
                    </w:txbxContent>
                  </v:textbox>
                </v:shape>
                <v:shape id="ZoneTexte 143" o:spid="_x0000_s1169" type="#_x0000_t202" style="position:absolute;left:53993;top:11145;width:8155;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2LvcQA&#10;AADcAAAADwAAAGRycy9kb3ducmV2LnhtbESPUUvDMBSF3wf7D+EKvm2pImXWZWMMhkNE1rofcGmu&#10;TVhzU5LYdf/eCIKPh3POdzjr7eR6MVKI1rOCh2UBgrj12nKn4Px5WKxAxISssfdMCm4UYbuZz9ZY&#10;aX/lmsYmdSJDOFaowKQ0VFLG1pDDuPQDcfa+fHCYsgyd1AGvGe56+VgUpXRoOS8YHGhvqL00307B&#10;4fSK5emjXr2POjRv1prj7VwrdX837V5AJJrSf/ivfdQKnspn+D2Tj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ti73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3 MHz</w:t>
                        </w:r>
                      </w:p>
                    </w:txbxContent>
                  </v:textbox>
                </v:shape>
                <v:shape id="ZoneTexte 144" o:spid="_x0000_s1170" type="#_x0000_t202" style="position:absolute;left:65241;top:11145;width:8155;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60/cEA&#10;AADcAAAADwAAAGRycy9kb3ducmV2LnhtbERP3WrCMBS+F/YO4Qi709QxnHRGkYFMxhi2+gCH5qwJ&#10;NiclyWp9++VC8PLj+19vR9eJgUK0nhUs5gUI4sZry62C82k/W4GICVlj55kU3CjCdvM0WWOp/ZUr&#10;GurUihzCsUQFJqW+lDI2hhzGue+JM/frg8OUYWilDnjN4a6TL0WxlA4t5waDPX0Yai71n1OwP37i&#10;8vhTrb4HHeova83hdq6Uep6Ou3cQicb0EN/dB63g9S3Pz2fy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OtP3BAAAA3AAAAA8AAAAAAAAAAAAAAAAAmAIAAGRycy9kb3du&#10;cmV2LnhtbFBLBQYAAAAABAAEAPUAAACG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3 MHz</w:t>
                        </w:r>
                      </w:p>
                    </w:txbxContent>
                  </v:textbox>
                </v:shape>
                <v:shape id="ZoneTexte 145" o:spid="_x0000_s1171" type="#_x0000_t202" style="position:absolute;left:77859;top:11145;width:8155;height:2415;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IRZsQA&#10;AADcAAAADwAAAGRycy9kb3ducmV2LnhtbESP0WoCMRRE3wv9h3ALvtWsRaysRpGCVEop7uoHXDbX&#10;TXBzsyTpuv59Uyj0cZiZM8x6O7pODBSi9axgNi1AEDdeW24VnE/75yWImJA1dp5JwZ0ibDePD2ss&#10;tb9xRUOdWpEhHEtUYFLqSyljY8hhnPqeOHsXHxymLEMrdcBbhrtOvhTFQjq0nBcM9vRmqLnW307B&#10;/viOi+NXtfwcdKg/rDWH+7lSavI07lYgEo3pP/zXPmgF89cZ/J7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CEWb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5.5 MHz</w:t>
                        </w:r>
                      </w:p>
                    </w:txbxContent>
                  </v:textbox>
                </v:shape>
                <v:shape id="ZoneTexte 146" o:spid="_x0000_s1172" type="#_x0000_t202" style="position:absolute;left:88308;top:11145;width:8155;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CPEcQA&#10;AADcAAAADwAAAGRycy9kb3ducmV2LnhtbESP0WoCMRRE3wv+Q7gF32q2Ila2RhFBKqUUd/UDLpvb&#10;TXBzsyTpuv59Uyj0cZiZM8x6O7pODBSi9azgeVaAIG68ttwquJwPTysQMSFr7DyTgjtF2G4mD2ss&#10;tb9xRUOdWpEhHEtUYFLqSyljY8hhnPmeOHtfPjhMWYZW6oC3DHednBfFUjq0nBcM9rQ31Fzrb6fg&#10;cHrD5emzWn0MOtTv1prj/VIpNX0cd68gEo3pP/zXPmoFi5c5/J7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QjxH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5.5 MHz</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473" o:spid="_x0000_s1173" type="#_x0000_t34" style="position:absolute;left:19159;top:9914;width:127;height:2050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d5wcYAAADcAAAADwAAAGRycy9kb3ducmV2LnhtbESPzWoCQRCE70LeYWghN501CVFWR8kP&#10;gRxyiQrqrZ1pdxd3epadjm58ekcI5FhU1VfUbNH5Wp2ojVVgA6NhBorYBldxYWC9+hhMQEVBdlgH&#10;JgO/FGExv+vNMHfhzN90WkqhEoRjjgZKkSbXOtqSPMZhaIiTdwitR0myLbRr8ZzgvtYPWfasPVac&#10;Fkps6K0ke1z+eAOy+9pX77XV49fdZmv5spaLy4y573cvU1BCnfyH/9qfzsDT+BFuZ9IR0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XecHGAAAA3AAAAA8AAAAAAAAA&#10;AAAAAAAAoQIAAGRycy9kb3ducmV2LnhtbFBLBQYAAAAABAAEAPkAAACUAwAAAAA=&#10;" adj="388800" strokecolor="#4f81bd" strokeweight="1.5pt">
                  <v:stroke startarrow="open" endarrow="open"/>
                </v:shape>
                <v:shape id="ZoneTexte 153" o:spid="_x0000_s1174" type="#_x0000_t202" style="position:absolute;left:8908;top:23003;width:20660;height:3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PJGsQA&#10;AADcAAAADwAAAGRycy9kb3ducmV2LnhtbESPQWvCQBSE74X+h+UVvOluS9SaugmlIniqqFXw9sg+&#10;k9Ds25BdTfrvuwWhx2FmvmGW+WAbcaPO1441PE8UCOLCmZpLDV+H9fgVhA/IBhvHpOGHPOTZ48MS&#10;U+N63tFtH0oRIexT1FCF0KZS+qIii37iWuLoXVxnMUTZldJ02Ee4beSLUjNpsea4UGFLHxUV3/ur&#10;1XD8vJxPidqWKzttezcoyXYhtR49De9vIAIN4T98b2+MhmSe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DyRr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US"/>
                          </w:rPr>
                          <w:t>Current</w:t>
                        </w:r>
                        <w:r w:rsidRPr="0023516E">
                          <w:rPr>
                            <w:rFonts w:ascii="Arial" w:hAnsi="Arial" w:cs="Arial"/>
                            <w:b/>
                            <w:bCs/>
                            <w:color w:val="4F81BD" w:themeColor="accent1"/>
                            <w:kern w:val="24"/>
                            <w:sz w:val="20"/>
                            <w:szCs w:val="20"/>
                          </w:rPr>
                          <w:t xml:space="preserve"> L6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v:textbox>
                </v:shape>
                <v:shape id="Connecteur en angle 475" o:spid="_x0000_s1175" type="#_x0000_t34" style="position:absolute;left:62407;top:8361;width:127;height:2360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JELsYAAADcAAAADwAAAGRycy9kb3ducmV2LnhtbESPzWoCQRCE70LeYWghN501JFFWR8kP&#10;gRxyiQrqrZ1pdxd3epadjm58ekcI5FhU1VfUbNH5Wp2ojVVgA6NhBorYBldxYWC9+hhMQEVBdlgH&#10;JgO/FGExv+vNMHfhzN90WkqhEoRjjgZKkSbXOtqSPMZhaIiTdwitR0myLbRr8ZzgvtYPWfasPVac&#10;Fkps6K0ke1z+eAOy+9pX77XV49fdZmv5spaLy4y573cvU1BCnfyH/9qfzsDj+AluZ9IR0PM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yRC7GAAAA3AAAAA8AAAAAAAAA&#10;AAAAAAAAoQIAAGRycy9kb3ducmV2LnhtbFBLBQYAAAAABAAEAPkAAACUAwAAAAA=&#10;" adj="388800" strokecolor="#4f81bd" strokeweight="1.5pt">
                  <v:stroke startarrow="open" endarrow="open"/>
                </v:shape>
                <v:shape id="ZoneTexte 155" o:spid="_x0000_s1176" type="#_x0000_t202" style="position:absolute;left:52140;top:23005;width:20653;height:3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3y9sUA&#10;AADcAAAADwAAAGRycy9kb3ducmV2LnhtbESPzWrDMBCE74G8g9hAb43UkL+6lkNIKPSUErcp9LZY&#10;G9vUWhlLjZ23jwqFHIeZ+YZJN4NtxIU6XzvW8DRVIIgLZ2ouNXx+vD6uQfiAbLBxTBqu5GGTjUcp&#10;Jsb1fKRLHkoRIewT1FCF0CZS+qIii37qWuLonV1nMUTZldJ02Ee4beRMqaW0WHNcqLClXUXFT/5r&#10;NZwO5++vuXov93bR9m5Qku2z1PphMmxfQAQawj38334zGuarJ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nfL2xQAAANwAAAAPAAAAAAAAAAAAAAAAAJgCAABkcnMv&#10;ZG93bnJldi54bWxQSwUGAAAAAAQABAD1AAAAigMAAAAA&#10;" filled="f" stroked="f">
                  <v:textbo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US"/>
                          </w:rPr>
                          <w:t>Current</w:t>
                        </w:r>
                        <w:r w:rsidRPr="0023516E">
                          <w:rPr>
                            <w:rFonts w:ascii="Arial" w:hAnsi="Arial" w:cs="Arial"/>
                            <w:b/>
                            <w:bCs/>
                            <w:color w:val="4F81BD" w:themeColor="accent1"/>
                            <w:kern w:val="24"/>
                            <w:sz w:val="20"/>
                            <w:szCs w:val="20"/>
                          </w:rPr>
                          <w:t xml:space="preserve"> U6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v:textbox>
                </v:shape>
                <v:shape id="Connecteur en angle 477" o:spid="_x0000_s1177" type="#_x0000_t34" style="position:absolute;left:29410;top:5594;width:127;height:20501;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Kq7McAAADcAAAADwAAAGRycy9kb3ducmV2LnhtbESPT2vCQBTE7wW/w/IKvdWNokaiq1hB&#10;avXknxa9PbOvSWj2bciuJu2n7wqFHoeZ+Q0znbemFDeqXWFZQa8bgSBOrS44U3A8rJ7HIJxH1lha&#10;JgXf5GA+6zxMMdG24R3d9j4TAcIuQQW591UipUtzMui6tiIO3qetDfog60zqGpsAN6XsR9FIGiw4&#10;LORY0TKn9Gt/NQreLrx+Xb58/DSH4fvuvElX5rTtKfX02C4mIDy1/j/8115rBYM4hvuZc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0qrsxwAAANwAAAAPAAAAAAAA&#10;AAAAAAAAAKECAABkcnMvZG93bnJldi54bWxQSwUGAAAAAAQABAD5AAAAlQMAAAAA&#10;" adj="1576800" strokecolor="red" strokeweight="1.5pt">
                  <v:stroke dashstyle="dash" startarrow="open" endarrow="open"/>
                </v:shape>
                <v:shape id="Connecteur en angle 478" o:spid="_x0000_s1178" type="#_x0000_t34" style="position:absolute;left:74212;top:4020;width:127;height:23649;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BmFrwAAADcAAAADwAAAGRycy9kb3ducmV2LnhtbERPTYvCMBC9L/gfwgje1lSRVapRRBB1&#10;b1a9j83YFptJSVKt/94cBI+P971YdaYWD3K+sqxgNExAEOdWV1woOJ+2vzMQPiBrrC2Tghd5WC17&#10;PwtMtX3ykR5ZKEQMYZ+igjKEJpXS5yUZ9EPbEEfuZp3BEKErpHb4jOGmluMk+ZMGK44NJTa0KSm/&#10;Z61RkLELZ83/1xnujGzsxbftIVdq0O/WcxCBuvAVf9x7rWAyjWvjmXgE5PIN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BmFrwAAADcAAAADwAAAAAAAAAAAAAAAAChAgAA&#10;ZHJzL2Rvd25yZXYueG1sUEsFBgAAAAAEAAQA+QAAAIoDAAAAAA==&#10;" adj="1641600" strokecolor="red" strokeweight="1.5pt">
                  <v:stroke dashstyle="dash" startarrow="open" endarrow="open"/>
                </v:shape>
                <v:shape id="ZoneTexte 169" o:spid="_x0000_s1179" type="#_x0000_t202" style="position:absolute;left:21040;top:1640;width:65060;height:2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JmhMUA&#10;AADcAAAADwAAAGRycy9kb3ducmV2LnhtbESPT2vCQBTE7wW/w/KE3nTXoq2mboK0CJ4s9U+ht0f2&#10;mYRm34bsauK3dwWhx2FmfsMss97W4kKtrxxrmIwVCOLcmYoLDYf9ejQH4QOywdoxabiShywdPC0x&#10;Ma7jb7rsQiEihH2CGsoQmkRKn5dk0Y9dQxy9k2sthijbQpoWuwi3tXxR6lVarDgulNjQR0n53+5s&#10;NRy3p9+fqfoqPu2s6VyvJNuF1Pp52K/eQQTqw3/40d4YDdO3BdzPxCMg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maExQAAANwAAAAPAAAAAAAAAAAAAAAAAJgCAABkcnMv&#10;ZG93bnJldi54bWxQSwUGAAAAAAQABAD1AAAAigMAAAAA&#10;" filled="f" stroked="f">
                  <v:textbox>
                    <w:txbxContent>
                      <w:p w:rsidR="007C20C3" w:rsidRPr="0023516E" w:rsidRDefault="007C20C3" w:rsidP="0023516E">
                        <w:pPr>
                          <w:pStyle w:val="NormalWeb"/>
                          <w:tabs>
                            <w:tab w:val="left" w:pos="1985"/>
                          </w:tabs>
                          <w:spacing w:before="0" w:beforeAutospacing="0" w:after="0" w:afterAutospacing="0"/>
                          <w:ind w:left="-284"/>
                          <w:jc w:val="center"/>
                          <w:rPr>
                            <w:rFonts w:ascii="Arial" w:hAnsi="Arial" w:cs="Arial"/>
                            <w:sz w:val="20"/>
                            <w:szCs w:val="20"/>
                            <w:lang w:val="en-US"/>
                          </w:rPr>
                        </w:pPr>
                        <w:r w:rsidRPr="0023516E">
                          <w:rPr>
                            <w:rFonts w:ascii="Arial" w:eastAsia="Times New Roman" w:hAnsi="Arial" w:cs="Arial"/>
                            <w:b/>
                            <w:bCs/>
                            <w:color w:val="FF0000"/>
                            <w:kern w:val="24"/>
                            <w:sz w:val="20"/>
                            <w:szCs w:val="20"/>
                            <w:lang w:val="nb-NO"/>
                          </w:rPr>
                          <w:t>Proposed plans to implement narrow channels</w:t>
                        </w:r>
                      </w:p>
                    </w:txbxContent>
                  </v:textbox>
                </v:shape>
                <v:shape id="ZoneTexte 173" o:spid="_x0000_s1180" type="#_x0000_t202" style="position:absolute;left:26226;top:3043;width:5710;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2/PsEA&#10;AADcAAAADwAAAGRycy9kb3ducmV2LnhtbERPz2vCMBS+D/wfwhO8rYlDR1dNi2wIOylTN9jt0Tzb&#10;YvNSmsx2/705CB4/vt/rYrStuFLvG8ca5okCQVw603Cl4XTcPqcgfEA22DomDf/kocgnT2vMjBv4&#10;i66HUIkYwj5DDXUIXSalL2uy6BPXEUfu7HqLIcK+kqbHIYbbVr4o9SotNhwbauzovabycvizGr53&#10;59+fhdpXH3bZDW5Uku2b1Ho2HTcrEIHG8BDf3Z9GwyKN8+OZeARk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tvz7BAAAA3AAAAA8AAAAAAAAAAAAAAAAAmAIAAGRycy9kb3du&#10;cmV2LnhtbFBLBQYAAAAABAAEAPUAAACGAwAAAAA=&#10;" filled="f" stroked="f">
                  <v:textbo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0000"/>
                            <w:kern w:val="24"/>
                            <w:sz w:val="20"/>
                            <w:szCs w:val="20"/>
                          </w:rPr>
                          <w:t>1</w:t>
                        </w:r>
                      </w:p>
                    </w:txbxContent>
                  </v:textbox>
                </v:shape>
                <v:shape id="ZoneTexte 174" o:spid="_x0000_s1181" type="#_x0000_t202" style="position:absolute;left:71416;top:2950;width:5709;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EapcMA&#10;AADcAAAADwAAAGRycy9kb3ducmV2LnhtbESPQYvCMBSE78L+h/AWvGmiqGjXKIsieFLUXWFvj+bZ&#10;lm1eShNt/fdGEDwOM/MNM1+2thQ3qn3hWMOgr0AQp84UnGn4OW16UxA+IBssHZOGO3lYLj46c0yM&#10;a/hAt2PIRISwT1BDHkKVSOnTnCz6vquIo3dxtcUQZZ1JU2MT4baUQ6Um0mLBcSHHilY5pf/Hq9Xw&#10;u7v8nUdqn63tuGpcqyTbmdS6+9l+f4EI1IZ3+NXeGg2j6QC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EapcMAAADcAAAADwAAAAAAAAAAAAAAAACYAgAAZHJzL2Rv&#10;d25yZXYueG1sUEsFBgAAAAAEAAQA9QAAAIgDAAAAAA==&#10;" filled="f" stroked="f">
                  <v:textbo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0000"/>
                            <w:kern w:val="24"/>
                            <w:sz w:val="20"/>
                            <w:szCs w:val="20"/>
                          </w:rPr>
                          <w:t>2</w:t>
                        </w:r>
                      </w:p>
                    </w:txbxContent>
                  </v:textbox>
                </v:shape>
                <w10:anchorlock/>
              </v:group>
            </w:pict>
          </mc:Fallback>
        </mc:AlternateContent>
      </w:r>
    </w:p>
    <w:p w:rsidR="007716A0" w:rsidRDefault="007716A0" w:rsidP="007716A0">
      <w:pPr>
        <w:pStyle w:val="ECCFiguretitle"/>
      </w:pPr>
      <w:r>
        <w:t>Illustration of implementation of narrow channels in the lower part of the 6 GHz band and 40 MHz channels in the U6 band</w:t>
      </w:r>
    </w:p>
    <w:p w:rsidR="007716A0" w:rsidRDefault="007716A0" w:rsidP="007716A0">
      <w:pPr>
        <w:pStyle w:val="ECCParagraph"/>
      </w:pPr>
      <w:r w:rsidRPr="00FB34CC">
        <w:rPr>
          <w:noProof/>
          <w:lang w:val="da-DK" w:eastAsia="da-DK"/>
        </w:rPr>
        <mc:AlternateContent>
          <mc:Choice Requires="wpg">
            <w:drawing>
              <wp:inline distT="0" distB="0" distL="0" distR="0" wp14:anchorId="583BEBBF" wp14:editId="0DCFF0BB">
                <wp:extent cx="8601075" cy="2000250"/>
                <wp:effectExtent l="0" t="0" r="0" b="0"/>
                <wp:docPr id="482" name="Groupe 211"/>
                <wp:cNvGraphicFramePr/>
                <a:graphic xmlns:a="http://schemas.openxmlformats.org/drawingml/2006/main">
                  <a:graphicData uri="http://schemas.microsoft.com/office/word/2010/wordprocessingGroup">
                    <wpg:wgp>
                      <wpg:cNvGrpSpPr/>
                      <wpg:grpSpPr>
                        <a:xfrm>
                          <a:off x="0" y="0"/>
                          <a:ext cx="8601075" cy="2000250"/>
                          <a:chOff x="0" y="257009"/>
                          <a:chExt cx="9499769" cy="2364581"/>
                        </a:xfrm>
                      </wpg:grpSpPr>
                      <wps:wsp>
                        <wps:cNvPr id="483" name="Rectangle 483"/>
                        <wps:cNvSpPr/>
                        <wps:spPr>
                          <a:xfrm>
                            <a:off x="285426" y="1584494"/>
                            <a:ext cx="8893068" cy="432048"/>
                          </a:xfrm>
                          <a:prstGeom prst="rect">
                            <a:avLst/>
                          </a:prstGeom>
                          <a:solidFill>
                            <a:schemeClr val="tx1">
                              <a:lumMod val="50000"/>
                              <a:lumOff val="50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C20C3" w:rsidRPr="00E21EC1" w:rsidRDefault="007C20C3" w:rsidP="007716A0">
                              <w:pPr>
                                <w:rPr>
                                  <w:rFonts w:cs="Arial"/>
                                </w:rPr>
                              </w:pP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84" name="Rectangle 484"/>
                        <wps:cNvSpPr/>
                        <wps:spPr>
                          <a:xfrm>
                            <a:off x="6881149" y="1584494"/>
                            <a:ext cx="1080120" cy="43204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11x30</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85" name="Rectangle 485"/>
                        <wps:cNvSpPr/>
                        <wps:spPr>
                          <a:xfrm>
                            <a:off x="4524494" y="1584494"/>
                            <a:ext cx="1071860" cy="43204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11x30</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86" name="Rectangle 486"/>
                        <wps:cNvSpPr/>
                        <wps:spPr>
                          <a:xfrm>
                            <a:off x="2474362" y="1584494"/>
                            <a:ext cx="933403" cy="43204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87" name="Rectangle 487"/>
                        <wps:cNvSpPr/>
                        <wps:spPr>
                          <a:xfrm>
                            <a:off x="1530664" y="1584494"/>
                            <a:ext cx="770667" cy="432048"/>
                          </a:xfrm>
                          <a:prstGeom prst="rect">
                            <a:avLst/>
                          </a:prstGeom>
                          <a:solidFill>
                            <a:srgbClr val="FF0000"/>
                          </a:solidFill>
                        </wps:spPr>
                        <wps:style>
                          <a:lnRef idx="2">
                            <a:schemeClr val="accent2">
                              <a:shade val="50000"/>
                            </a:schemeClr>
                          </a:lnRef>
                          <a:fillRef idx="1">
                            <a:schemeClr val="accent2"/>
                          </a:fillRef>
                          <a:effectRef idx="0">
                            <a:schemeClr val="accent2"/>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88" name="Rectangle 488"/>
                        <wps:cNvSpPr/>
                        <wps:spPr>
                          <a:xfrm>
                            <a:off x="5769385" y="1584494"/>
                            <a:ext cx="938733" cy="432048"/>
                          </a:xfrm>
                          <a:prstGeom prst="rect">
                            <a:avLst/>
                          </a:prstGeom>
                          <a:solidFill>
                            <a:srgbClr val="FF0000"/>
                          </a:solidFill>
                        </wps:spPr>
                        <wps:style>
                          <a:lnRef idx="2">
                            <a:schemeClr val="accent2">
                              <a:shade val="50000"/>
                            </a:schemeClr>
                          </a:lnRef>
                          <a:fillRef idx="1">
                            <a:schemeClr val="accent2"/>
                          </a:fillRef>
                          <a:effectRef idx="0">
                            <a:schemeClr val="accent2"/>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7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89" name="Rectangle 489"/>
                        <wps:cNvSpPr/>
                        <wps:spPr>
                          <a:xfrm>
                            <a:off x="3580796" y="1584494"/>
                            <a:ext cx="770667" cy="432048"/>
                          </a:xfrm>
                          <a:prstGeom prst="rect">
                            <a:avLst/>
                          </a:prstGeom>
                          <a:solidFill>
                            <a:srgbClr val="FF0000"/>
                          </a:solidFill>
                        </wps:spPr>
                        <wps:style>
                          <a:lnRef idx="2">
                            <a:schemeClr val="accent2">
                              <a:shade val="50000"/>
                            </a:schemeClr>
                          </a:lnRef>
                          <a:fillRef idx="1">
                            <a:schemeClr val="accent2"/>
                          </a:fillRef>
                          <a:effectRef idx="0">
                            <a:schemeClr val="accent2"/>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90" name="Rectangle 490"/>
                        <wps:cNvSpPr/>
                        <wps:spPr>
                          <a:xfrm>
                            <a:off x="8134297" y="1584494"/>
                            <a:ext cx="938733" cy="432048"/>
                          </a:xfrm>
                          <a:prstGeom prst="rect">
                            <a:avLst/>
                          </a:prstGeom>
                          <a:solidFill>
                            <a:srgbClr val="FF0000"/>
                          </a:solidFill>
                        </wps:spPr>
                        <wps:style>
                          <a:lnRef idx="2">
                            <a:schemeClr val="accent2">
                              <a:shade val="50000"/>
                            </a:schemeClr>
                          </a:lnRef>
                          <a:fillRef idx="1">
                            <a:schemeClr val="accent2"/>
                          </a:fillRef>
                          <a:effectRef idx="0">
                            <a:schemeClr val="accent2"/>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7 MHz</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91" name="Rectangle 491"/>
                        <wps:cNvSpPr/>
                        <wps:spPr>
                          <a:xfrm>
                            <a:off x="424230" y="1584494"/>
                            <a:ext cx="933403" cy="43204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wps:txbx>
                        <wps:bodyPr rot="0" spcFirstLastPara="0" vert="horz" wrap="square" lIns="91440" tIns="0" rIns="91440" bIns="0" numCol="1" spcCol="0" rtlCol="0" fromWordArt="0" anchor="ctr" anchorCtr="0" forceAA="0" compatLnSpc="1">
                          <a:prstTxWarp prst="textNoShape">
                            <a:avLst/>
                          </a:prstTxWarp>
                          <a:noAutofit/>
                        </wps:bodyPr>
                      </wps:wsp>
                      <wps:wsp>
                        <wps:cNvPr id="492" name="Connecteur droit 492"/>
                        <wps:cNvCnPr/>
                        <wps:spPr>
                          <a:xfrm>
                            <a:off x="285426" y="2012809"/>
                            <a:ext cx="0" cy="72000"/>
                          </a:xfrm>
                          <a:prstGeom prst="line">
                            <a:avLst/>
                          </a:prstGeom>
                          <a:ln w="19050">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93" name="ZoneTexte 188"/>
                        <wps:cNvSpPr txBox="1"/>
                        <wps:spPr>
                          <a:xfrm>
                            <a:off x="0" y="2099750"/>
                            <a:ext cx="570933" cy="273418"/>
                          </a:xfrm>
                          <a:prstGeom prst="rect">
                            <a:avLst/>
                          </a:prstGeom>
                          <a:noFill/>
                        </wps:spPr>
                        <wps:txb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5925</w:t>
                              </w:r>
                            </w:p>
                          </w:txbxContent>
                        </wps:txbx>
                        <wps:bodyPr wrap="square" rtlCol="0">
                          <a:noAutofit/>
                        </wps:bodyPr>
                      </wps:wsp>
                      <wps:wsp>
                        <wps:cNvPr id="494" name="ZoneTexte 189"/>
                        <wps:cNvSpPr txBox="1"/>
                        <wps:spPr>
                          <a:xfrm>
                            <a:off x="3816357" y="2099750"/>
                            <a:ext cx="570933" cy="273418"/>
                          </a:xfrm>
                          <a:prstGeom prst="rect">
                            <a:avLst/>
                          </a:prstGeom>
                          <a:noFill/>
                        </wps:spPr>
                        <wps:txb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6425</w:t>
                              </w:r>
                            </w:p>
                          </w:txbxContent>
                        </wps:txbx>
                        <wps:bodyPr wrap="square" rtlCol="0">
                          <a:noAutofit/>
                        </wps:bodyPr>
                      </wps:wsp>
                      <wps:wsp>
                        <wps:cNvPr id="495" name="ZoneTexte 190"/>
                        <wps:cNvSpPr txBox="1"/>
                        <wps:spPr>
                          <a:xfrm>
                            <a:off x="8928836" y="2099750"/>
                            <a:ext cx="570933" cy="273418"/>
                          </a:xfrm>
                          <a:prstGeom prst="rect">
                            <a:avLst/>
                          </a:prstGeom>
                          <a:noFill/>
                        </wps:spPr>
                        <wps:txb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7125</w:t>
                              </w:r>
                            </w:p>
                          </w:txbxContent>
                        </wps:txbx>
                        <wps:bodyPr wrap="square" rtlCol="0">
                          <a:noAutofit/>
                        </wps:bodyPr>
                      </wps:wsp>
                      <wps:wsp>
                        <wps:cNvPr id="496" name="Connecteur droit 496"/>
                        <wps:cNvCnPr/>
                        <wps:spPr>
                          <a:xfrm>
                            <a:off x="9178493" y="2012809"/>
                            <a:ext cx="0" cy="72000"/>
                          </a:xfrm>
                          <a:prstGeom prst="line">
                            <a:avLst/>
                          </a:prstGeom>
                          <a:ln w="19050">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97" name="Connecteur droit 497"/>
                        <wps:cNvCnPr/>
                        <wps:spPr>
                          <a:xfrm>
                            <a:off x="4101849" y="2012809"/>
                            <a:ext cx="0" cy="72000"/>
                          </a:xfrm>
                          <a:prstGeom prst="line">
                            <a:avLst/>
                          </a:prstGeom>
                          <a:ln w="19050">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98" name="ZoneTexte 193"/>
                        <wps:cNvSpPr txBox="1"/>
                        <wps:spPr>
                          <a:xfrm rot="17919665">
                            <a:off x="42115" y="997207"/>
                            <a:ext cx="108370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5.375 MHz</w:t>
                              </w:r>
                            </w:p>
                          </w:txbxContent>
                        </wps:txbx>
                        <wps:bodyPr wrap="square" rtlCol="0">
                          <a:noAutofit/>
                        </wps:bodyPr>
                      </wps:wsp>
                      <wps:wsp>
                        <wps:cNvPr id="499" name="ZoneTexte 194"/>
                        <wps:cNvSpPr txBox="1"/>
                        <wps:spPr>
                          <a:xfrm rot="17919665">
                            <a:off x="1195974" y="1114582"/>
                            <a:ext cx="816173"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wps:txbx>
                        <wps:bodyPr wrap="square" rtlCol="0">
                          <a:noAutofit/>
                        </wps:bodyPr>
                      </wps:wsp>
                      <wps:wsp>
                        <wps:cNvPr id="500" name="ZoneTexte 195"/>
                        <wps:cNvSpPr txBox="1"/>
                        <wps:spPr>
                          <a:xfrm rot="17919665">
                            <a:off x="2087257" y="1114582"/>
                            <a:ext cx="815492"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wps:txbx>
                        <wps:bodyPr wrap="square" rtlCol="0">
                          <a:noAutofit/>
                        </wps:bodyPr>
                      </wps:wsp>
                      <wps:wsp>
                        <wps:cNvPr id="501" name="ZoneTexte 196"/>
                        <wps:cNvSpPr txBox="1"/>
                        <wps:spPr>
                          <a:xfrm rot="17919665">
                            <a:off x="3207983" y="1064797"/>
                            <a:ext cx="929649"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4.938 MHz</w:t>
                              </w:r>
                            </w:p>
                          </w:txbxContent>
                        </wps:txbx>
                        <wps:bodyPr wrap="square" rtlCol="0">
                          <a:noAutofit/>
                        </wps:bodyPr>
                      </wps:wsp>
                      <wps:wsp>
                        <wps:cNvPr id="502" name="ZoneTexte 197"/>
                        <wps:cNvSpPr txBox="1"/>
                        <wps:spPr>
                          <a:xfrm rot="17919665">
                            <a:off x="4118859" y="1068128"/>
                            <a:ext cx="921374"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9.947 MHz</w:t>
                              </w:r>
                            </w:p>
                          </w:txbxContent>
                        </wps:txbx>
                        <wps:bodyPr wrap="square" rtlCol="0">
                          <a:noAutofit/>
                        </wps:bodyPr>
                      </wps:wsp>
                      <wps:wsp>
                        <wps:cNvPr id="503" name="ZoneTexte 198"/>
                        <wps:cNvSpPr txBox="1"/>
                        <wps:spPr>
                          <a:xfrm rot="17919665">
                            <a:off x="5399371" y="1114582"/>
                            <a:ext cx="815492"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wps:txbx>
                        <wps:bodyPr wrap="square" rtlCol="0">
                          <a:noAutofit/>
                        </wps:bodyPr>
                      </wps:wsp>
                      <wps:wsp>
                        <wps:cNvPr id="504" name="ZoneTexte 199"/>
                        <wps:cNvSpPr txBox="1"/>
                        <wps:spPr>
                          <a:xfrm rot="17919665">
                            <a:off x="6524159" y="1114582"/>
                            <a:ext cx="815492"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wps:txbx>
                        <wps:bodyPr wrap="square" rtlCol="0">
                          <a:noAutofit/>
                        </wps:bodyPr>
                      </wps:wsp>
                      <wps:wsp>
                        <wps:cNvPr id="505" name="ZoneTexte 200"/>
                        <wps:cNvSpPr txBox="1"/>
                        <wps:spPr>
                          <a:xfrm rot="17919665">
                            <a:off x="7785877" y="1114582"/>
                            <a:ext cx="815492"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wps:txbx>
                        <wps:bodyPr wrap="square" rtlCol="0">
                          <a:noAutofit/>
                        </wps:bodyPr>
                      </wps:wsp>
                      <wps:wsp>
                        <wps:cNvPr id="506" name="ZoneTexte 201"/>
                        <wps:cNvSpPr txBox="1"/>
                        <wps:spPr>
                          <a:xfrm rot="17919665">
                            <a:off x="8830845" y="1114582"/>
                            <a:ext cx="815492" cy="241575"/>
                          </a:xfrm>
                          <a:prstGeom prst="rect">
                            <a:avLst/>
                          </a:prstGeom>
                          <a:noFill/>
                        </wps:spPr>
                        <wps:txb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wps:txbx>
                        <wps:bodyPr wrap="square" rtlCol="0">
                          <a:noAutofit/>
                        </wps:bodyPr>
                      </wps:wsp>
                      <wps:wsp>
                        <wps:cNvPr id="507" name="Connecteur en angle 507"/>
                        <wps:cNvCnPr>
                          <a:stCxn id="491" idx="2"/>
                          <a:endCxn id="486" idx="2"/>
                        </wps:cNvCnPr>
                        <wps:spPr>
                          <a:xfrm rot="16200000" flipH="1">
                            <a:off x="1915998" y="991476"/>
                            <a:ext cx="12700" cy="2050132"/>
                          </a:xfrm>
                          <a:prstGeom prst="bentConnector3">
                            <a:avLst>
                              <a:gd name="adj1" fmla="val 1800000"/>
                            </a:avLst>
                          </a:prstGeom>
                          <a:ln w="19050">
                            <a:solidFill>
                              <a:schemeClr val="accent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08" name="ZoneTexte 203"/>
                        <wps:cNvSpPr txBox="1"/>
                        <wps:spPr>
                          <a:xfrm>
                            <a:off x="890864" y="2300562"/>
                            <a:ext cx="2065293" cy="321028"/>
                          </a:xfrm>
                          <a:prstGeom prst="rect">
                            <a:avLst/>
                          </a:prstGeom>
                          <a:noFill/>
                        </wps:spPr>
                        <wps:txb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GB"/>
                                </w:rPr>
                                <w:t>Current</w:t>
                              </w:r>
                              <w:r w:rsidRPr="0023516E">
                                <w:rPr>
                                  <w:rFonts w:ascii="Arial" w:hAnsi="Arial" w:cs="Arial"/>
                                  <w:b/>
                                  <w:bCs/>
                                  <w:color w:val="4F81BD" w:themeColor="accent1"/>
                                  <w:kern w:val="24"/>
                                  <w:sz w:val="20"/>
                                  <w:szCs w:val="20"/>
                                </w:rPr>
                                <w:t xml:space="preserve"> L6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wps:txbx>
                        <wps:bodyPr wrap="square" rtlCol="0">
                          <a:noAutofit/>
                        </wps:bodyPr>
                      </wps:wsp>
                      <wps:wsp>
                        <wps:cNvPr id="509" name="Connecteur en angle 509"/>
                        <wps:cNvCnPr>
                          <a:stCxn id="485" idx="2"/>
                          <a:endCxn id="484" idx="2"/>
                        </wps:cNvCnPr>
                        <wps:spPr>
                          <a:xfrm rot="16200000" flipH="1">
                            <a:off x="6240816" y="836149"/>
                            <a:ext cx="12700" cy="2360785"/>
                          </a:xfrm>
                          <a:prstGeom prst="bentConnector3">
                            <a:avLst>
                              <a:gd name="adj1" fmla="val 1800000"/>
                            </a:avLst>
                          </a:prstGeom>
                          <a:ln w="19050">
                            <a:solidFill>
                              <a:schemeClr val="accent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10" name="ZoneTexte 205"/>
                        <wps:cNvSpPr txBox="1"/>
                        <wps:spPr>
                          <a:xfrm>
                            <a:off x="5214006" y="2300338"/>
                            <a:ext cx="2065293" cy="321028"/>
                          </a:xfrm>
                          <a:prstGeom prst="rect">
                            <a:avLst/>
                          </a:prstGeom>
                          <a:noFill/>
                        </wps:spPr>
                        <wps:txb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US"/>
                                </w:rPr>
                                <w:t xml:space="preserve">Current </w:t>
                              </w:r>
                              <w:r w:rsidRPr="0023516E">
                                <w:rPr>
                                  <w:rFonts w:ascii="Arial" w:hAnsi="Arial" w:cs="Arial"/>
                                  <w:b/>
                                  <w:bCs/>
                                  <w:color w:val="4F81BD" w:themeColor="accent1"/>
                                  <w:kern w:val="24"/>
                                  <w:sz w:val="20"/>
                                  <w:szCs w:val="20"/>
                                </w:rPr>
                                <w:t>U6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wps:txbx>
                        <wps:bodyPr wrap="square" rtlCol="0">
                          <a:noAutofit/>
                        </wps:bodyPr>
                      </wps:wsp>
                      <wps:wsp>
                        <wps:cNvPr id="511" name="Connecteur en angle 511"/>
                        <wps:cNvCnPr>
                          <a:stCxn id="487" idx="0"/>
                          <a:endCxn id="489" idx="0"/>
                        </wps:cNvCnPr>
                        <wps:spPr>
                          <a:xfrm rot="5400000" flipH="1" flipV="1">
                            <a:off x="2941064" y="559428"/>
                            <a:ext cx="12700" cy="2050132"/>
                          </a:xfrm>
                          <a:prstGeom prst="bentConnector3">
                            <a:avLst>
                              <a:gd name="adj1" fmla="val 7300000"/>
                            </a:avLst>
                          </a:prstGeom>
                          <a:ln w="19050">
                            <a:solidFill>
                              <a:srgbClr val="FF000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12" name="Connecteur en angle 512"/>
                        <wps:cNvCnPr>
                          <a:stCxn id="488" idx="0"/>
                          <a:endCxn id="490" idx="0"/>
                        </wps:cNvCnPr>
                        <wps:spPr>
                          <a:xfrm rot="5400000" flipH="1" flipV="1">
                            <a:off x="7421208" y="402038"/>
                            <a:ext cx="12700" cy="2364912"/>
                          </a:xfrm>
                          <a:prstGeom prst="bentConnector3">
                            <a:avLst>
                              <a:gd name="adj1" fmla="val 7600000"/>
                            </a:avLst>
                          </a:prstGeom>
                          <a:ln w="19050">
                            <a:solidFill>
                              <a:srgbClr val="FF0000"/>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513" name="ZoneTexte 208"/>
                        <wps:cNvSpPr txBox="1"/>
                        <wps:spPr>
                          <a:xfrm>
                            <a:off x="1928233" y="257009"/>
                            <a:ext cx="6681070" cy="285660"/>
                          </a:xfrm>
                          <a:prstGeom prst="rect">
                            <a:avLst/>
                          </a:prstGeom>
                          <a:noFill/>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lang w:val="en-US"/>
                                </w:rPr>
                              </w:pPr>
                              <w:r w:rsidRPr="0023516E">
                                <w:rPr>
                                  <w:rFonts w:ascii="Arial" w:eastAsia="Times New Roman" w:hAnsi="Arial" w:cs="Arial"/>
                                  <w:b/>
                                  <w:bCs/>
                                  <w:color w:val="FF0000"/>
                                  <w:kern w:val="24"/>
                                  <w:sz w:val="20"/>
                                  <w:szCs w:val="20"/>
                                  <w:lang w:val="nb-NO"/>
                                </w:rPr>
                                <w:t>Proposed plans to implement narrow channels</w:t>
                              </w:r>
                            </w:p>
                          </w:txbxContent>
                        </wps:txbx>
                        <wps:bodyPr wrap="square" rtlCol="0">
                          <a:noAutofit/>
                        </wps:bodyPr>
                      </wps:wsp>
                      <wps:wsp>
                        <wps:cNvPr id="514" name="ZoneTexte 209"/>
                        <wps:cNvSpPr txBox="1"/>
                        <wps:spPr>
                          <a:xfrm>
                            <a:off x="2622658" y="304353"/>
                            <a:ext cx="570933" cy="384961"/>
                          </a:xfrm>
                          <a:prstGeom prst="rect">
                            <a:avLst/>
                          </a:prstGeom>
                          <a:noFill/>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0000"/>
                                  <w:kern w:val="24"/>
                                  <w:sz w:val="20"/>
                                  <w:szCs w:val="20"/>
                                </w:rPr>
                                <w:t>1</w:t>
                              </w:r>
                            </w:p>
                          </w:txbxContent>
                        </wps:txbx>
                        <wps:bodyPr wrap="square" rtlCol="0">
                          <a:noAutofit/>
                        </wps:bodyPr>
                      </wps:wsp>
                      <wps:wsp>
                        <wps:cNvPr id="515" name="ZoneTexte 210"/>
                        <wps:cNvSpPr txBox="1"/>
                        <wps:spPr>
                          <a:xfrm>
                            <a:off x="7141588" y="295063"/>
                            <a:ext cx="1653325" cy="384961"/>
                          </a:xfrm>
                          <a:prstGeom prst="rect">
                            <a:avLst/>
                          </a:prstGeom>
                          <a:noFill/>
                        </wps:spPr>
                        <wps:txbx>
                          <w:txbxContent>
                            <w:p w:rsidR="007C20C3" w:rsidRPr="0023516E" w:rsidRDefault="007C20C3" w:rsidP="007716A0">
                              <w:pPr>
                                <w:pStyle w:val="NormalWeb"/>
                                <w:spacing w:before="0" w:beforeAutospacing="0" w:after="0" w:afterAutospacing="0"/>
                                <w:jc w:val="center"/>
                                <w:rPr>
                                  <w:rFonts w:ascii="Arial" w:hAnsi="Arial" w:cs="Arial"/>
                                  <w:sz w:val="20"/>
                                  <w:szCs w:val="20"/>
                                </w:rPr>
                              </w:pPr>
                              <w:r>
                                <w:rPr>
                                  <w:rFonts w:ascii="Arial" w:hAnsi="Arial" w:cs="Arial"/>
                                  <w:b/>
                                  <w:bCs/>
                                  <w:color w:val="FF0000"/>
                                  <w:kern w:val="24"/>
                                  <w:sz w:val="20"/>
                                  <w:szCs w:val="20"/>
                                </w:rPr>
                                <w:t xml:space="preserve">2 </w:t>
                              </w:r>
                              <w:r w:rsidRPr="0023516E">
                                <w:rPr>
                                  <w:rFonts w:ascii="Arial" w:hAnsi="Arial" w:cs="Arial"/>
                                  <w:b/>
                                  <w:bCs/>
                                  <w:color w:val="FF0000"/>
                                  <w:kern w:val="24"/>
                                  <w:sz w:val="20"/>
                                  <w:szCs w:val="20"/>
                                </w:rPr>
                                <w:t>bis</w:t>
                              </w:r>
                            </w:p>
                          </w:txbxContent>
                        </wps:txbx>
                        <wps:bodyPr wrap="square" rtlCol="0">
                          <a:noAutofit/>
                        </wps:bodyPr>
                      </wps:wsp>
                    </wpg:wgp>
                  </a:graphicData>
                </a:graphic>
              </wp:inline>
            </w:drawing>
          </mc:Choice>
          <mc:Fallback>
            <w:pict>
              <v:group id="Groupe 211" o:spid="_x0000_s1182" style="width:677.25pt;height:157.5pt;mso-position-horizontal-relative:char;mso-position-vertical-relative:line" coordorigin=",2570" coordsize="94997,23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">
                <v:rect id="Rectangle 483" o:spid="_x0000_s1183" style="position:absolute;left:2854;top:15844;width:88930;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wesccA&#10;AADcAAAADwAAAGRycy9kb3ducmV2LnhtbESPQWvCQBSE70L/w/IKXoputKVKdBW1iDWnRu2ht0f2&#10;maTNvg3ZrUZ/fVcoeBxm5htmOm9NJU7UuNKygkE/AkGcWV1yruCwX/fGIJxH1lhZJgUXcjCfPXSm&#10;GGt75pROO5+LAGEXo4LC+zqW0mUFGXR9WxMH72gbgz7IJpe6wXOAm0oOo+hVGiw5LBRY06qg7Gf3&#10;axRck036Rvy0Tb6S78+yHi0/VslSqe5ju5iA8NT6e/i//a4VvIyf4XYmHA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MHrHHAAAA3AAAAA8AAAAAAAAAAAAAAAAAmAIAAGRy&#10;cy9kb3ducmV2LnhtbFBLBQYAAAAABAAEAPUAAACMAwAAAAA=&#10;" fillcolor="gray [1629]" strokecolor="#5a5a5a [2109]" strokeweight="2pt">
                  <v:textbox inset=",0,,0">
                    <w:txbxContent>
                      <w:p w:rsidR="007C20C3" w:rsidRPr="00E21EC1" w:rsidRDefault="007C20C3" w:rsidP="007716A0">
                        <w:pPr>
                          <w:rPr>
                            <w:rFonts w:cs="Arial"/>
                          </w:rPr>
                        </w:pPr>
                      </w:p>
                    </w:txbxContent>
                  </v:textbox>
                </v:rect>
                <v:rect id="Rectangle 484" o:spid="_x0000_s1184" style="position:absolute;left:68811;top:15844;width:10801;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xjmsQA&#10;AADcAAAADwAAAGRycy9kb3ducmV2LnhtbESPT4vCMBTE74LfITxhL6LpLmWRahQRFdGL/70+mmdb&#10;bF66TdTut98ICx6HmfkNM5o0phQPql1hWcFnPwJBnFpdcKbgeFj0BiCcR9ZYWiYFv+RgMm63Rpho&#10;++QdPfY+EwHCLkEFufdVIqVLczLo+rYiDt7V1gZ9kHUmdY3PADel/Iqib2mw4LCQY0WznNLb/m4U&#10;RPOf82nbxU3RuHi5uZzWbqVRqY9OMx2C8NT4d/i/vdIK4kEMrzPhCMjx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sY5rEAAAA3AAAAA8AAAAAAAAAAAAAAAAAmAIAAGRycy9k&#10;b3ducmV2LnhtbFBLBQYAAAAABAAEAPUAAACJAwAAAAA=&#10;" fillcolor="#4f81bd [3204]" strokecolor="#243f60 [1604]"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11x30</w:t>
                        </w:r>
                      </w:p>
                    </w:txbxContent>
                  </v:textbox>
                </v:rect>
                <v:rect id="Rectangle 485" o:spid="_x0000_s1185" style="position:absolute;left:45244;top:15844;width:10719;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DGAcUA&#10;AADcAAAADwAAAGRycy9kb3ducmV2LnhtbESPT2vCQBTE7wW/w/KEXopuKiqSuoZSagnNxf9eH9nX&#10;JDT7Ns1uY/z2rlDocZiZ3zDLpDe16Kh1lWUFz+MIBHFudcWFgsN+PVqAcB5ZY22ZFFzJQbIaPCwx&#10;1vbCW+p2vhABwi5GBaX3TSyly0sy6Ma2IQ7el20N+iDbQuoWLwFuajmJork0WHFYKLGht5Ly792v&#10;URC9/5yOmyfMqt5NP7Lz8dOlGpV6HPavLyA89f4//NdOtYLpYgb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IMYBxQAAANwAAAAPAAAAAAAAAAAAAAAAAJgCAABkcnMv&#10;ZG93bnJldi54bWxQSwUGAAAAAAQABAD1AAAAigMAAAAA&#10;" fillcolor="#4f81bd [3204]" strokecolor="#243f60 [1604]"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11x30</w:t>
                        </w:r>
                      </w:p>
                    </w:txbxContent>
                  </v:textbox>
                </v:rect>
                <v:rect id="Rectangle 486" o:spid="_x0000_s1186" style="position:absolute;left:24743;top:15844;width:9334;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JYdsQA&#10;AADcAAAADwAAAGRycy9kb3ducmV2LnhtbESPT4vCMBTE7wt+h/CEvSyaroiUahSRXRG9+N/ro3m2&#10;xeal22S1fnsjCB6HmfkNM5o0phRXql1hWcF3NwJBnFpdcKZgv/vtxCCcR9ZYWiYFd3IwGbc+Rpho&#10;e+MNXbc+EwHCLkEFufdVIqVLczLourYiDt7Z1gZ9kHUmdY23ADel7EXRQBosOCzkWNEsp/Sy/TcK&#10;op+/42H9hauicf356nRYuoVGpT7bzXQIwlPj3+FXe6EV9OMBPM+EIy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yWHbEAAAA3AAAAA8AAAAAAAAAAAAAAAAAmAIAAGRycy9k&#10;b3ducmV2LnhtbFBLBQYAAAAABAAEAPUAAACJAwAAAAA=&#10;" fillcolor="#4f81bd [3204]" strokecolor="#243f60 [1604]"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v:textbox>
                </v:rect>
                <v:rect id="Rectangle 487" o:spid="_x0000_s1187" style="position:absolute;left:15306;top:15844;width:7707;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ZAMUA&#10;AADcAAAADwAAAGRycy9kb3ducmV2LnhtbESPzWrDMBCE74G+g9hAb4mcENrYtRKatIXmmMSHHhdr&#10;/YOtlZEUx337qlDocZiZb5h8P5lejOR8a1nBapmAIC6tbrlWUFw/FlsQPiBr7C2Tgm/ysN89zHLM&#10;tL3zmcZLqEWEsM9QQRPCkEnpy4YM+qUdiKNXWWcwROlqqR3eI9z0cp0kT9Jgy3GhwYGODZXd5WYU&#10;vJ2qw63buDQ9ndNqLI/FV1+8K/U4n15fQASawn/4r/2pFWy2z/B7Jh4Bu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L5kAxQAAANwAAAAPAAAAAAAAAAAAAAAAAJgCAABkcnMv&#10;ZG93bnJldi54bWxQSwUGAAAAAAQABAD1AAAAigMAAAAA&#10;" fillcolor="red" strokecolor="#622423 [1605]"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v:textbox>
                </v:rect>
                <v:rect id="Rectangle 488" o:spid="_x0000_s1188" style="position:absolute;left:57693;top:15844;width:9388;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ANcsEA&#10;AADcAAAADwAAAGRycy9kb3ducmV2LnhtbERPy4rCMBTdD/gP4QruxnREBluNMj4GxqXahctLc/vA&#10;5qYksda/nywEl4fzXm0G04qenG8sK/iaJiCIC6sbrhTkl9/PBQgfkDW2lknBkzxs1qOPFWbaPvhE&#10;/TlUIoawz1BBHUKXSemLmgz6qe2II1daZzBE6CqpHT5iuGnlLEm+pcGGY0ONHe1qKm7nu1GwP5bb&#10;+23u0vR4Ssu+2OXXNj8oNRkPP0sQgYbwFr/cf1rBfBHXxjPxCM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wDXLBAAAA3AAAAA8AAAAAAAAAAAAAAAAAmAIAAGRycy9kb3du&#10;cmV2LnhtbFBLBQYAAAAABAAEAPUAAACGAwAAAAA=&#10;" fillcolor="red" strokecolor="#622423 [1605]"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7 MHz</w:t>
                        </w:r>
                      </w:p>
                    </w:txbxContent>
                  </v:textbox>
                </v:rect>
                <v:rect id="Rectangle 489" o:spid="_x0000_s1189" style="position:absolute;left:35807;top:15844;width:7707;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o6cUA&#10;AADcAAAADwAAAGRycy9kb3ducmV2LnhtbESPT2vCQBTE74LfYXkFb7ppkWJSN1KtBT1qc+jxkX35&#10;Q7Jvw+4a02/vFgo9DjPzG2a7m0wvRnK+tazgeZWAIC6tbrlWUHx9LjcgfEDW2FsmBT/kYZfPZ1vM&#10;tL3zhcZrqEWEsM9QQRPCkEnpy4YM+pUdiKNXWWcwROlqqR3eI9z08iVJXqXBluNCgwMdGiq7680o&#10;+DhX+1u3dml6vqTVWB6K7744KrV4mt7fQASawn/4r33SCtabFH7PxCMg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KjpxQAAANwAAAAPAAAAAAAAAAAAAAAAAJgCAABkcnMv&#10;ZG93bnJldi54bWxQSwUGAAAAAAQABAD1AAAAigMAAAAA&#10;" fillcolor="red" strokecolor="#622423 [1605]"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10.5 MHz</w:t>
                        </w:r>
                      </w:p>
                    </w:txbxContent>
                  </v:textbox>
                </v:rect>
                <v:rect id="Rectangle 490" o:spid="_x0000_s1190" style="position:absolute;left:81342;top:15844;width:9388;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XqcAA&#10;AADcAAAADwAAAGRycy9kb3ducmV2LnhtbERPy4rCMBTdD/gP4QruxtRBxFajqKMwLnW6mOWluX1g&#10;c1OSWOvfTxaCy8N5r7eDaUVPzjeWFcymCQjiwuqGKwX57+lzCcIHZI2tZVLwJA/bzehjjZm2D75Q&#10;fw2ViCHsM1RQh9BlUvqiJoN+ajviyJXWGQwRukpqh48Yblr5lSQLabDh2FBjR4eaitv1bhR8n8v9&#10;/TZ3aXq+pGVfHPK/Nj8qNRkPuxWIQEN4i1/uH61gnsb58Uw8AnLz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XqcAAAADcAAAADwAAAAAAAAAAAAAAAACYAgAAZHJzL2Rvd25y&#10;ZXYueG1sUEsFBgAAAAAEAAQA9QAAAIUDAAAAAA==&#10;" fillcolor="red" strokecolor="#622423 [1605]"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7 MHz</w:t>
                        </w:r>
                      </w:p>
                    </w:txbxContent>
                  </v:textbox>
                </v:rect>
                <v:rect id="Rectangle 491" o:spid="_x0000_s1191" style="position:absolute;left:4242;top:15844;width:9334;height:4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JW38QA&#10;AADcAAAADwAAAGRycy9kb3ducmV2LnhtbESPQYvCMBSE78L+h/AWvIimisjaNYqIiuhFXXWvj+Zt&#10;W7Z5qU3U+u+NIHgcZuYbZjSpTSGuVLncsoJuJwJBnFidc6rg8LNof4FwHlljYZkU3MnBZPzRGGGs&#10;7Y13dN37VAQIuxgVZN6XsZQuycig69iSOHh/tjLog6xSqSu8BbgpZC+KBtJgzmEhw5JmGSX/+4tR&#10;EM3Pp+O2hZu8dv3l5ve4diuNSjU/6+k3CE+1f4df7ZVW0B924XkmHAE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CVt/EAAAA3AAAAA8AAAAAAAAAAAAAAAAAmAIAAGRycy9k&#10;b3ducmV2LnhtbFBLBQYAAAAABAAEAPUAAACJAwAAAAA=&#10;" fillcolor="#4f81bd [3204]" strokecolor="#243f60 [1604]" strokeweight="2pt">
                  <v:textbox inset=",0,,0">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FFFF" w:themeColor="light1"/>
                            <w:kern w:val="24"/>
                            <w:sz w:val="20"/>
                            <w:szCs w:val="20"/>
                          </w:rPr>
                          <w:t>8x29.65</w:t>
                        </w:r>
                      </w:p>
                    </w:txbxContent>
                  </v:textbox>
                </v:rect>
                <v:line id="Connecteur droit 492" o:spid="_x0000_s1192" style="position:absolute;visibility:visible;mso-wrap-style:square" from="2854,20128" to="2854,2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Xyj8QAAADcAAAADwAAAGRycy9kb3ducmV2LnhtbESPwWrDMBBE74X+g9hCb40cU0rjRAlJ&#10;IGmutdNDb4u1sUyslZHk2P37qFDocZiZN8xqM9lO3MiH1rGC+SwDQVw73XKj4FwdXt5BhIissXNM&#10;Cn4owGb9+LDCQruRP+lWxkYkCIcCFZgY+0LKUBuyGGauJ07exXmLMUnfSO1xTHDbyTzL3qTFltOC&#10;wZ72huprOVgF38Mu+o9Kbsdy2h9NfujqwX0p9fw0bZcgIk3xP/zXPmkFr4scfs+kI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5fKPxAAAANwAAAAPAAAAAAAAAAAA&#10;AAAAAKECAABkcnMvZG93bnJldi54bWxQSwUGAAAAAAQABAD5AAAAkgMAAAAA&#10;" strokecolor="black [3213]" strokeweight="1.5pt"/>
                <v:shape id="ZoneTexte 188" o:spid="_x0000_s1193" type="#_x0000_t202" style="position:absolute;top:20997;width:5709;height:2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a3lMQA&#10;AADcAAAADwAAAGRycy9kb3ducmV2LnhtbESPT4vCMBTE7wt+h/AEb5r4ZxetRhFF8LTLuqvg7dE8&#10;22LzUppo67c3C8Ieh5n5DbNYtbYUd6p94VjDcKBAEKfOFJxp+P3Z9acgfEA2WDomDQ/ysFp23haY&#10;GNfwN90PIRMRwj5BDXkIVSKlT3Oy6AeuIo7exdUWQ5R1Jk2NTYTbUo6U+pAWC44LOVa0ySm9Hm5W&#10;w/Hzcj5N1Fe2te9V41ol2c6k1r1uu56DCNSG//CrvTcaJrMx/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mt5TEAAAA3AAAAA8AAAAAAAAAAAAAAAAAmAIAAGRycy9k&#10;b3ducmV2LnhtbFBLBQYAAAAABAAEAPUAAACJAwAAAAA=&#10;" filled="f" stroked="f">
                  <v:textbo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5925</w:t>
                        </w:r>
                      </w:p>
                    </w:txbxContent>
                  </v:textbox>
                </v:shape>
                <v:shape id="ZoneTexte 189" o:spid="_x0000_s1194" type="#_x0000_t202" style="position:absolute;left:38163;top:20997;width:5709;height:2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8v4MQA&#10;AADcAAAADwAAAGRycy9kb3ducmV2LnhtbESPT2vCQBTE7wW/w/IKvTW7lVg0dSNiKXhSqm2ht0f2&#10;5Q/Nvg3ZrYnf3hUEj8PM/IZZrkbbihP1vnGs4SVRIIgLZxquNHwdP57nIHxANtg6Jg1n8rDKJw9L&#10;zIwb+JNOh1CJCGGfoYY6hC6T0hc1WfSJ64ijV7reYoiyr6TpcYhw28qpUq/SYsNxocaONjUVf4d/&#10;q+F7V/7+pGpfvdtZN7hRSbYLqfXT47h+AxFoDPfwrb01GtJFCtcz8QjI/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PL+DEAAAA3AAAAA8AAAAAAAAAAAAAAAAAmAIAAGRycy9k&#10;b3ducmV2LnhtbFBLBQYAAAAABAAEAPUAAACJAwAAAAA=&#10;" filled="f" stroked="f">
                  <v:textbo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6425</w:t>
                        </w:r>
                      </w:p>
                    </w:txbxContent>
                  </v:textbox>
                </v:shape>
                <v:shape id="ZoneTexte 190" o:spid="_x0000_s1195" type="#_x0000_t202" style="position:absolute;left:89288;top:20997;width:5709;height:2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OKe8MA&#10;AADcAAAADwAAAGRycy9kb3ducmV2LnhtbESPQYvCMBSE7wv+h/AEb2ui6KLVKKIInlzWVcHbo3m2&#10;xealNNHWf78RhD0OM/MNM1+2thQPqn3hWMOgr0AQp84UnGk4/m4/JyB8QDZYOiYNT/KwXHQ+5pgY&#10;1/APPQ4hExHCPkENeQhVIqVPc7Lo+64ijt7V1RZDlHUmTY1NhNtSDpX6khYLjgs5VrTOKb0d7lbD&#10;aX+9nEfqO9vYcdW4Vkm2U6l1r9uuZiACteE//G7vjIbRdAyvM/EI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OKe8MAAADcAAAADwAAAAAAAAAAAAAAAACYAgAAZHJzL2Rv&#10;d25yZXYueG1sUEsFBgAAAAAEAAQA9QAAAIgDAAAAAA==&#10;" filled="f" stroked="f">
                  <v:textbox>
                    <w:txbxContent>
                      <w:p w:rsidR="007C20C3" w:rsidRPr="0013319C" w:rsidRDefault="007C20C3" w:rsidP="007716A0">
                        <w:pPr>
                          <w:pStyle w:val="NormalWeb"/>
                          <w:spacing w:before="0" w:beforeAutospacing="0" w:after="0" w:afterAutospacing="0"/>
                          <w:jc w:val="center"/>
                          <w:rPr>
                            <w:rFonts w:ascii="Arial" w:hAnsi="Arial" w:cs="Arial"/>
                            <w:sz w:val="20"/>
                            <w:szCs w:val="20"/>
                          </w:rPr>
                        </w:pPr>
                        <w:r w:rsidRPr="0013319C">
                          <w:rPr>
                            <w:rFonts w:ascii="Arial" w:hAnsi="Arial" w:cs="Arial"/>
                            <w:b/>
                            <w:bCs/>
                            <w:color w:val="000000" w:themeColor="text1"/>
                            <w:kern w:val="24"/>
                            <w:sz w:val="20"/>
                            <w:szCs w:val="20"/>
                          </w:rPr>
                          <w:t>7125</w:t>
                        </w:r>
                      </w:p>
                    </w:txbxContent>
                  </v:textbox>
                </v:shape>
                <v:line id="Connecteur droit 496" o:spid="_x0000_s1196" style="position:absolute;visibility:visible;mso-wrap-style:square" from="91784,20128" to="91784,2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70jMMAAADcAAAADwAAAGRycy9kb3ducmV2LnhtbESPQWsCMRSE74L/ITzBm2aVInVrFBVs&#10;vXbVQ2+Pzetm6eZlSbLu+u8bodDjMDPfMJvdYBtxJx9qxwoW8wwEcel0zZWC6+U0ewURIrLGxjEp&#10;eFCA3XY82mCuXc+fdC9iJRKEQ44KTIxtLmUoDVkMc9cSJ+/beYsxSV9J7bFPcNvIZZatpMWa04LB&#10;lo6Gyp+iswq+ukP0Hxe574vh+G6Wp6bs3E2p6WTYv4GINMT/8F/7rBW8rFfwPJOO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e9IzDAAAA3AAAAA8AAAAAAAAAAAAA&#10;AAAAoQIAAGRycy9kb3ducmV2LnhtbFBLBQYAAAAABAAEAPkAAACRAwAAAAA=&#10;" strokecolor="black [3213]" strokeweight="1.5pt"/>
                <v:line id="Connecteur droit 497" o:spid="_x0000_s1197" style="position:absolute;visibility:visible;mso-wrap-style:square" from="41018,20128" to="41018,20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JRF8QAAADcAAAADwAAAGRycy9kb3ducmV2LnhtbESPQWvCQBSE70L/w/IKvemmIq1GV1HB&#10;ttcm7cHbI/vMhmbfht2Nif/eLRR6HGbmG2azG20rruRD41jB8ywDQVw53XCt4Ks8TZcgQkTW2Dom&#10;BTcKsNs+TDaYazfwJ12LWIsE4ZCjAhNjl0sZKkMWw8x1xMm7OG8xJulrqT0OCW5bOc+yF2mx4bRg&#10;sKOjoeqn6K2Cc3+I/r2U+6EYj29mfmqr3n0r9fQ47tcgIo3xP/zX/tAKFqtX+D2TjoD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klEXxAAAANwAAAAPAAAAAAAAAAAA&#10;AAAAAKECAABkcnMvZG93bnJldi54bWxQSwUGAAAAAAQABAD5AAAAkgMAAAAA&#10;" strokecolor="black [3213]" strokeweight="1.5pt"/>
                <v:shape id="ZoneTexte 193" o:spid="_x0000_s1198" type="#_x0000_t202" style="position:absolute;left:420;top:9972;width:10837;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ReAcEA&#10;AADcAAAADwAAAGRycy9kb3ducmV2LnhtbERP3WrCMBS+H+wdwhnsbqYbQ7QzyhiIIkNs1wc4NGdN&#10;WHNSkljr25uLgZcf3/9qM7lejBSi9azgdVaAIG69ttwpaH62LwsQMSFr7D2TgitF2KwfH1ZYan/h&#10;isY6dSKHcCxRgUlpKKWMrSGHceYH4sz9+uAwZRg6qQNecrjr5VtRzKVDy7nB4EBfhtq/+uwUbE87&#10;nJ+O1eJ71KE+WGv216ZS6vlp+vwAkWhKd/G/e68VvC/z2nwmHwG5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0XgHBAAAA3AAAAA8AAAAAAAAAAAAAAAAAmAIAAGRycy9kb3du&#10;cmV2LnhtbFBLBQYAAAAABAAEAPUAAACG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5.375 MHz</w:t>
                        </w:r>
                      </w:p>
                    </w:txbxContent>
                  </v:textbox>
                </v:shape>
                <v:shape id="ZoneTexte 194" o:spid="_x0000_s1199" type="#_x0000_t202" style="position:absolute;left:11959;top:11145;width:8162;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j7msQA&#10;AADcAAAADwAAAGRycy9kb3ducmV2LnhtbESP0WoCMRRE34X+Q7iFvmm2RUS3RpGCKKUUd/UDLpvb&#10;TXBzsyTpuv59Uyj0cZiZM8x6O7pODBSi9azgeVaAIG68ttwquJz30yWImJA1dp5JwZ0ibDcPkzWW&#10;2t+4oqFOrcgQjiUqMCn1pZSxMeQwznxPnL0vHxymLEMrdcBbhrtOvhTFQjq0nBcM9vRmqLnW307B&#10;/nTAxemzWn4MOtTv1prj/VIp9fQ47l5BJBrTf/ivfdQK5qsV/J7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4+5r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v:textbox>
                </v:shape>
                <v:shape id="ZoneTexte 195" o:spid="_x0000_s1200" type="#_x0000_t202" style="position:absolute;left:20872;top:11146;width:8155;height:2415;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nIHcAA&#10;AADcAAAADwAAAGRycy9kb3ducmV2LnhtbERP3WrCMBS+H+wdwhF2N1OFiXRGEUEmY4jtfIBDc2yC&#10;zUlJYq1vv1wMvPz4/leb0XVioBCtZwWzaQGCuPHacqvg/Lt/X4KICVlj55kUPCjCZv36ssJS+ztX&#10;NNSpFTmEY4kKTEp9KWVsDDmMU98TZ+7ig8OUYWilDnjP4a6T86JYSIeWc4PBnnaGmmt9cwr2py9c&#10;nI7V8mfQof621hwe50qpt8m4/QSRaExP8b/7oBV8FHl+PpOP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inIHcAAAADcAAAADwAAAAAAAAAAAAAAAACYAgAAZHJzL2Rvd25y&#10;ZXYueG1sUEsFBgAAAAAEAAQA9QAAAIUDA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2.17 MHz</w:t>
                        </w:r>
                      </w:p>
                    </w:txbxContent>
                  </v:textbox>
                </v:shape>
                <v:shape id="ZoneTexte 196" o:spid="_x0000_s1201" type="#_x0000_t202" style="position:absolute;left:32079;top:10648;width:9297;height:2415;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VthsMA&#10;AADcAAAADwAAAGRycy9kb3ducmV2LnhtbESP0WoCMRRE34X+Q7iFvmnWQkVWo4gglSLFXf2Ay+Z2&#10;E7q5WZJ0Xf/eFAp9HGbmDLPejq4TA4VoPSuYzwoQxI3XllsF18thugQRE7LGzjMpuFOE7eZpssZS&#10;+xtXNNSpFRnCsUQFJqW+lDI2hhzGme+Js/flg8OUZWilDnjLcNfJ16JYSIeW84LBnvaGmu/6xyk4&#10;nN9xcf6slqdBh/rDWnO8XyulXp7H3QpEojH9h//aR63grZjD75l8BO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VthsMAAADcAAAADwAAAAAAAAAAAAAAAACYAgAAZHJzL2Rv&#10;d25yZXYueG1sUEsFBgAAAAAEAAQA9QAAAIgDA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4.938 MHz</w:t>
                        </w:r>
                      </w:p>
                    </w:txbxContent>
                  </v:textbox>
                </v:shape>
                <v:shape id="ZoneTexte 197" o:spid="_x0000_s1202" type="#_x0000_t202" style="position:absolute;left:41188;top:10681;width:9214;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fz8cMA&#10;AADcAAAADwAAAGRycy9kb3ducmV2LnhtbESP0WoCMRRE34X+Q7iFvmm2QkW2RhFBKkXE3foBl83t&#10;JnRzsyTpuv69EQp9HGbmDLPajK4TA4VoPSt4nRUgiBuvLbcKLl/76RJETMgaO8+k4EYRNuunyQpL&#10;7a9c0VCnVmQIxxIVmJT6UsrYGHIYZ74nzt63Dw5TlqGVOuA1w10n50WxkA4t5wWDPe0MNT/1r1Ow&#10;P3/g4nyqlsdBh/rTWnO4XSqlXp7H7TuIRGP6D/+1D1rBWzGHx5l8BO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fz8cMAAADcAAAADwAAAAAAAAAAAAAAAACYAgAAZHJzL2Rv&#10;d25yZXYueG1sUEsFBgAAAAAEAAQA9QAAAIgDA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9.947 MHz</w:t>
                        </w:r>
                      </w:p>
                    </w:txbxContent>
                  </v:textbox>
                </v:shape>
                <v:shape id="ZoneTexte 198" o:spid="_x0000_s1203" type="#_x0000_t202" style="position:absolute;left:53993;top:11146;width:8155;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tWasQA&#10;AADcAAAADwAAAGRycy9kb3ducmV2LnhtbESP0WoCMRRE34X+Q7iFvmm2LRXZGqUUpFKKuFs/4LK5&#10;boKbmyVJ1/XvG0HwcZiZM8xyPbpODBSi9azgeVaAIG68ttwqOPxupgsQMSFr7DyTggtFWK8eJkss&#10;tT9zRUOdWpEhHEtUYFLqSyljY8hhnPmeOHtHHxymLEMrdcBzhrtOvhTFXDq0nBcM9vRpqDnVf07B&#10;Zv+F8/2uWvwMOtTf1prt5VAp9fQ4fryDSDSme/jW3moFb8UrXM/k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7Vmr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v:textbox>
                </v:shape>
                <v:shape id="ZoneTexte 199" o:spid="_x0000_s1204" type="#_x0000_t202" style="position:absolute;left:65241;top:11146;width:8155;height:2415;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LOHsQA&#10;AADcAAAADwAAAGRycy9kb3ducmV2LnhtbESP0WoCMRRE34X+Q7iFvmm2pRXZGqUUpFKKuFs/4LK5&#10;boKbmyVJ1/XvG0HwcZiZM8xyPbpODBSi9azgeVaAIG68ttwqOPxupgsQMSFr7DyTggtFWK8eJkss&#10;tT9zRUOdWpEhHEtUYFLqSyljY8hhnPmeOHtHHxymLEMrdcBzhrtOvhTFXDq0nBcM9vRpqDnVf07B&#10;Zv+F8/2uWvwMOtTf1prt5VAp9fQ4fryDSDSme/jW3moFb8UrXM/k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Szh7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v:textbox>
                </v:shape>
                <v:shape id="ZoneTexte 200" o:spid="_x0000_s1205" type="#_x0000_t202" style="position:absolute;left:77858;top:11146;width:8155;height:2416;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5rhcMA&#10;AADcAAAADwAAAGRycy9kb3ducmV2LnhtbESP0WoCMRRE34X+Q7iFvmm2BUW2RhFBKqWIu/UDLpvr&#10;Jri5WZJ0Xf++EQp9HGbmDLPajK4TA4VoPSt4nRUgiBuvLbcKzt/76RJETMgaO8+k4E4RNuunyQpL&#10;7W9c0VCnVmQIxxIVmJT6UsrYGHIYZ74nzt7FB4cpy9BKHfCW4a6Tb0WxkA4t5wWDPe0MNdf6xynY&#10;nz5wcTpWy69Bh/rTWnO4nyulXp7H7TuIRGP6D/+1D1rBvJjD40w+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5rhcMAAADcAAAADwAAAAAAAAAAAAAAAACYAgAAZHJzL2Rv&#10;d25yZXYueG1sUEsFBgAAAAAEAAQA9QAAAIgDA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v:textbox>
                </v:shape>
                <v:shape id="ZoneTexte 201" o:spid="_x0000_s1206" type="#_x0000_t202" style="position:absolute;left:88308;top:11146;width:8155;height:2415;rotation:-401990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z18sQA&#10;AADcAAAADwAAAGRycy9kb3ducmV2LnhtbESPUWvCMBSF3wf7D+EO9jbTCStSjTIGogwZtvoDLs21&#10;CWtuSpLV+u/NYLDHwznnO5zVZnK9GClE61nB66wAQdx6bblTcD5tXxYgYkLW2HsmBTeKsFk/Pqyw&#10;0v7KNY1N6kSGcKxQgUlpqKSMrSGHceYH4uxdfHCYsgyd1AGvGe56OS+KUjq0nBcMDvRhqP1ufpyC&#10;7XGH5fGrXhxGHZpPa83+dq6Ven6a3pcgEk3pP/zX3msFb0UJv2fy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M9fLEAAAA3AAAAA8AAAAAAAAAAAAAAAAAmAIAAGRycy9k&#10;b3ducmV2LnhtbFBLBQYAAAAABAAEAPUAAACJAwAAAAA=&#10;" filled="f" stroked="f">
                  <v:textbox>
                    <w:txbxContent>
                      <w:p w:rsidR="007C20C3" w:rsidRPr="00E21EC1" w:rsidRDefault="007C20C3" w:rsidP="007716A0">
                        <w:pPr>
                          <w:pStyle w:val="NormalWeb"/>
                          <w:spacing w:before="0" w:beforeAutospacing="0" w:after="0" w:afterAutospacing="0"/>
                          <w:rPr>
                            <w:rFonts w:ascii="Arial" w:hAnsi="Arial" w:cs="Arial"/>
                          </w:rPr>
                        </w:pPr>
                        <w:r w:rsidRPr="00E21EC1">
                          <w:rPr>
                            <w:rFonts w:ascii="Arial" w:hAnsi="Arial" w:cs="Arial"/>
                            <w:color w:val="000000" w:themeColor="text1"/>
                            <w:kern w:val="24"/>
                            <w:sz w:val="18"/>
                            <w:szCs w:val="18"/>
                          </w:rPr>
                          <w:t>1.5 MHz</w:t>
                        </w:r>
                      </w:p>
                    </w:txbxContent>
                  </v:textbox>
                </v:shape>
                <v:shape id="Connecteur en angle 507" o:spid="_x0000_s1207" type="#_x0000_t34" style="position:absolute;left:19159;top:9914;width:127;height:20502;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vVssYAAADcAAAADwAAAGRycy9kb3ducmV2LnhtbESPS2/CMBCE75X4D9ZW4tY4rXg1YBCF&#10;UpA48GjV8ype4oh4HcUG0n9fI1XqcTQz32gms9ZW4kqNLx0reE5SEMS50yUXCr4+V08jED4ga6wc&#10;k4If8jCbdh4mmGl34wNdj6EQEcI+QwUmhDqT0ueGLPrE1cTRO7nGYoiyKaRu8BbhtpIvaTqQFkuO&#10;CwZrWhjKz8eLVbB7d+eyt1y0e9f/WG9f7Rt/r4xS3cd2PgYRqA3/4b/2Rivop0O4n4lHQE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e71bLGAAAA3AAAAA8AAAAAAAAA&#10;AAAAAAAAoQIAAGRycy9kb3ducmV2LnhtbFBLBQYAAAAABAAEAPkAAACUAwAAAAA=&#10;" adj="388800" strokecolor="#4f81bd [3204]" strokeweight="1.5pt">
                  <v:stroke startarrow="open" endarrow="open"/>
                </v:shape>
                <v:shape id="ZoneTexte 203" o:spid="_x0000_s1208" type="#_x0000_t202" style="position:absolute;left:8908;top:23005;width:20653;height:3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m//8AA&#10;AADcAAAADwAAAGRycy9kb3ducmV2LnhtbERPTYvCMBC9C/sfwix402RFZbcaZVEET4p1V/A2NGNb&#10;bCalibb+e3MQPD7e93zZ2UrcqfGlYw1fQwWCOHOm5FzD33Ez+AbhA7LByjFpeJCH5eKjN8fEuJYP&#10;dE9DLmII+wQ1FCHUiZQ+K8iiH7qaOHIX11gMETa5NA22MdxWcqTUVFosOTYUWNOqoOya3qyG/93l&#10;fBqrfb62k7p1nZJsf6TW/c/udwYiUBfe4pd7azRMVFwb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m//8AAAADcAAAADwAAAAAAAAAAAAAAAACYAgAAZHJzL2Rvd25y&#10;ZXYueG1sUEsFBgAAAAAEAAQA9QAAAIUDAAAAAA==&#10;" filled="f" stroked="f">
                  <v:textbo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GB"/>
                          </w:rPr>
                          <w:t>Current</w:t>
                        </w:r>
                        <w:r w:rsidRPr="0023516E">
                          <w:rPr>
                            <w:rFonts w:ascii="Arial" w:hAnsi="Arial" w:cs="Arial"/>
                            <w:b/>
                            <w:bCs/>
                            <w:color w:val="4F81BD" w:themeColor="accent1"/>
                            <w:kern w:val="24"/>
                            <w:sz w:val="20"/>
                            <w:szCs w:val="20"/>
                          </w:rPr>
                          <w:t xml:space="preserve"> L6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v:textbox>
                </v:shape>
                <v:shape id="Connecteur en angle 509" o:spid="_x0000_s1209" type="#_x0000_t34" style="position:absolute;left:62407;top:8361;width:127;height:2360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jkW8UAAADcAAAADwAAAGRycy9kb3ducmV2LnhtbESPQWvCQBSE7wX/w/IEb7qxaNHoJqit&#10;ttCDrS2eH9lnNph9G7Jbjf++WxB6HGbmG2aZd7YWF2p95VjBeJSAIC6crrhU8P21Hc5A+ICssXZM&#10;Cm7kIc96D0tMtbvyJ10OoRQRwj5FBSaEJpXSF4Ys+pFriKN3cq3FEGVbSt3iNcJtLR+T5ElarDgu&#10;GGxoY6g4H36sgv2LO1eT50334aa71/e5XfNxa5Qa9LvVAkSgLvyH7+03rWCazOHvTDwCMv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WjkW8UAAADcAAAADwAAAAAAAAAA&#10;AAAAAAChAgAAZHJzL2Rvd25yZXYueG1sUEsFBgAAAAAEAAQA+QAAAJMDAAAAAA==&#10;" adj="388800" strokecolor="#4f81bd [3204]" strokeweight="1.5pt">
                  <v:stroke startarrow="open" endarrow="open"/>
                </v:shape>
                <v:shape id="ZoneTexte 205" o:spid="_x0000_s1210" type="#_x0000_t202" style="position:absolute;left:52140;top:23003;width:20652;height:3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YlJMAA&#10;AADcAAAADwAAAGRycy9kb3ducmV2LnhtbERPTYvCMBC9C/6HMMLeNFFU3GoUcRH2pFh3F7wNzdgW&#10;m0lpsrb+e3MQPD7e92rT2UrcqfGlYw3jkQJBnDlTcq7h57wfLkD4gGywckwaHuRhs+73VpgY1/KJ&#10;7mnIRQxhn6CGIoQ6kdJnBVn0I1cTR+7qGoshwiaXpsE2httKTpSaS4slx4YCa9oVlN3Sf6vh93C9&#10;/E3VMf+ys7p1nZJsP6XWH4NuuwQRqAtv8cv9bTTMxnF+PBOP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YlJMAAAADcAAAADwAAAAAAAAAAAAAAAACYAgAAZHJzL2Rvd25y&#10;ZXYueG1sUEsFBgAAAAAEAAQA9QAAAIUDAAAAAA==&#10;" filled="f" stroked="f">
                  <v:textbox>
                    <w:txbxContent>
                      <w:p w:rsidR="007C20C3" w:rsidRPr="00E21EC1" w:rsidRDefault="007C20C3" w:rsidP="007716A0">
                        <w:pPr>
                          <w:pStyle w:val="NormalWeb"/>
                          <w:spacing w:before="0" w:beforeAutospacing="0" w:after="0" w:afterAutospacing="0"/>
                          <w:jc w:val="center"/>
                          <w:rPr>
                            <w:rFonts w:ascii="Arial" w:hAnsi="Arial" w:cs="Arial"/>
                          </w:rPr>
                        </w:pPr>
                        <w:r w:rsidRPr="0023516E">
                          <w:rPr>
                            <w:rFonts w:ascii="Arial" w:hAnsi="Arial" w:cs="Arial"/>
                            <w:b/>
                            <w:bCs/>
                            <w:color w:val="4F81BD" w:themeColor="accent1"/>
                            <w:kern w:val="24"/>
                            <w:sz w:val="20"/>
                            <w:szCs w:val="20"/>
                            <w:lang w:val="en-US"/>
                          </w:rPr>
                          <w:t xml:space="preserve">Current </w:t>
                        </w:r>
                        <w:r w:rsidRPr="0023516E">
                          <w:rPr>
                            <w:rFonts w:ascii="Arial" w:hAnsi="Arial" w:cs="Arial"/>
                            <w:b/>
                            <w:bCs/>
                            <w:color w:val="4F81BD" w:themeColor="accent1"/>
                            <w:kern w:val="24"/>
                            <w:sz w:val="20"/>
                            <w:szCs w:val="20"/>
                          </w:rPr>
                          <w:t>U6 GHz</w:t>
                        </w:r>
                        <w:r w:rsidRPr="00E21EC1">
                          <w:rPr>
                            <w:rFonts w:ascii="Arial" w:hAnsi="Arial" w:cs="Arial"/>
                            <w:b/>
                            <w:bCs/>
                            <w:color w:val="4F81BD" w:themeColor="accent1"/>
                            <w:kern w:val="24"/>
                            <w:sz w:val="28"/>
                            <w:szCs w:val="28"/>
                          </w:rPr>
                          <w:t xml:space="preserve"> </w:t>
                        </w:r>
                        <w:r w:rsidRPr="0023516E">
                          <w:rPr>
                            <w:rFonts w:ascii="Arial" w:hAnsi="Arial" w:cs="Arial"/>
                            <w:b/>
                            <w:bCs/>
                            <w:color w:val="4F81BD" w:themeColor="accent1"/>
                            <w:kern w:val="24"/>
                            <w:sz w:val="20"/>
                            <w:szCs w:val="20"/>
                          </w:rPr>
                          <w:t>plan</w:t>
                        </w:r>
                      </w:p>
                    </w:txbxContent>
                  </v:textbox>
                </v:shape>
                <v:shape id="Connecteur en angle 511" o:spid="_x0000_s1211" type="#_x0000_t34" style="position:absolute;left:29410;top:5594;width:127;height:20501;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l9PsYAAADcAAAADwAAAGRycy9kb3ducmV2LnhtbESPQWvCQBSE74L/YXkFb7qJYJHoKq0g&#10;2vakVtHbM/uaBLNvQ3Y1aX+9Kwg9DjPzDTOdt6YUN6pdYVlBPIhAEKdWF5wp+N4t+2MQziNrLC2T&#10;gl9yMJ91O1NMtG14Q7etz0SAsEtQQe59lUjp0pwMuoGtiIP3Y2uDPsg6k7rGJsBNKYdR9CoNFhwW&#10;cqxokVN62V6Ngo8zr1eL98NfsxvtN6fPdGmOX7FSvZf2bQLCU+v/w8/2WisYxTE8zoQjIG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JfT7GAAAA3AAAAA8AAAAAAAAA&#10;AAAAAAAAoQIAAGRycy9kb3ducmV2LnhtbFBLBQYAAAAABAAEAPkAAACUAwAAAAA=&#10;" adj="1576800" strokecolor="red" strokeweight="1.5pt">
                  <v:stroke dashstyle="dash" startarrow="open" endarrow="open"/>
                </v:shape>
                <v:shape id="Connecteur en angle 512" o:spid="_x0000_s1212" type="#_x0000_t34" style="position:absolute;left:74212;top:4020;width:127;height:23649;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a7wcEAAADcAAAADwAAAGRycy9kb3ducmV2LnhtbESPwWrDMBBE74X+g9hAbo3sQIpxLZsQ&#10;KG1yq5vet9bWNrFWRpJj5++jQqHHYWbeMEW1mEFcyfnesoJ0k4AgbqzuuVVw/nx9ykD4gKxxsEwK&#10;buShKh8fCsy1nfmDrnVoRYSwz1FBF8KYS+mbjgz6jR2Jo/djncEQpWuldjhHuBnkNkmepcGe40KH&#10;Ix06ai71ZBTU7MJZ8+k7wzcjR/vlp+nYKLVeLfsXEIGW8B/+a79rBbt0C79n4hGQ5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FrvBwQAAANwAAAAPAAAAAAAAAAAAAAAA&#10;AKECAABkcnMvZG93bnJldi54bWxQSwUGAAAAAAQABAD5AAAAjwMAAAAA&#10;" adj="1641600" strokecolor="red" strokeweight="1.5pt">
                  <v:stroke dashstyle="dash" startarrow="open" endarrow="open"/>
                </v:shape>
                <v:shape id="ZoneTexte 208" o:spid="_x0000_s1213" type="#_x0000_t202" style="position:absolute;left:19282;top:2570;width:66811;height:2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S7U8QA&#10;AADcAAAADwAAAGRycy9kb3ducmV2LnhtbESPQWvCQBSE74L/YXmCt7qr1WJjNiKWQk+W2lrw9sg+&#10;k2D2bciuJv57t1DwOMzMN0y67m0trtT6yrGG6USBIM6dqbjQ8PP9/rQE4QOywdoxabiRh3U2HKSY&#10;GNfxF133oRARwj5BDWUITSKlz0uy6CeuIY7eybUWQ5RtIU2LXYTbWs6UepEWK44LJTa0LSk/7y9W&#10;w2F3Ov7O1WfxZhdN53ol2b5KrcejfrMCEagPj/B/+8NoWEyf4e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Uu1PEAAAA3AAAAA8AAAAAAAAAAAAAAAAAmAIAAGRycy9k&#10;b3ducmV2LnhtbFBLBQYAAAAABAAEAPUAAACJAwAAAAA=&#10;" filled="f" stroked="f">
                  <v:textbox>
                    <w:txbxContent>
                      <w:p w:rsidR="007C20C3" w:rsidRPr="0023516E" w:rsidRDefault="007C20C3" w:rsidP="007716A0">
                        <w:pPr>
                          <w:pStyle w:val="NormalWeb"/>
                          <w:spacing w:before="0" w:beforeAutospacing="0" w:after="0" w:afterAutospacing="0"/>
                          <w:jc w:val="center"/>
                          <w:rPr>
                            <w:rFonts w:ascii="Arial" w:hAnsi="Arial" w:cs="Arial"/>
                            <w:sz w:val="20"/>
                            <w:szCs w:val="20"/>
                            <w:lang w:val="en-US"/>
                          </w:rPr>
                        </w:pPr>
                        <w:r w:rsidRPr="0023516E">
                          <w:rPr>
                            <w:rFonts w:ascii="Arial" w:eastAsia="Times New Roman" w:hAnsi="Arial" w:cs="Arial"/>
                            <w:b/>
                            <w:bCs/>
                            <w:color w:val="FF0000"/>
                            <w:kern w:val="24"/>
                            <w:sz w:val="20"/>
                            <w:szCs w:val="20"/>
                            <w:lang w:val="nb-NO"/>
                          </w:rPr>
                          <w:t>Proposed plans to implement narrow channels</w:t>
                        </w:r>
                      </w:p>
                    </w:txbxContent>
                  </v:textbox>
                </v:shape>
                <v:shape id="ZoneTexte 209" o:spid="_x0000_s1214" type="#_x0000_t202" style="position:absolute;left:26226;top:3043;width:5709;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0jJ8QA&#10;AADcAAAADwAAAGRycy9kb3ducmV2LnhtbESPQWvCQBSE7wX/w/KE3uquJSkaXUUshZ4sTVXw9sg+&#10;k2D2bchuk/jvu4VCj8PMfMOst6NtRE+drx1rmM8UCOLCmZpLDcevt6cFCB+QDTaOScOdPGw3k4c1&#10;ZsYN/El9HkoRIewz1FCF0GZS+qIii37mWuLoXV1nMUTZldJ0OES4beSzUi/SYs1xocKW9hUVt/zb&#10;ajgdrpdzoj7KV5u2gxuVZLuUWj9Ox90KRKAx/If/2u9GQzpP4PdMPAJ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9IyfEAAAA3AAAAA8AAAAAAAAAAAAAAAAAmAIAAGRycy9k&#10;b3ducmV2LnhtbFBLBQYAAAAABAAEAPUAAACJAwAAAAA=&#10;" filled="f" stroked="f">
                  <v:textbox>
                    <w:txbxContent>
                      <w:p w:rsidR="007C20C3" w:rsidRPr="0023516E" w:rsidRDefault="007C20C3" w:rsidP="007716A0">
                        <w:pPr>
                          <w:pStyle w:val="NormalWeb"/>
                          <w:spacing w:before="0" w:beforeAutospacing="0" w:after="0" w:afterAutospacing="0"/>
                          <w:jc w:val="center"/>
                          <w:rPr>
                            <w:rFonts w:ascii="Arial" w:hAnsi="Arial" w:cs="Arial"/>
                            <w:sz w:val="20"/>
                            <w:szCs w:val="20"/>
                          </w:rPr>
                        </w:pPr>
                        <w:r w:rsidRPr="0023516E">
                          <w:rPr>
                            <w:rFonts w:ascii="Arial" w:hAnsi="Arial" w:cs="Arial"/>
                            <w:b/>
                            <w:bCs/>
                            <w:color w:val="FF0000"/>
                            <w:kern w:val="24"/>
                            <w:sz w:val="20"/>
                            <w:szCs w:val="20"/>
                          </w:rPr>
                          <w:t>1</w:t>
                        </w:r>
                      </w:p>
                    </w:txbxContent>
                  </v:textbox>
                </v:shape>
                <v:shape id="ZoneTexte 210" o:spid="_x0000_s1215" type="#_x0000_t202" style="position:absolute;left:71415;top:2950;width:16534;height:3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GvMMA&#10;AADcAAAADwAAAGRycy9kb3ducmV2LnhtbESPQWvCQBSE74L/YXkFb2bX0hSNriItBU9KtRW8PbLP&#10;JDT7NmS3Jv57VxA8DjPzDbNY9bYWF2p95VjDJFEgiHNnKi40/By+xlMQPiAbrB2Thit5WC2HgwVm&#10;xnX8TZd9KESEsM9QQxlCk0np85Is+sQ1xNE7u9ZiiLItpGmxi3Bby1el3qXFiuNCiQ19lJT/7f+t&#10;ht/t+XR8U7vi06ZN53ol2c6k1qOXfj0HEagPz/CjvTEa0kk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GGvMMAAADcAAAADwAAAAAAAAAAAAAAAACYAgAAZHJzL2Rv&#10;d25yZXYueG1sUEsFBgAAAAAEAAQA9QAAAIgDAAAAAA==&#10;" filled="f" stroked="f">
                  <v:textbox>
                    <w:txbxContent>
                      <w:p w:rsidR="007C20C3" w:rsidRPr="0023516E" w:rsidRDefault="007C20C3" w:rsidP="007716A0">
                        <w:pPr>
                          <w:pStyle w:val="NormalWeb"/>
                          <w:spacing w:before="0" w:beforeAutospacing="0" w:after="0" w:afterAutospacing="0"/>
                          <w:jc w:val="center"/>
                          <w:rPr>
                            <w:rFonts w:ascii="Arial" w:hAnsi="Arial" w:cs="Arial"/>
                            <w:sz w:val="20"/>
                            <w:szCs w:val="20"/>
                          </w:rPr>
                        </w:pPr>
                        <w:r>
                          <w:rPr>
                            <w:rFonts w:ascii="Arial" w:hAnsi="Arial" w:cs="Arial"/>
                            <w:b/>
                            <w:bCs/>
                            <w:color w:val="FF0000"/>
                            <w:kern w:val="24"/>
                            <w:sz w:val="20"/>
                            <w:szCs w:val="20"/>
                          </w:rPr>
                          <w:t xml:space="preserve">2 </w:t>
                        </w:r>
                        <w:r w:rsidRPr="0023516E">
                          <w:rPr>
                            <w:rFonts w:ascii="Arial" w:hAnsi="Arial" w:cs="Arial"/>
                            <w:b/>
                            <w:bCs/>
                            <w:color w:val="FF0000"/>
                            <w:kern w:val="24"/>
                            <w:sz w:val="20"/>
                            <w:szCs w:val="20"/>
                          </w:rPr>
                          <w:t>bis</w:t>
                        </w:r>
                      </w:p>
                    </w:txbxContent>
                  </v:textbox>
                </v:shape>
                <w10:anchorlock/>
              </v:group>
            </w:pict>
          </mc:Fallback>
        </mc:AlternateContent>
      </w:r>
    </w:p>
    <w:p w:rsidR="00344286" w:rsidRDefault="00344286" w:rsidP="00344286">
      <w:pPr>
        <w:pStyle w:val="ECCFiguretitle"/>
        <w:sectPr w:rsidR="00344286" w:rsidSect="007716A0">
          <w:pgSz w:w="16840" w:h="11907" w:orient="landscape" w:code="9"/>
          <w:pgMar w:top="1134" w:right="1440" w:bottom="1134" w:left="1440" w:header="709" w:footer="709" w:gutter="0"/>
          <w:cols w:space="708"/>
          <w:docGrid w:linePitch="360"/>
        </w:sectPr>
      </w:pPr>
      <w:r>
        <w:t>Illustration of implementation of narrow channels in the lower part of the 6 GHz band and 30 MHz channels in the U6 band</w:t>
      </w:r>
    </w:p>
    <w:p w:rsidR="00C74BE6" w:rsidRDefault="00344286" w:rsidP="00C74BE6">
      <w:pPr>
        <w:pStyle w:val="ECCAnnex-heading1"/>
      </w:pPr>
      <w:bookmarkStart w:id="1" w:name="_Toc280099660"/>
      <w:r>
        <w:lastRenderedPageBreak/>
        <w:t>li</w:t>
      </w:r>
      <w:r w:rsidR="00835C5B">
        <w:t>st of reference</w:t>
      </w:r>
      <w:bookmarkEnd w:id="1"/>
    </w:p>
    <w:p w:rsidR="00C74BE6" w:rsidRDefault="00344286" w:rsidP="00C74BE6">
      <w:pPr>
        <w:pStyle w:val="reference"/>
      </w:pPr>
      <w:r>
        <w:t>ERC</w:t>
      </w:r>
      <w:r w:rsidR="0023516E">
        <w:t xml:space="preserve"> </w:t>
      </w:r>
      <w:r>
        <w:t>Recommendation 14-01: radio-frequency channel arrangements for high capacity analogue and digital radio-relay systems o</w:t>
      </w:r>
      <w:r w:rsidR="009C68E9">
        <w:t>perating in the band 5925 -</w:t>
      </w:r>
      <w:r>
        <w:t>6425 MHz</w:t>
      </w:r>
    </w:p>
    <w:p w:rsidR="00C74BE6" w:rsidRDefault="0023516E" w:rsidP="00C74BE6">
      <w:pPr>
        <w:pStyle w:val="reference"/>
      </w:pPr>
      <w:r>
        <w:t>E</w:t>
      </w:r>
      <w:r w:rsidR="009C68E9">
        <w:t>R</w:t>
      </w:r>
      <w:r>
        <w:t xml:space="preserve">C </w:t>
      </w:r>
      <w:r w:rsidR="00344286">
        <w:t>Recommendation 14-02: radio-frequency channel arrangements for high, medium and low capacity digital fixed service systems operating in the band 6425-7125 MHz</w:t>
      </w:r>
    </w:p>
    <w:p w:rsidR="00C74BE6" w:rsidRDefault="00344286" w:rsidP="00C74BE6">
      <w:pPr>
        <w:pStyle w:val="reference"/>
      </w:pPr>
      <w:r>
        <w:t xml:space="preserve">ECC Report 215: Assessment of  the technical feasibility of  introducing very narrow channel spacing  in some existing plans, in guard bands and center gaps of FWS channel arrangement at 6 GHz and </w:t>
      </w:r>
      <w:r w:rsidR="009C68E9">
        <w:br/>
      </w:r>
      <w:r>
        <w:t>10 GHz</w:t>
      </w:r>
    </w:p>
    <w:p w:rsidR="00C74BE6" w:rsidRPr="000A672F" w:rsidRDefault="00C74BE6" w:rsidP="00C74BE6">
      <w:pPr>
        <w:pStyle w:val="ECCParagraph"/>
      </w:pPr>
    </w:p>
    <w:sectPr w:rsidR="00C74BE6" w:rsidRPr="000A672F" w:rsidSect="0034428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773" w:rsidRDefault="00790773" w:rsidP="00C74BE6">
      <w:r>
        <w:separator/>
      </w:r>
    </w:p>
  </w:endnote>
  <w:endnote w:type="continuationSeparator" w:id="0">
    <w:p w:rsidR="00790773" w:rsidRDefault="00790773"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charset w:val="59"/>
    <w:family w:val="auto"/>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Default="007C20C3">
    <w:pPr>
      <w:pStyle w:val="Footer"/>
    </w:pPr>
    <w:r w:rsidRPr="00822AE0">
      <w:rPr>
        <w:sz w:val="18"/>
        <w:szCs w:val="18"/>
        <w:lang w:val="da-DK"/>
      </w:rPr>
      <w:t>Edition</w:t>
    </w:r>
    <w:r>
      <w:rPr>
        <w:sz w:val="18"/>
        <w:szCs w:val="18"/>
        <w:lang w:val="da-DK"/>
      </w:rPr>
      <w:t xml:space="preserve"> May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Default="007C20C3">
    <w:pPr>
      <w:pStyle w:val="Footer"/>
    </w:pPr>
    <w:r w:rsidRPr="00822AE0">
      <w:rPr>
        <w:sz w:val="18"/>
        <w:szCs w:val="18"/>
        <w:lang w:val="da-DK"/>
      </w:rPr>
      <w:t>Edition</w:t>
    </w:r>
    <w:r>
      <w:rPr>
        <w:sz w:val="18"/>
        <w:szCs w:val="18"/>
        <w:lang w:val="da-DK"/>
      </w:rPr>
      <w:t xml:space="preserve"> </w:t>
    </w:r>
    <w:r>
      <w:rPr>
        <w:sz w:val="18"/>
        <w:szCs w:val="18"/>
        <w:lang w:val="da-DK"/>
      </w:rPr>
      <w:t>May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Pr="00822AE0" w:rsidRDefault="007C20C3">
    <w:pPr>
      <w:pStyle w:val="Footer"/>
      <w:rPr>
        <w:sz w:val="18"/>
        <w:szCs w:val="18"/>
        <w:lang w:val="da-DK"/>
      </w:rPr>
    </w:pPr>
    <w:r w:rsidRPr="00822AE0">
      <w:rPr>
        <w:sz w:val="18"/>
        <w:szCs w:val="18"/>
        <w:lang w:val="da-DK"/>
      </w:rPr>
      <w:t>Edition</w:t>
    </w:r>
    <w:r>
      <w:rPr>
        <w:sz w:val="18"/>
        <w:szCs w:val="18"/>
        <w:lang w:val="da-DK"/>
      </w:rPr>
      <w:t xml:space="preserve"> </w:t>
    </w:r>
    <w:r>
      <w:rPr>
        <w:sz w:val="18"/>
        <w:szCs w:val="18"/>
        <w:lang w:val="da-DK"/>
      </w:rPr>
      <w:t>May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773" w:rsidRDefault="00790773" w:rsidP="00C74BE6">
      <w:r>
        <w:separator/>
      </w:r>
    </w:p>
  </w:footnote>
  <w:footnote w:type="continuationSeparator" w:id="0">
    <w:p w:rsidR="00790773" w:rsidRDefault="00790773"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Pr="007C5F95" w:rsidRDefault="007C20C3">
    <w:pPr>
      <w:pStyle w:val="Header"/>
      <w:rPr>
        <w:b w:val="0"/>
        <w:lang w:val="da-DK"/>
      </w:rPr>
    </w:pPr>
    <w:r w:rsidRPr="007C5F95">
      <w:rPr>
        <w:b w:val="0"/>
        <w:lang w:val="da-DK"/>
      </w:rPr>
      <w:t>Draft ECC REPORT XXX</w:t>
    </w:r>
  </w:p>
  <w:p w:rsidR="007C20C3" w:rsidRPr="007C5F95" w:rsidRDefault="007C20C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Pr="007C5F95" w:rsidRDefault="007C20C3" w:rsidP="00C74BE6">
    <w:pPr>
      <w:pStyle w:val="Header"/>
      <w:jc w:val="right"/>
      <w:rPr>
        <w:b w:val="0"/>
        <w:lang w:val="da-DK"/>
      </w:rPr>
    </w:pPr>
    <w:r w:rsidRPr="007C5F95">
      <w:rPr>
        <w:b w:val="0"/>
        <w:lang w:val="da-DK"/>
      </w:rPr>
      <w:t>Draft ECC REPORT XXX</w:t>
    </w:r>
  </w:p>
  <w:p w:rsidR="007C20C3" w:rsidRPr="007C5F95" w:rsidRDefault="007C20C3"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Default="007C20C3">
    <w:pPr>
      <w:pStyle w:val="Header"/>
    </w:pPr>
    <w:r>
      <w:rPr>
        <w:noProof/>
        <w:szCs w:val="20"/>
        <w:lang w:val="da-DK" w:eastAsia="da-DK"/>
      </w:rPr>
      <w:drawing>
        <wp:anchor distT="0" distB="0" distL="114300" distR="114300" simplePos="0" relativeHeight="251658240" behindDoc="0" locked="0" layoutInCell="1" allowOverlap="1" wp14:anchorId="23592EEB" wp14:editId="2F69BFF2">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06F560D6" wp14:editId="0E90B4E2">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Pr="007C5F95" w:rsidRDefault="007C20C3">
    <w:pPr>
      <w:pStyle w:val="Header"/>
      <w:rPr>
        <w:szCs w:val="16"/>
        <w:lang w:val="da-DK"/>
      </w:rPr>
    </w:pPr>
    <w:r>
      <w:rPr>
        <w:lang w:val="da-DK"/>
      </w:rPr>
      <w:t>ECC/REC/</w:t>
    </w:r>
    <w:r w:rsidRPr="007C5F95">
      <w:rPr>
        <w:lang w:val="da-DK"/>
      </w:rPr>
      <w:t>(</w:t>
    </w:r>
    <w:r>
      <w:rPr>
        <w:lang w:val="da-DK"/>
      </w:rPr>
      <w:t>14</w:t>
    </w:r>
    <w:r w:rsidRPr="007C5F95">
      <w:rPr>
        <w:lang w:val="da-DK"/>
      </w:rPr>
      <w:t>)</w:t>
    </w:r>
    <w:r>
      <w:rPr>
        <w:lang w:val="da-DK"/>
      </w:rPr>
      <w:t>06</w:t>
    </w:r>
    <w:r>
      <w:rPr>
        <w:szCs w:val="16"/>
        <w:lang w:val="da-DK"/>
      </w:rPr>
      <w:t xml:space="preserve"> </w:t>
    </w:r>
    <w:r>
      <w:rPr>
        <w:szCs w:val="16"/>
        <w:lang w:val="da-DK"/>
      </w:rPr>
      <w:t xml:space="preserve">Page </w:t>
    </w:r>
    <w:r>
      <w:fldChar w:fldCharType="begin"/>
    </w:r>
    <w:r>
      <w:instrText xml:space="preserve"> PAGE  \* Arabic  \* MERGEFORMAT </w:instrText>
    </w:r>
    <w:r>
      <w:fldChar w:fldCharType="separate"/>
    </w:r>
    <w:r w:rsidR="00037F09" w:rsidRPr="00037F09">
      <w:rPr>
        <w:noProof/>
        <w:szCs w:val="16"/>
        <w:lang w:val="da-DK"/>
      </w:rPr>
      <w:t>12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Pr="007C5F95" w:rsidRDefault="007C20C3" w:rsidP="00C74BE6">
    <w:pPr>
      <w:pStyle w:val="Header"/>
      <w:jc w:val="right"/>
      <w:rPr>
        <w:szCs w:val="16"/>
        <w:lang w:val="da-DK"/>
      </w:rPr>
    </w:pPr>
    <w:r>
      <w:rPr>
        <w:lang w:val="da-DK"/>
      </w:rPr>
      <w:t>ECC/REC/</w:t>
    </w:r>
    <w:r w:rsidRPr="007C5F95">
      <w:rPr>
        <w:lang w:val="da-DK"/>
      </w:rPr>
      <w:t>(</w:t>
    </w:r>
    <w:r>
      <w:rPr>
        <w:lang w:val="da-DK"/>
      </w:rPr>
      <w:t>14</w:t>
    </w:r>
    <w:r w:rsidRPr="007C5F95">
      <w:rPr>
        <w:lang w:val="da-DK"/>
      </w:rPr>
      <w:t>)</w:t>
    </w:r>
    <w:r>
      <w:rPr>
        <w:lang w:val="da-DK"/>
      </w:rPr>
      <w:t>06</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37F09" w:rsidRPr="00037F09">
      <w:rPr>
        <w:noProof/>
        <w:szCs w:val="16"/>
        <w:lang w:val="da-DK"/>
      </w:rPr>
      <w:t>11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C3" w:rsidRPr="001223D0" w:rsidRDefault="007C20C3"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3">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37">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8"/>
  </w:num>
  <w:num w:numId="3">
    <w:abstractNumId w:val="41"/>
  </w:num>
  <w:num w:numId="4">
    <w:abstractNumId w:val="25"/>
  </w:num>
  <w:num w:numId="5">
    <w:abstractNumId w:val="26"/>
  </w:num>
  <w:num w:numId="6">
    <w:abstractNumId w:val="23"/>
  </w:num>
  <w:num w:numId="7">
    <w:abstractNumId w:val="6"/>
  </w:num>
  <w:num w:numId="8">
    <w:abstractNumId w:val="38"/>
  </w:num>
  <w:num w:numId="9">
    <w:abstractNumId w:val="24"/>
  </w:num>
  <w:num w:numId="10">
    <w:abstractNumId w:val="16"/>
  </w:num>
  <w:num w:numId="11">
    <w:abstractNumId w:val="28"/>
  </w:num>
  <w:num w:numId="12">
    <w:abstractNumId w:val="10"/>
  </w:num>
  <w:num w:numId="13">
    <w:abstractNumId w:val="1"/>
  </w:num>
  <w:num w:numId="14">
    <w:abstractNumId w:val="32"/>
  </w:num>
  <w:num w:numId="15">
    <w:abstractNumId w:val="33"/>
  </w:num>
  <w:num w:numId="16">
    <w:abstractNumId w:val="21"/>
  </w:num>
  <w:num w:numId="17">
    <w:abstractNumId w:val="7"/>
  </w:num>
  <w:num w:numId="18">
    <w:abstractNumId w:val="20"/>
  </w:num>
  <w:num w:numId="19">
    <w:abstractNumId w:val="30"/>
  </w:num>
  <w:num w:numId="20">
    <w:abstractNumId w:val="19"/>
  </w:num>
  <w:num w:numId="21">
    <w:abstractNumId w:val="35"/>
  </w:num>
  <w:num w:numId="22">
    <w:abstractNumId w:val="40"/>
  </w:num>
  <w:num w:numId="23">
    <w:abstractNumId w:val="22"/>
  </w:num>
  <w:num w:numId="24">
    <w:abstractNumId w:val="17"/>
  </w:num>
  <w:num w:numId="25">
    <w:abstractNumId w:val="9"/>
  </w:num>
  <w:num w:numId="26">
    <w:abstractNumId w:val="11"/>
  </w:num>
  <w:num w:numId="27">
    <w:abstractNumId w:val="0"/>
  </w:num>
  <w:num w:numId="28">
    <w:abstractNumId w:val="34"/>
  </w:num>
  <w:num w:numId="29">
    <w:abstractNumId w:val="37"/>
  </w:num>
  <w:num w:numId="30">
    <w:abstractNumId w:val="3"/>
  </w:num>
  <w:num w:numId="31">
    <w:abstractNumId w:val="8"/>
  </w:num>
  <w:num w:numId="32">
    <w:abstractNumId w:val="39"/>
  </w:num>
  <w:num w:numId="33">
    <w:abstractNumId w:val="36"/>
  </w:num>
  <w:num w:numId="34">
    <w:abstractNumId w:val="31"/>
  </w:num>
  <w:num w:numId="35">
    <w:abstractNumId w:val="12"/>
  </w:num>
  <w:num w:numId="36">
    <w:abstractNumId w:val="14"/>
  </w:num>
  <w:num w:numId="37">
    <w:abstractNumId w:val="4"/>
  </w:num>
  <w:num w:numId="38">
    <w:abstractNumId w:val="13"/>
  </w:num>
  <w:num w:numId="39">
    <w:abstractNumId w:val="2"/>
  </w:num>
  <w:num w:numId="40">
    <w:abstractNumId w:val="27"/>
  </w:num>
  <w:num w:numId="41">
    <w:abstractNumId w:val="29"/>
  </w:num>
  <w:num w:numId="42">
    <w:abstractNumId w:val="15"/>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67B"/>
    <w:rsid w:val="00037F09"/>
    <w:rsid w:val="00073658"/>
    <w:rsid w:val="001066DC"/>
    <w:rsid w:val="0013319C"/>
    <w:rsid w:val="00144521"/>
    <w:rsid w:val="0015029D"/>
    <w:rsid w:val="00154263"/>
    <w:rsid w:val="00201508"/>
    <w:rsid w:val="00203E66"/>
    <w:rsid w:val="002337C7"/>
    <w:rsid w:val="0023516E"/>
    <w:rsid w:val="00344286"/>
    <w:rsid w:val="003C50BC"/>
    <w:rsid w:val="003D2344"/>
    <w:rsid w:val="00401113"/>
    <w:rsid w:val="00413616"/>
    <w:rsid w:val="004D4104"/>
    <w:rsid w:val="005411D5"/>
    <w:rsid w:val="0055625C"/>
    <w:rsid w:val="0059537D"/>
    <w:rsid w:val="007716A0"/>
    <w:rsid w:val="00790773"/>
    <w:rsid w:val="007C20C3"/>
    <w:rsid w:val="008158D0"/>
    <w:rsid w:val="00822AE0"/>
    <w:rsid w:val="00835C5B"/>
    <w:rsid w:val="00844C97"/>
    <w:rsid w:val="00856088"/>
    <w:rsid w:val="008E067B"/>
    <w:rsid w:val="009C68E9"/>
    <w:rsid w:val="009E62B3"/>
    <w:rsid w:val="00A2604A"/>
    <w:rsid w:val="00A33C64"/>
    <w:rsid w:val="00AE2FF9"/>
    <w:rsid w:val="00B10F1F"/>
    <w:rsid w:val="00B47BF0"/>
    <w:rsid w:val="00B66F5B"/>
    <w:rsid w:val="00B671E0"/>
    <w:rsid w:val="00B839FF"/>
    <w:rsid w:val="00BB635F"/>
    <w:rsid w:val="00BD7E2C"/>
    <w:rsid w:val="00C06E7B"/>
    <w:rsid w:val="00C26913"/>
    <w:rsid w:val="00C602BE"/>
    <w:rsid w:val="00C74BE6"/>
    <w:rsid w:val="00D37EE3"/>
    <w:rsid w:val="00D839C9"/>
    <w:rsid w:val="00D941E0"/>
    <w:rsid w:val="00DB3776"/>
    <w:rsid w:val="00E131CD"/>
    <w:rsid w:val="00EA0BA9"/>
    <w:rsid w:val="00EB064D"/>
    <w:rsid w:val="00F03E27"/>
    <w:rsid w:val="00F659C7"/>
    <w:rsid w:val="00FA0243"/>
    <w:rsid w:val="00FA4078"/>
    <w:rsid w:val="00FD3FA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paragraph" w:styleId="NormalWeb">
    <w:name w:val="Normal (Web)"/>
    <w:basedOn w:val="Normal"/>
    <w:uiPriority w:val="99"/>
    <w:unhideWhenUsed/>
    <w:rsid w:val="00FA4078"/>
    <w:pPr>
      <w:spacing w:before="100" w:beforeAutospacing="1" w:after="100" w:afterAutospacing="1"/>
    </w:pPr>
    <w:rPr>
      <w:rFonts w:ascii="Times New Roman" w:eastAsiaTheme="minorEastAsia" w:hAnsi="Times New Roman"/>
      <w:sz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paragraph" w:styleId="NormalWeb">
    <w:name w:val="Normal (Web)"/>
    <w:basedOn w:val="Normal"/>
    <w:uiPriority w:val="99"/>
    <w:unhideWhenUsed/>
    <w:rsid w:val="00FA4078"/>
    <w:pPr>
      <w:spacing w:before="100" w:beforeAutospacing="1" w:after="100" w:afterAutospacing="1"/>
    </w:pPr>
    <w:rPr>
      <w:rFonts w:ascii="Times New Roman" w:eastAsiaTheme="minorEastAsia" w:hAnsi="Times New Roman"/>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ECOTEMPL\2012_Standard%20format%20-Templates%20for%20ECC\ECC%20Recommendation_January_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5F7F3-8030-4B19-9AB1-7471621B0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ECC Recommendation_January_2014</Template>
  <TotalTime>14</TotalTime>
  <Pages>12</Pages>
  <Words>1583</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11224</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3</cp:revision>
  <cp:lastPrinted>2015-05-15T09:10:00Z</cp:lastPrinted>
  <dcterms:created xsi:type="dcterms:W3CDTF">2015-05-14T14:21:00Z</dcterms:created>
  <dcterms:modified xsi:type="dcterms:W3CDTF">2015-05-15T09:10:00Z</dcterms:modified>
</cp:coreProperties>
</file>