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4C20B" w14:textId="77777777" w:rsidR="002721E6" w:rsidRPr="00091FBB" w:rsidRDefault="002721E6" w:rsidP="009C07C4">
      <w:pPr>
        <w:pStyle w:val="ECCHeadingnonumbering"/>
        <w:spacing w:before="320"/>
        <w:rPr>
          <w:rStyle w:val="ECCParagraph"/>
          <w:rFonts w:eastAsia="Calibri" w:cs="Times New Roman"/>
          <w:b w:val="0"/>
          <w:bCs w:val="0"/>
          <w:caps w:val="0"/>
          <w:color w:val="auto"/>
          <w:kern w:val="0"/>
          <w:szCs w:val="22"/>
        </w:rPr>
      </w:pPr>
      <w:r>
        <w:rPr>
          <w:rStyle w:val="ECCParagraph"/>
        </w:rPr>
        <w:t>Coexistence study between dect-2020 nr in the 3.8 to 4.2 ghz band and mfcn below 3.8 ghz</w:t>
      </w:r>
    </w:p>
    <w:p w14:paraId="0694DF9D" w14:textId="77777777" w:rsidR="002721E6" w:rsidRPr="00091FBB" w:rsidRDefault="002721E6" w:rsidP="009C07C4">
      <w:pPr>
        <w:pStyle w:val="Heading2"/>
        <w:spacing w:before="240"/>
        <w:ind w:left="426" w:hanging="436"/>
        <w:rPr>
          <w:rStyle w:val="ECCParagraph"/>
          <w:iCs w:val="0"/>
          <w:color w:val="D2232A"/>
          <w:kern w:val="32"/>
          <w:szCs w:val="32"/>
        </w:rPr>
      </w:pPr>
      <w:r w:rsidRPr="008A7267">
        <w:rPr>
          <w:rStyle w:val="ECCParagraph"/>
        </w:rPr>
        <w:t>introduction</w:t>
      </w:r>
    </w:p>
    <w:p w14:paraId="185345AE" w14:textId="77777777" w:rsidR="002721E6" w:rsidRDefault="002721E6" w:rsidP="002721E6">
      <w:pPr>
        <w:rPr>
          <w:rStyle w:val="ECCParagraph"/>
        </w:rPr>
      </w:pPr>
      <w:r>
        <w:rPr>
          <w:rStyle w:val="ECCParagraph"/>
        </w:rPr>
        <w:t>This study focusses on coexistence between DECT-2020 NR operating in 3.8 to 4.2 with MFCN below 3.8 GHz. The study only considers the protection of MFCN from DECT-2020 NR.</w:t>
      </w:r>
    </w:p>
    <w:p w14:paraId="4DA4EE2A" w14:textId="1DD77947" w:rsidR="002721E6" w:rsidRPr="00351677" w:rsidRDefault="002721E6" w:rsidP="002721E6">
      <w:r>
        <w:rPr>
          <w:rStyle w:val="ECCParagraph"/>
        </w:rPr>
        <w:t>It is highlighted that DECT-2020 NR does not following the cellular approach of a base station and user equipment/user terminal</w:t>
      </w:r>
      <w:r w:rsidR="00F8396D">
        <w:rPr>
          <w:rStyle w:val="FootnoteReference"/>
        </w:rPr>
        <w:footnoteReference w:id="2"/>
      </w:r>
      <w:r>
        <w:rPr>
          <w:rStyle w:val="ECCParagraph"/>
        </w:rPr>
        <w:t xml:space="preserve">. </w:t>
      </w:r>
      <w:r w:rsidRPr="00351677">
        <w:t xml:space="preserve">Within a DECT-2020 NR network, </w:t>
      </w:r>
      <w:r>
        <w:t xml:space="preserve">the </w:t>
      </w:r>
      <w:r w:rsidRPr="00351677">
        <w:t xml:space="preserve">radio device can have </w:t>
      </w:r>
      <w:r>
        <w:t xml:space="preserve">the </w:t>
      </w:r>
      <w:r w:rsidRPr="00351677">
        <w:t>following roles based on their location and capabilities in the network:</w:t>
      </w:r>
    </w:p>
    <w:p w14:paraId="4B51A5D0" w14:textId="77777777" w:rsidR="002721E6" w:rsidRDefault="002721E6" w:rsidP="009C07C4">
      <w:pPr>
        <w:pStyle w:val="ECCBulletsLv1"/>
      </w:pPr>
      <w:r w:rsidRPr="00351677">
        <w:t xml:space="preserve">Sink node: this is the gateway between the back-end network and the DECT-2020 NR cluster(s), for example the gateway to the internet or local back-end. The sink node is always a fixed </w:t>
      </w:r>
      <w:r>
        <w:t>termination point</w:t>
      </w:r>
      <w:r w:rsidRPr="00351677">
        <w:t xml:space="preserve"> radio device (RD</w:t>
      </w:r>
      <w:r w:rsidRPr="00EA504A">
        <w:rPr>
          <w:vertAlign w:val="subscript"/>
        </w:rPr>
        <w:t>FT</w:t>
      </w:r>
      <w:r w:rsidRPr="00351677">
        <w:t>) role.</w:t>
      </w:r>
    </w:p>
    <w:p w14:paraId="1652ED43" w14:textId="77777777" w:rsidR="002721E6" w:rsidRDefault="002721E6" w:rsidP="009C07C4">
      <w:pPr>
        <w:pStyle w:val="ECCBulletsLv1"/>
      </w:pPr>
      <w:r w:rsidRPr="00351677">
        <w:t>Router node: extends the network by routing messages to other devices or clusters. The router node operates as RD</w:t>
      </w:r>
      <w:r w:rsidRPr="00EA504A">
        <w:rPr>
          <w:vertAlign w:val="subscript"/>
        </w:rPr>
        <w:t xml:space="preserve">FT </w:t>
      </w:r>
      <w:r w:rsidRPr="00351677">
        <w:t>role for its cluster members, and it operates as a RD</w:t>
      </w:r>
      <w:r w:rsidRPr="00EA504A">
        <w:rPr>
          <w:vertAlign w:val="subscript"/>
        </w:rPr>
        <w:t>PT</w:t>
      </w:r>
      <w:r w:rsidRPr="00351677">
        <w:t xml:space="preserve"> </w:t>
      </w:r>
      <w:r>
        <w:t xml:space="preserve">(portable termination point) </w:t>
      </w:r>
      <w:r w:rsidRPr="00351677">
        <w:t>role in the next cluster heading to a sink node.</w:t>
      </w:r>
    </w:p>
    <w:p w14:paraId="0664EEDF" w14:textId="77777777" w:rsidR="002721E6" w:rsidRPr="00351677" w:rsidRDefault="002721E6" w:rsidP="009C07C4">
      <w:pPr>
        <w:pStyle w:val="ECCBulletsLv1"/>
      </w:pPr>
      <w:r w:rsidRPr="00351677">
        <w:t>Leaf node: the end point of the network and can only send and/or receive data. A leaf node is RD</w:t>
      </w:r>
      <w:r w:rsidRPr="00EA504A">
        <w:rPr>
          <w:vertAlign w:val="subscript"/>
        </w:rPr>
        <w:t xml:space="preserve">PT </w:t>
      </w:r>
      <w:r w:rsidRPr="00351677">
        <w:t>device.</w:t>
      </w:r>
    </w:p>
    <w:p w14:paraId="692C9815" w14:textId="04BF1D69" w:rsidR="002721E6" w:rsidRDefault="002721E6" w:rsidP="002721E6">
      <w:pPr>
        <w:rPr>
          <w:rStyle w:val="ECCParagraph"/>
        </w:rPr>
      </w:pPr>
      <w:r>
        <w:rPr>
          <w:rStyle w:val="ECCParagraph"/>
        </w:rPr>
        <w:t xml:space="preserve">Devices within a </w:t>
      </w:r>
      <w:r w:rsidRPr="00351677">
        <w:t>DECT-2020 NR network</w:t>
      </w:r>
      <w:r>
        <w:t xml:space="preserve"> can dynamically change roles depending on the needs of the network. Consequently, the terms ‘base station’ and ‘UE’ are not </w:t>
      </w:r>
      <w:r w:rsidR="001F407D">
        <w:t xml:space="preserve">applicable </w:t>
      </w:r>
      <w:r>
        <w:t>when considering DECT-2020 NR.</w:t>
      </w:r>
    </w:p>
    <w:p w14:paraId="6ED34ADF" w14:textId="77777777" w:rsidR="002721E6" w:rsidRDefault="002721E6" w:rsidP="009C07C4">
      <w:pPr>
        <w:pStyle w:val="Heading2"/>
        <w:spacing w:before="240"/>
        <w:ind w:left="426" w:hanging="436"/>
        <w:rPr>
          <w:rStyle w:val="ECCParagraph"/>
          <w:rFonts w:eastAsia="Calibri" w:cs="Times New Roman"/>
          <w:b w:val="0"/>
          <w:bCs w:val="0"/>
          <w:iCs w:val="0"/>
          <w:caps w:val="0"/>
          <w:szCs w:val="22"/>
        </w:rPr>
      </w:pPr>
      <w:r>
        <w:rPr>
          <w:rStyle w:val="ECCParagraph"/>
        </w:rPr>
        <w:t>Parameters</w:t>
      </w:r>
    </w:p>
    <w:p w14:paraId="3AEC46C5" w14:textId="6E091F22" w:rsidR="002721E6" w:rsidRDefault="002721E6" w:rsidP="002721E6">
      <w:r>
        <w:t>All parameters used in this study are in accordance with Sections 4.4.2 (DECT-2020 NR) and 5.2.1 (MFCN below 3.8 GHz)</w:t>
      </w:r>
      <w:r w:rsidR="0010479E">
        <w:t xml:space="preserve"> of ECC Report 358</w:t>
      </w:r>
      <w:r>
        <w:t>. For this study the following parameters are highlighted for convenience.</w:t>
      </w:r>
    </w:p>
    <w:p w14:paraId="1563D3DA" w14:textId="77777777" w:rsidR="002721E6" w:rsidRDefault="002721E6" w:rsidP="002721E6">
      <w:pPr>
        <w:pStyle w:val="Caption"/>
        <w:keepNext/>
      </w:pPr>
      <w:r>
        <w:t xml:space="preserve">Table </w:t>
      </w:r>
      <w:r>
        <w:fldChar w:fldCharType="begin"/>
      </w:r>
      <w:r>
        <w:instrText xml:space="preserve"> SEQ Table \* ARABIC </w:instrText>
      </w:r>
      <w:r>
        <w:fldChar w:fldCharType="separate"/>
      </w:r>
      <w:r>
        <w:rPr>
          <w:noProof/>
        </w:rPr>
        <w:t>1</w:t>
      </w:r>
      <w:r>
        <w:rPr>
          <w:noProof/>
        </w:rPr>
        <w:fldChar w:fldCharType="end"/>
      </w:r>
      <w:r>
        <w:t xml:space="preserve">: </w:t>
      </w:r>
      <w:r w:rsidRPr="00BD643E">
        <w:t>DECT-2020 NR parameters</w:t>
      </w:r>
    </w:p>
    <w:tbl>
      <w:tblPr>
        <w:tblStyle w:val="ECCTable-redheader"/>
        <w:tblW w:w="4011" w:type="pct"/>
        <w:tblInd w:w="0" w:type="dxa"/>
        <w:tblLook w:val="04A0" w:firstRow="1" w:lastRow="0" w:firstColumn="1" w:lastColumn="0" w:noHBand="0" w:noVBand="1"/>
      </w:tblPr>
      <w:tblGrid>
        <w:gridCol w:w="1906"/>
        <w:gridCol w:w="5818"/>
      </w:tblGrid>
      <w:tr w:rsidR="002721E6" w14:paraId="24162E21" w14:textId="77777777" w:rsidTr="009C07C4">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31C31555" w14:textId="77777777" w:rsidR="002721E6" w:rsidRPr="009C07C4" w:rsidRDefault="002721E6" w:rsidP="009C07C4">
            <w:pPr>
              <w:pStyle w:val="ECCTableHeaderwhitefont"/>
              <w:rPr>
                <w:i w:val="0"/>
              </w:rPr>
            </w:pPr>
            <w:r w:rsidRPr="009C07C4">
              <w:rPr>
                <w:i w:val="0"/>
              </w:rPr>
              <w:t>DECT-2020 NR parameters</w:t>
            </w:r>
          </w:p>
        </w:tc>
      </w:tr>
      <w:tr w:rsidR="00F06416" w14:paraId="49773BB0" w14:textId="77777777" w:rsidTr="009C07C4">
        <w:tc>
          <w:tcPr>
            <w:tcW w:w="1234" w:type="pct"/>
          </w:tcPr>
          <w:p w14:paraId="01F47013" w14:textId="77777777" w:rsidR="002721E6" w:rsidRPr="00A36792" w:rsidRDefault="002721E6" w:rsidP="009C07C4">
            <w:pPr>
              <w:pStyle w:val="ECCTabletext"/>
            </w:pPr>
            <w:r w:rsidRPr="00A36792">
              <w:t>Frequency</w:t>
            </w:r>
          </w:p>
        </w:tc>
        <w:tc>
          <w:tcPr>
            <w:tcW w:w="3766" w:type="pct"/>
          </w:tcPr>
          <w:p w14:paraId="197C3257" w14:textId="77777777" w:rsidR="002721E6" w:rsidRPr="00A36792" w:rsidRDefault="002721E6" w:rsidP="009C07C4">
            <w:pPr>
              <w:pStyle w:val="ECCTabletext"/>
            </w:pPr>
            <w:r w:rsidRPr="00A36792">
              <w:t>3.805 GHz</w:t>
            </w:r>
          </w:p>
          <w:p w14:paraId="4CA3F83E" w14:textId="77777777" w:rsidR="002721E6" w:rsidRPr="00A36792" w:rsidRDefault="002721E6" w:rsidP="009C07C4">
            <w:pPr>
              <w:pStyle w:val="ECCTabletext"/>
            </w:pPr>
            <w:r w:rsidRPr="00A36792">
              <w:t>3.915 GHz</w:t>
            </w:r>
          </w:p>
        </w:tc>
      </w:tr>
      <w:tr w:rsidR="00F06416" w14:paraId="6BA23F97" w14:textId="77777777" w:rsidTr="009C07C4">
        <w:tc>
          <w:tcPr>
            <w:tcW w:w="1234" w:type="pct"/>
          </w:tcPr>
          <w:p w14:paraId="7E39AE9E" w14:textId="77777777" w:rsidR="002721E6" w:rsidRPr="00A36792" w:rsidRDefault="002721E6" w:rsidP="009C07C4">
            <w:pPr>
              <w:pStyle w:val="ECCTabletext"/>
            </w:pPr>
            <w:r w:rsidRPr="00A36792">
              <w:t>Bandwidth</w:t>
            </w:r>
          </w:p>
        </w:tc>
        <w:tc>
          <w:tcPr>
            <w:tcW w:w="3766" w:type="pct"/>
          </w:tcPr>
          <w:p w14:paraId="05ECE1E2" w14:textId="77777777" w:rsidR="002721E6" w:rsidRPr="00A36792" w:rsidRDefault="002721E6" w:rsidP="009C07C4">
            <w:pPr>
              <w:pStyle w:val="ECCTabletext"/>
            </w:pPr>
            <w:r w:rsidRPr="00A36792">
              <w:t>6.912 MHz</w:t>
            </w:r>
          </w:p>
        </w:tc>
      </w:tr>
      <w:tr w:rsidR="00F06416" w14:paraId="5E1F7BAD" w14:textId="77777777" w:rsidTr="009C07C4">
        <w:tc>
          <w:tcPr>
            <w:tcW w:w="1234" w:type="pct"/>
          </w:tcPr>
          <w:p w14:paraId="4A6E6F4D" w14:textId="77777777" w:rsidR="002721E6" w:rsidRPr="00A36792" w:rsidRDefault="002721E6" w:rsidP="009C07C4">
            <w:pPr>
              <w:pStyle w:val="ECCTabletext"/>
            </w:pPr>
            <w:r w:rsidRPr="00A36792">
              <w:t>EIRP</w:t>
            </w:r>
          </w:p>
        </w:tc>
        <w:tc>
          <w:tcPr>
            <w:tcW w:w="3766" w:type="pct"/>
          </w:tcPr>
          <w:p w14:paraId="09B0C919" w14:textId="77777777" w:rsidR="002721E6" w:rsidRPr="00A36792" w:rsidRDefault="002721E6" w:rsidP="009C07C4">
            <w:pPr>
              <w:pStyle w:val="ECCTabletext"/>
            </w:pPr>
            <w:r w:rsidRPr="00A36792">
              <w:t>23 dBm</w:t>
            </w:r>
          </w:p>
        </w:tc>
      </w:tr>
      <w:tr w:rsidR="00F06416" w14:paraId="2F0DB8BD" w14:textId="77777777" w:rsidTr="009C07C4">
        <w:tc>
          <w:tcPr>
            <w:tcW w:w="1234" w:type="pct"/>
          </w:tcPr>
          <w:p w14:paraId="78D89381" w14:textId="77777777" w:rsidR="002721E6" w:rsidRPr="00A36792" w:rsidRDefault="002721E6" w:rsidP="009C07C4">
            <w:pPr>
              <w:pStyle w:val="ECCTabletext"/>
            </w:pPr>
            <w:r w:rsidRPr="00A36792">
              <w:t>Transmission Power Control</w:t>
            </w:r>
          </w:p>
        </w:tc>
        <w:tc>
          <w:tcPr>
            <w:tcW w:w="3766" w:type="pct"/>
          </w:tcPr>
          <w:p w14:paraId="279FBF24" w14:textId="77777777" w:rsidR="002721E6" w:rsidRPr="00A36792" w:rsidRDefault="002721E6" w:rsidP="009C07C4">
            <w:pPr>
              <w:pStyle w:val="ECCTabletext"/>
            </w:pPr>
            <w:r w:rsidRPr="00A36792">
              <w:t>-40 dBm to 23 dBm</w:t>
            </w:r>
          </w:p>
          <w:p w14:paraId="3674848C" w14:textId="77777777" w:rsidR="002721E6" w:rsidRPr="00A36792" w:rsidRDefault="002721E6" w:rsidP="009C07C4">
            <w:pPr>
              <w:pStyle w:val="ECCTabletext"/>
            </w:pPr>
            <w:r w:rsidRPr="00A36792">
              <w:t xml:space="preserve">(ETSI TR 103 943 V1.1.1 (2024-01))  </w:t>
            </w:r>
          </w:p>
        </w:tc>
      </w:tr>
      <w:tr w:rsidR="00F06416" w14:paraId="174843E9" w14:textId="77777777" w:rsidTr="009C07C4">
        <w:tc>
          <w:tcPr>
            <w:tcW w:w="1234" w:type="pct"/>
          </w:tcPr>
          <w:p w14:paraId="3C75083F" w14:textId="77777777" w:rsidR="002721E6" w:rsidRPr="00A36792" w:rsidRDefault="002721E6" w:rsidP="009C07C4">
            <w:pPr>
              <w:pStyle w:val="ECCTabletext"/>
            </w:pPr>
            <w:r w:rsidRPr="00A36792">
              <w:t>Antenna height</w:t>
            </w:r>
          </w:p>
        </w:tc>
        <w:tc>
          <w:tcPr>
            <w:tcW w:w="3766" w:type="pct"/>
          </w:tcPr>
          <w:p w14:paraId="70CA2DB4" w14:textId="77777777" w:rsidR="002721E6" w:rsidRPr="00A36792" w:rsidRDefault="002721E6" w:rsidP="009C07C4">
            <w:pPr>
              <w:pStyle w:val="ECCTabletext"/>
            </w:pPr>
            <w:r w:rsidRPr="00A36792">
              <w:t>10 m</w:t>
            </w:r>
          </w:p>
        </w:tc>
      </w:tr>
      <w:tr w:rsidR="00F06416" w14:paraId="663E9AB7" w14:textId="77777777" w:rsidTr="009C07C4">
        <w:tc>
          <w:tcPr>
            <w:tcW w:w="1234" w:type="pct"/>
          </w:tcPr>
          <w:p w14:paraId="4A61FC50" w14:textId="77777777" w:rsidR="002721E6" w:rsidRPr="00A36792" w:rsidRDefault="002721E6" w:rsidP="009C07C4">
            <w:pPr>
              <w:pStyle w:val="ECCTabletext"/>
            </w:pPr>
            <w:r w:rsidRPr="00A36792">
              <w:t>Antenna gain</w:t>
            </w:r>
          </w:p>
        </w:tc>
        <w:tc>
          <w:tcPr>
            <w:tcW w:w="3766" w:type="pct"/>
          </w:tcPr>
          <w:p w14:paraId="2C196B85" w14:textId="77777777" w:rsidR="002721E6" w:rsidRPr="00A36792" w:rsidRDefault="002721E6" w:rsidP="009C07C4">
            <w:pPr>
              <w:pStyle w:val="ECCTabletext"/>
            </w:pPr>
            <w:r w:rsidRPr="00A36792">
              <w:t>0 dBi</w:t>
            </w:r>
          </w:p>
        </w:tc>
      </w:tr>
      <w:tr w:rsidR="00F06416" w14:paraId="4A79BDB9" w14:textId="77777777" w:rsidTr="009C07C4">
        <w:tc>
          <w:tcPr>
            <w:tcW w:w="1234" w:type="pct"/>
          </w:tcPr>
          <w:p w14:paraId="0AC250AD" w14:textId="77777777" w:rsidR="002721E6" w:rsidRPr="00A36792" w:rsidRDefault="002721E6" w:rsidP="009C07C4">
            <w:pPr>
              <w:pStyle w:val="ECCTabletext"/>
            </w:pPr>
            <w:r w:rsidRPr="00A36792">
              <w:t>Scenario</w:t>
            </w:r>
          </w:p>
        </w:tc>
        <w:tc>
          <w:tcPr>
            <w:tcW w:w="3766" w:type="pct"/>
          </w:tcPr>
          <w:p w14:paraId="5B9DA96E" w14:textId="77777777" w:rsidR="002721E6" w:rsidRPr="00A36792" w:rsidRDefault="002721E6" w:rsidP="009C07C4">
            <w:pPr>
              <w:pStyle w:val="ECCTabletext"/>
            </w:pPr>
            <w:r w:rsidRPr="00A36792">
              <w:t>Outdoor urban</w:t>
            </w:r>
          </w:p>
        </w:tc>
      </w:tr>
      <w:tr w:rsidR="00F06416" w14:paraId="78154182" w14:textId="77777777" w:rsidTr="009C07C4">
        <w:tc>
          <w:tcPr>
            <w:tcW w:w="1234" w:type="pct"/>
          </w:tcPr>
          <w:p w14:paraId="3B70371A" w14:textId="77777777" w:rsidR="002721E6" w:rsidRDefault="002721E6" w:rsidP="009C07C4">
            <w:pPr>
              <w:pStyle w:val="ECCTabletext"/>
            </w:pPr>
            <w:r>
              <w:t>Clutter</w:t>
            </w:r>
          </w:p>
        </w:tc>
        <w:tc>
          <w:tcPr>
            <w:tcW w:w="3766" w:type="pct"/>
          </w:tcPr>
          <w:p w14:paraId="5AFEB291" w14:textId="1BF364C1" w:rsidR="002721E6" w:rsidRDefault="002721E6" w:rsidP="009C07C4">
            <w:pPr>
              <w:pStyle w:val="ECCTabletext"/>
            </w:pPr>
            <w:r>
              <w:t xml:space="preserve">Applied at DECT-2020 NR in accordance with </w:t>
            </w:r>
            <w:r w:rsidR="006F52A0">
              <w:t xml:space="preserve">Rec. </w:t>
            </w:r>
            <w:r>
              <w:t>ITU-R P.2108 (50% clutter applied beyond 250 m)</w:t>
            </w:r>
          </w:p>
        </w:tc>
      </w:tr>
    </w:tbl>
    <w:p w14:paraId="4126A24B" w14:textId="77777777" w:rsidR="002721E6" w:rsidRPr="009C07C4" w:rsidRDefault="002721E6" w:rsidP="002721E6">
      <w:pPr>
        <w:pStyle w:val="Caption"/>
        <w:keepNext/>
        <w:rPr>
          <w:lang w:val="en-GB"/>
        </w:rPr>
      </w:pPr>
      <w:r w:rsidRPr="009C07C4">
        <w:rPr>
          <w:lang w:val="en-GB"/>
        </w:rPr>
        <w:lastRenderedPageBreak/>
        <w:t>Table 2: MFCN base station parameters</w:t>
      </w:r>
    </w:p>
    <w:tbl>
      <w:tblPr>
        <w:tblStyle w:val="ECCTable-redheader"/>
        <w:tblW w:w="6091" w:type="dxa"/>
        <w:tblInd w:w="0" w:type="dxa"/>
        <w:tblLook w:val="04A0" w:firstRow="1" w:lastRow="0" w:firstColumn="1" w:lastColumn="0" w:noHBand="0" w:noVBand="1"/>
      </w:tblPr>
      <w:tblGrid>
        <w:gridCol w:w="2268"/>
        <w:gridCol w:w="3823"/>
      </w:tblGrid>
      <w:tr w:rsidR="002721E6" w14:paraId="0E01EF02" w14:textId="77777777" w:rsidTr="00BF5CF0">
        <w:trPr>
          <w:cnfStyle w:val="100000000000" w:firstRow="1" w:lastRow="0" w:firstColumn="0" w:lastColumn="0" w:oddVBand="0" w:evenVBand="0" w:oddHBand="0" w:evenHBand="0" w:firstRowFirstColumn="0" w:firstRowLastColumn="0" w:lastRowFirstColumn="0" w:lastRowLastColumn="0"/>
        </w:trPr>
        <w:tc>
          <w:tcPr>
            <w:tcW w:w="6091" w:type="dxa"/>
            <w:gridSpan w:val="2"/>
            <w:vAlign w:val="top"/>
          </w:tcPr>
          <w:p w14:paraId="022CDC09" w14:textId="77777777" w:rsidR="002721E6" w:rsidRPr="002312D7" w:rsidRDefault="002721E6" w:rsidP="00BF5CF0">
            <w:pPr>
              <w:pStyle w:val="ECCTableHeaderwhitefont"/>
              <w:rPr>
                <w:bCs w:val="0"/>
                <w:i w:val="0"/>
                <w:iCs/>
              </w:rPr>
            </w:pPr>
            <w:r w:rsidRPr="008E72B8">
              <w:rPr>
                <w:i w:val="0"/>
                <w:iCs/>
              </w:rPr>
              <w:t>MFCN base station parameters</w:t>
            </w:r>
          </w:p>
        </w:tc>
      </w:tr>
      <w:tr w:rsidR="002721E6" w14:paraId="76AB0D6A" w14:textId="77777777" w:rsidTr="00BF5CF0">
        <w:tc>
          <w:tcPr>
            <w:tcW w:w="2268" w:type="dxa"/>
          </w:tcPr>
          <w:p w14:paraId="7B3AD9DF" w14:textId="77777777" w:rsidR="002721E6" w:rsidRDefault="002721E6" w:rsidP="009C07C4">
            <w:pPr>
              <w:pStyle w:val="ECCTabletext"/>
            </w:pPr>
            <w:r>
              <w:t>Frequency</w:t>
            </w:r>
          </w:p>
        </w:tc>
        <w:tc>
          <w:tcPr>
            <w:tcW w:w="3823" w:type="dxa"/>
            <w:vAlign w:val="bottom"/>
          </w:tcPr>
          <w:p w14:paraId="1BC52F0F" w14:textId="77777777" w:rsidR="002721E6" w:rsidRDefault="002721E6" w:rsidP="009C07C4">
            <w:pPr>
              <w:pStyle w:val="ECCTabletext"/>
            </w:pPr>
            <w:r>
              <w:t>3.75 GHz</w:t>
            </w:r>
          </w:p>
        </w:tc>
      </w:tr>
      <w:tr w:rsidR="002721E6" w14:paraId="0C519540" w14:textId="77777777" w:rsidTr="00BF5CF0">
        <w:tc>
          <w:tcPr>
            <w:tcW w:w="2268" w:type="dxa"/>
            <w:vAlign w:val="bottom"/>
          </w:tcPr>
          <w:p w14:paraId="1B2E99D7" w14:textId="77777777" w:rsidR="002721E6" w:rsidRDefault="002721E6" w:rsidP="009C07C4">
            <w:pPr>
              <w:pStyle w:val="ECCTabletext"/>
            </w:pPr>
            <w:r>
              <w:t>Bandwidth</w:t>
            </w:r>
          </w:p>
        </w:tc>
        <w:tc>
          <w:tcPr>
            <w:tcW w:w="3823" w:type="dxa"/>
            <w:vAlign w:val="bottom"/>
          </w:tcPr>
          <w:p w14:paraId="65D08A2C" w14:textId="77777777" w:rsidR="002721E6" w:rsidRDefault="002721E6" w:rsidP="009C07C4">
            <w:pPr>
              <w:pStyle w:val="ECCTabletext"/>
            </w:pPr>
            <w:r>
              <w:t>100 MHz</w:t>
            </w:r>
          </w:p>
        </w:tc>
      </w:tr>
      <w:tr w:rsidR="002721E6" w14:paraId="48D4EA93" w14:textId="77777777" w:rsidTr="00BF5CF0">
        <w:tc>
          <w:tcPr>
            <w:tcW w:w="2268" w:type="dxa"/>
            <w:vAlign w:val="bottom"/>
          </w:tcPr>
          <w:p w14:paraId="30D774DE" w14:textId="77777777" w:rsidR="002721E6" w:rsidRDefault="002721E6" w:rsidP="009C07C4">
            <w:pPr>
              <w:pStyle w:val="ECCTabletext"/>
            </w:pPr>
            <w:r>
              <w:t>Antenna</w:t>
            </w:r>
          </w:p>
        </w:tc>
        <w:tc>
          <w:tcPr>
            <w:tcW w:w="3823" w:type="dxa"/>
            <w:vAlign w:val="bottom"/>
          </w:tcPr>
          <w:p w14:paraId="54AB4077" w14:textId="7E86CDAA" w:rsidR="002721E6" w:rsidRDefault="002721E6" w:rsidP="009C07C4">
            <w:pPr>
              <w:pStyle w:val="ECCTabletext"/>
            </w:pPr>
            <w:r>
              <w:t xml:space="preserve">See Table 23 of </w:t>
            </w:r>
            <w:r w:rsidR="0014794B">
              <w:t xml:space="preserve">ECC </w:t>
            </w:r>
            <w:r>
              <w:t>Report</w:t>
            </w:r>
            <w:r w:rsidR="0014794B">
              <w:t xml:space="preserve"> 358</w:t>
            </w:r>
          </w:p>
        </w:tc>
      </w:tr>
      <w:tr w:rsidR="002721E6" w14:paraId="3B0F2AC9" w14:textId="77777777" w:rsidTr="00BF5CF0">
        <w:tc>
          <w:tcPr>
            <w:tcW w:w="2268" w:type="dxa"/>
            <w:vAlign w:val="bottom"/>
          </w:tcPr>
          <w:p w14:paraId="2B37DEF9" w14:textId="77777777" w:rsidR="002721E6" w:rsidRDefault="002721E6" w:rsidP="009C07C4">
            <w:pPr>
              <w:pStyle w:val="ECCTabletext"/>
            </w:pPr>
            <w:r>
              <w:t>Antenna height</w:t>
            </w:r>
          </w:p>
        </w:tc>
        <w:tc>
          <w:tcPr>
            <w:tcW w:w="3823" w:type="dxa"/>
            <w:vAlign w:val="bottom"/>
          </w:tcPr>
          <w:p w14:paraId="1971BA92" w14:textId="77777777" w:rsidR="002721E6" w:rsidRDefault="002721E6" w:rsidP="009C07C4">
            <w:pPr>
              <w:pStyle w:val="ECCTabletext"/>
            </w:pPr>
            <w:r>
              <w:t>20 m</w:t>
            </w:r>
          </w:p>
        </w:tc>
      </w:tr>
      <w:tr w:rsidR="002721E6" w14:paraId="7E59F7BC" w14:textId="77777777" w:rsidTr="00BF5CF0">
        <w:tc>
          <w:tcPr>
            <w:tcW w:w="2268" w:type="dxa"/>
            <w:vAlign w:val="bottom"/>
          </w:tcPr>
          <w:p w14:paraId="4FE94041" w14:textId="77777777" w:rsidR="002721E6" w:rsidRDefault="002721E6" w:rsidP="009C07C4">
            <w:pPr>
              <w:pStyle w:val="ECCTabletext"/>
            </w:pPr>
            <w:r>
              <w:t>Scenario</w:t>
            </w:r>
          </w:p>
        </w:tc>
        <w:tc>
          <w:tcPr>
            <w:tcW w:w="3823" w:type="dxa"/>
            <w:vAlign w:val="bottom"/>
          </w:tcPr>
          <w:p w14:paraId="4252D248" w14:textId="77777777" w:rsidR="002721E6" w:rsidRDefault="002721E6" w:rsidP="009C07C4">
            <w:pPr>
              <w:pStyle w:val="ECCTabletext"/>
            </w:pPr>
            <w:r>
              <w:t>Urban macro</w:t>
            </w:r>
          </w:p>
        </w:tc>
      </w:tr>
      <w:tr w:rsidR="002721E6" w14:paraId="59CBD3F0" w14:textId="77777777" w:rsidTr="00BF5CF0">
        <w:tc>
          <w:tcPr>
            <w:tcW w:w="2268" w:type="dxa"/>
            <w:vAlign w:val="bottom"/>
          </w:tcPr>
          <w:p w14:paraId="5C81D07F" w14:textId="77777777" w:rsidR="002721E6" w:rsidRDefault="002721E6" w:rsidP="009C07C4">
            <w:pPr>
              <w:pStyle w:val="ECCTabletext"/>
            </w:pPr>
            <w:r>
              <w:t>Cell range</w:t>
            </w:r>
          </w:p>
        </w:tc>
        <w:tc>
          <w:tcPr>
            <w:tcW w:w="3823" w:type="dxa"/>
            <w:vAlign w:val="bottom"/>
          </w:tcPr>
          <w:p w14:paraId="7B2872DF" w14:textId="77777777" w:rsidR="002721E6" w:rsidRDefault="002721E6" w:rsidP="009C07C4">
            <w:pPr>
              <w:pStyle w:val="ECCTabletext"/>
            </w:pPr>
            <w:r>
              <w:t>600 m</w:t>
            </w:r>
          </w:p>
        </w:tc>
      </w:tr>
    </w:tbl>
    <w:p w14:paraId="7B8E92FF" w14:textId="3597E647" w:rsidR="002721E6" w:rsidRDefault="002721E6" w:rsidP="002721E6">
      <w:pPr>
        <w:rPr>
          <w:rStyle w:val="ECCParagraph"/>
        </w:rPr>
      </w:pPr>
      <w:r w:rsidRPr="006B5930">
        <w:rPr>
          <w:rStyle w:val="ECCParagraph"/>
        </w:rPr>
        <w:t xml:space="preserve">Net Filter Discrimination </w:t>
      </w:r>
      <w:r w:rsidR="00427C4C">
        <w:rPr>
          <w:rStyle w:val="ECCParagraph"/>
        </w:rPr>
        <w:t xml:space="preserve">(NFD) </w:t>
      </w:r>
      <w:r>
        <w:rPr>
          <w:rStyle w:val="ECCParagraph"/>
        </w:rPr>
        <w:t>is</w:t>
      </w:r>
      <w:r w:rsidRPr="006B5930">
        <w:rPr>
          <w:rStyle w:val="ECCParagraph"/>
        </w:rPr>
        <w:t xml:space="preserve"> used to combine the DECT-2020 NR transmitter spectrum emission mask and MFCN receiver mask</w:t>
      </w:r>
      <w:r>
        <w:rPr>
          <w:rStyle w:val="ECCParagraph"/>
        </w:rPr>
        <w:t xml:space="preserve">. The spectrum emission mask is derived from the values provided in Table 14 </w:t>
      </w:r>
      <w:r w:rsidR="0072726B">
        <w:rPr>
          <w:rStyle w:val="ECCParagraph"/>
        </w:rPr>
        <w:t>and Table 15</w:t>
      </w:r>
      <w:r w:rsidR="007E5DE2">
        <w:rPr>
          <w:rStyle w:val="ECCParagraph"/>
        </w:rPr>
        <w:t xml:space="preserve"> </w:t>
      </w:r>
      <w:r>
        <w:rPr>
          <w:rStyle w:val="ECCParagraph"/>
        </w:rPr>
        <w:t xml:space="preserve">of the </w:t>
      </w:r>
      <w:r w:rsidR="007640D9">
        <w:rPr>
          <w:rStyle w:val="ECCParagraph"/>
        </w:rPr>
        <w:t xml:space="preserve">ECC </w:t>
      </w:r>
      <w:r>
        <w:rPr>
          <w:rStyle w:val="ECCParagraph"/>
        </w:rPr>
        <w:t xml:space="preserve">Report </w:t>
      </w:r>
      <w:r w:rsidR="007640D9">
        <w:rPr>
          <w:rStyle w:val="ECCParagraph"/>
        </w:rPr>
        <w:t>358</w:t>
      </w:r>
      <w:r w:rsidR="00C54B84">
        <w:rPr>
          <w:rStyle w:val="ECCParagraph"/>
        </w:rPr>
        <w:t xml:space="preserve"> </w:t>
      </w:r>
      <w:r>
        <w:rPr>
          <w:rStyle w:val="ECCParagraph"/>
        </w:rPr>
        <w:t>(DECT-2020 NR spectrum emission mask for a channel bandwidth of 6.912 MHz</w:t>
      </w:r>
      <w:r w:rsidR="007E5DE2">
        <w:rPr>
          <w:rStyle w:val="ECCParagraph"/>
        </w:rPr>
        <w:t xml:space="preserve"> and spurious emission limits</w:t>
      </w:r>
      <w:r>
        <w:rPr>
          <w:rStyle w:val="ECCParagraph"/>
        </w:rPr>
        <w:t xml:space="preserve">) and the receiver mask derived from the ACS and blocking values given in Table </w:t>
      </w:r>
      <w:r w:rsidR="00C54B84">
        <w:rPr>
          <w:rStyle w:val="ECCParagraph"/>
        </w:rPr>
        <w:t xml:space="preserve">24 </w:t>
      </w:r>
      <w:r>
        <w:rPr>
          <w:rStyle w:val="ECCParagraph"/>
        </w:rPr>
        <w:t xml:space="preserve">of the </w:t>
      </w:r>
      <w:r w:rsidR="007640D9">
        <w:rPr>
          <w:rStyle w:val="ECCParagraph"/>
        </w:rPr>
        <w:t xml:space="preserve">ECC </w:t>
      </w:r>
      <w:r>
        <w:rPr>
          <w:rStyle w:val="ECCParagraph"/>
        </w:rPr>
        <w:t xml:space="preserve">Report </w:t>
      </w:r>
      <w:r w:rsidR="007640D9">
        <w:rPr>
          <w:rStyle w:val="ECCParagraph"/>
        </w:rPr>
        <w:t>358</w:t>
      </w:r>
      <w:r>
        <w:rPr>
          <w:rStyle w:val="ECCParagraph"/>
        </w:rPr>
        <w:t>.</w:t>
      </w:r>
    </w:p>
    <w:p w14:paraId="27AA47A9" w14:textId="77777777" w:rsidR="002721E6" w:rsidRDefault="002721E6" w:rsidP="002721E6">
      <w:pPr>
        <w:rPr>
          <w:rStyle w:val="ECCParagraph"/>
        </w:rPr>
      </w:pPr>
      <w:r w:rsidRPr="00B123E4">
        <w:rPr>
          <w:rStyle w:val="ECCParagraph"/>
        </w:rPr>
        <w:t>The NFD is calculated using the method given in ETSI TR 101 854. A bandwidth correction is applied if the interfering transmitter’s bandwidth is greater than that of the victim receiver. The NFD is included as a loss on the radio interference path</w:t>
      </w:r>
      <w:r w:rsidRPr="006B5930">
        <w:rPr>
          <w:rStyle w:val="ECCParagraph"/>
        </w:rPr>
        <w:t>.</w:t>
      </w:r>
      <w:r>
        <w:rPr>
          <w:rStyle w:val="ECCParagraph"/>
        </w:rPr>
        <w:t xml:space="preserve"> Table 3 provides the calculated NFDs for different frequency separations.</w:t>
      </w:r>
    </w:p>
    <w:p w14:paraId="4A8BDE28" w14:textId="77777777" w:rsidR="002721E6" w:rsidRPr="009C07C4" w:rsidRDefault="002721E6" w:rsidP="002721E6">
      <w:pPr>
        <w:pStyle w:val="Caption"/>
        <w:keepNext/>
        <w:rPr>
          <w:lang w:val="en-GB"/>
        </w:rPr>
      </w:pPr>
      <w:r w:rsidRPr="009C07C4">
        <w:rPr>
          <w:lang w:val="en-GB"/>
        </w:rPr>
        <w:t>Table 3: Calculated NFD for MFCN and DECT-2020 NR</w:t>
      </w:r>
    </w:p>
    <w:tbl>
      <w:tblPr>
        <w:tblStyle w:val="ECCTable-redheader"/>
        <w:tblW w:w="5393" w:type="dxa"/>
        <w:tblInd w:w="0" w:type="dxa"/>
        <w:tblLook w:val="04A0" w:firstRow="1" w:lastRow="0" w:firstColumn="1" w:lastColumn="0" w:noHBand="0" w:noVBand="1"/>
      </w:tblPr>
      <w:tblGrid>
        <w:gridCol w:w="2699"/>
        <w:gridCol w:w="2694"/>
      </w:tblGrid>
      <w:tr w:rsidR="002721E6" w14:paraId="128EEE4A" w14:textId="77777777" w:rsidTr="00BF5CF0">
        <w:trPr>
          <w:cnfStyle w:val="100000000000" w:firstRow="1" w:lastRow="0" w:firstColumn="0" w:lastColumn="0" w:oddVBand="0" w:evenVBand="0" w:oddHBand="0" w:evenHBand="0" w:firstRowFirstColumn="0" w:firstRowLastColumn="0" w:lastRowFirstColumn="0" w:lastRowLastColumn="0"/>
        </w:trPr>
        <w:tc>
          <w:tcPr>
            <w:tcW w:w="2699" w:type="dxa"/>
            <w:vAlign w:val="top"/>
          </w:tcPr>
          <w:p w14:paraId="72D69479" w14:textId="77777777" w:rsidR="002721E6" w:rsidRPr="00B207F4" w:rsidRDefault="002721E6" w:rsidP="00BF5CF0">
            <w:pPr>
              <w:pStyle w:val="ECCTableHeaderwhitefont"/>
              <w:rPr>
                <w:bCs w:val="0"/>
                <w:i w:val="0"/>
                <w:iCs/>
              </w:rPr>
            </w:pPr>
            <w:r w:rsidRPr="00B207F4">
              <w:rPr>
                <w:i w:val="0"/>
                <w:iCs/>
              </w:rPr>
              <w:t>DECT</w:t>
            </w:r>
            <w:r>
              <w:rPr>
                <w:i w:val="0"/>
                <w:iCs/>
              </w:rPr>
              <w:t>-2020</w:t>
            </w:r>
            <w:r w:rsidRPr="00B207F4">
              <w:rPr>
                <w:i w:val="0"/>
                <w:iCs/>
              </w:rPr>
              <w:t xml:space="preserve"> NR Channel Centre Frequency</w:t>
            </w:r>
            <w:r>
              <w:rPr>
                <w:i w:val="0"/>
                <w:iCs/>
              </w:rPr>
              <w:t xml:space="preserve"> (GHz)</w:t>
            </w:r>
          </w:p>
        </w:tc>
        <w:tc>
          <w:tcPr>
            <w:tcW w:w="2694" w:type="dxa"/>
          </w:tcPr>
          <w:p w14:paraId="2D0ACE09" w14:textId="77777777" w:rsidR="002721E6" w:rsidRPr="002312D7" w:rsidRDefault="002721E6" w:rsidP="00BF5CF0">
            <w:pPr>
              <w:pStyle w:val="ECCTableHeaderwhitefont"/>
              <w:rPr>
                <w:bCs w:val="0"/>
                <w:i w:val="0"/>
                <w:iCs/>
              </w:rPr>
            </w:pPr>
            <w:r w:rsidRPr="002312D7">
              <w:rPr>
                <w:i w:val="0"/>
                <w:iCs/>
              </w:rPr>
              <w:t>NFD dB</w:t>
            </w:r>
            <w:r>
              <w:rPr>
                <w:i w:val="0"/>
                <w:iCs/>
              </w:rPr>
              <w:br/>
            </w:r>
            <w:r w:rsidRPr="002312D7">
              <w:rPr>
                <w:i w:val="0"/>
                <w:iCs/>
              </w:rPr>
              <w:t>(MFCN as victim)</w:t>
            </w:r>
          </w:p>
        </w:tc>
      </w:tr>
      <w:tr w:rsidR="002721E6" w14:paraId="2772208F" w14:textId="77777777" w:rsidTr="00BF5CF0">
        <w:tc>
          <w:tcPr>
            <w:tcW w:w="2699" w:type="dxa"/>
            <w:vAlign w:val="bottom"/>
          </w:tcPr>
          <w:p w14:paraId="10583725" w14:textId="77777777" w:rsidR="002721E6" w:rsidRDefault="002721E6" w:rsidP="009C07C4">
            <w:pPr>
              <w:pStyle w:val="ECCTabletext"/>
            </w:pPr>
            <w:r>
              <w:t>3.805</w:t>
            </w:r>
          </w:p>
        </w:tc>
        <w:tc>
          <w:tcPr>
            <w:tcW w:w="2694" w:type="dxa"/>
            <w:vAlign w:val="bottom"/>
          </w:tcPr>
          <w:p w14:paraId="23484B01" w14:textId="77777777" w:rsidR="002721E6" w:rsidRDefault="002721E6" w:rsidP="009C07C4">
            <w:pPr>
              <w:pStyle w:val="ECCTabletext"/>
            </w:pPr>
            <w:r>
              <w:t>21.0574</w:t>
            </w:r>
          </w:p>
        </w:tc>
      </w:tr>
      <w:tr w:rsidR="002721E6" w14:paraId="1FB8F4B0" w14:textId="77777777" w:rsidTr="00BF5CF0">
        <w:tc>
          <w:tcPr>
            <w:tcW w:w="2699" w:type="dxa"/>
            <w:vAlign w:val="bottom"/>
          </w:tcPr>
          <w:p w14:paraId="6057D475" w14:textId="77777777" w:rsidR="002721E6" w:rsidRDefault="002721E6" w:rsidP="009C07C4">
            <w:pPr>
              <w:pStyle w:val="ECCTabletext"/>
            </w:pPr>
            <w:r>
              <w:t>3.815</w:t>
            </w:r>
          </w:p>
        </w:tc>
        <w:tc>
          <w:tcPr>
            <w:tcW w:w="2694" w:type="dxa"/>
            <w:vAlign w:val="bottom"/>
          </w:tcPr>
          <w:p w14:paraId="247E636C" w14:textId="77777777" w:rsidR="002721E6" w:rsidRDefault="002721E6" w:rsidP="009C07C4">
            <w:pPr>
              <w:pStyle w:val="ECCTabletext"/>
            </w:pPr>
            <w:r>
              <w:t>22.8877</w:t>
            </w:r>
          </w:p>
        </w:tc>
      </w:tr>
      <w:tr w:rsidR="002721E6" w14:paraId="7B327526" w14:textId="77777777" w:rsidTr="00BF5CF0">
        <w:tc>
          <w:tcPr>
            <w:tcW w:w="2699" w:type="dxa"/>
            <w:vAlign w:val="bottom"/>
          </w:tcPr>
          <w:p w14:paraId="158FBE3C" w14:textId="77777777" w:rsidR="002721E6" w:rsidRDefault="002721E6" w:rsidP="009C07C4">
            <w:pPr>
              <w:pStyle w:val="ECCTabletext"/>
            </w:pPr>
            <w:r>
              <w:t>3.825</w:t>
            </w:r>
          </w:p>
        </w:tc>
        <w:tc>
          <w:tcPr>
            <w:tcW w:w="2694" w:type="dxa"/>
            <w:vAlign w:val="bottom"/>
          </w:tcPr>
          <w:p w14:paraId="4681C369" w14:textId="77777777" w:rsidR="002721E6" w:rsidRDefault="002721E6" w:rsidP="009C07C4">
            <w:pPr>
              <w:pStyle w:val="ECCTabletext"/>
            </w:pPr>
            <w:r>
              <w:t>24.2855</w:t>
            </w:r>
          </w:p>
        </w:tc>
      </w:tr>
      <w:tr w:rsidR="002721E6" w14:paraId="2E83427F" w14:textId="77777777" w:rsidTr="00BF5CF0">
        <w:tc>
          <w:tcPr>
            <w:tcW w:w="2699" w:type="dxa"/>
            <w:vAlign w:val="bottom"/>
          </w:tcPr>
          <w:p w14:paraId="59C5231F" w14:textId="77777777" w:rsidR="002721E6" w:rsidRDefault="002721E6" w:rsidP="009C07C4">
            <w:pPr>
              <w:pStyle w:val="ECCTabletext"/>
            </w:pPr>
            <w:r>
              <w:t>3.835</w:t>
            </w:r>
          </w:p>
        </w:tc>
        <w:tc>
          <w:tcPr>
            <w:tcW w:w="2694" w:type="dxa"/>
            <w:vAlign w:val="bottom"/>
          </w:tcPr>
          <w:p w14:paraId="7AE140E3" w14:textId="77777777" w:rsidR="002721E6" w:rsidRDefault="002721E6" w:rsidP="009C07C4">
            <w:pPr>
              <w:pStyle w:val="ECCTabletext"/>
            </w:pPr>
            <w:r>
              <w:t>25.8083</w:t>
            </w:r>
          </w:p>
        </w:tc>
      </w:tr>
      <w:tr w:rsidR="002721E6" w14:paraId="663BE8FD" w14:textId="77777777" w:rsidTr="00BF5CF0">
        <w:tc>
          <w:tcPr>
            <w:tcW w:w="2699" w:type="dxa"/>
            <w:vAlign w:val="bottom"/>
          </w:tcPr>
          <w:p w14:paraId="7C9AC9B1" w14:textId="77777777" w:rsidR="002721E6" w:rsidRDefault="002721E6" w:rsidP="009C07C4">
            <w:pPr>
              <w:pStyle w:val="ECCTabletext"/>
            </w:pPr>
            <w:r>
              <w:t>3.845</w:t>
            </w:r>
          </w:p>
        </w:tc>
        <w:tc>
          <w:tcPr>
            <w:tcW w:w="2694" w:type="dxa"/>
            <w:vAlign w:val="bottom"/>
          </w:tcPr>
          <w:p w14:paraId="5938770C" w14:textId="77777777" w:rsidR="002721E6" w:rsidRDefault="002721E6" w:rsidP="009C07C4">
            <w:pPr>
              <w:pStyle w:val="ECCTabletext"/>
            </w:pPr>
            <w:r>
              <w:t>28.1724</w:t>
            </w:r>
          </w:p>
        </w:tc>
      </w:tr>
      <w:tr w:rsidR="002721E6" w14:paraId="75520EAE" w14:textId="77777777" w:rsidTr="00BF5CF0">
        <w:tc>
          <w:tcPr>
            <w:tcW w:w="2699" w:type="dxa"/>
            <w:vAlign w:val="bottom"/>
          </w:tcPr>
          <w:p w14:paraId="236625C0" w14:textId="77777777" w:rsidR="002721E6" w:rsidRDefault="002721E6" w:rsidP="009C07C4">
            <w:pPr>
              <w:pStyle w:val="ECCTabletext"/>
            </w:pPr>
            <w:r>
              <w:t>3.855</w:t>
            </w:r>
          </w:p>
        </w:tc>
        <w:tc>
          <w:tcPr>
            <w:tcW w:w="2694" w:type="dxa"/>
            <w:vAlign w:val="bottom"/>
          </w:tcPr>
          <w:p w14:paraId="20C3098C" w14:textId="77777777" w:rsidR="002721E6" w:rsidRDefault="002721E6" w:rsidP="009C07C4">
            <w:pPr>
              <w:pStyle w:val="ECCTabletext"/>
            </w:pPr>
            <w:r>
              <w:t>28.9566</w:t>
            </w:r>
          </w:p>
        </w:tc>
      </w:tr>
      <w:tr w:rsidR="002721E6" w14:paraId="72956628" w14:textId="77777777" w:rsidTr="00BF5CF0">
        <w:tc>
          <w:tcPr>
            <w:tcW w:w="2699" w:type="dxa"/>
            <w:vAlign w:val="bottom"/>
          </w:tcPr>
          <w:p w14:paraId="680A2CB5" w14:textId="77777777" w:rsidR="002721E6" w:rsidRDefault="002721E6" w:rsidP="009C07C4">
            <w:pPr>
              <w:pStyle w:val="ECCTabletext"/>
            </w:pPr>
            <w:r>
              <w:t>3.865</w:t>
            </w:r>
          </w:p>
        </w:tc>
        <w:tc>
          <w:tcPr>
            <w:tcW w:w="2694" w:type="dxa"/>
            <w:vAlign w:val="bottom"/>
          </w:tcPr>
          <w:p w14:paraId="69621390" w14:textId="77777777" w:rsidR="002721E6" w:rsidRDefault="002721E6" w:rsidP="009C07C4">
            <w:pPr>
              <w:pStyle w:val="ECCTabletext"/>
            </w:pPr>
            <w:r>
              <w:t>29.1181</w:t>
            </w:r>
          </w:p>
        </w:tc>
      </w:tr>
      <w:tr w:rsidR="002721E6" w14:paraId="2D715B43" w14:textId="77777777" w:rsidTr="00BF5CF0">
        <w:tc>
          <w:tcPr>
            <w:tcW w:w="2699" w:type="dxa"/>
            <w:vAlign w:val="bottom"/>
          </w:tcPr>
          <w:p w14:paraId="687D0D7B" w14:textId="77777777" w:rsidR="002721E6" w:rsidRDefault="002721E6" w:rsidP="009C07C4">
            <w:pPr>
              <w:pStyle w:val="ECCTabletext"/>
            </w:pPr>
            <w:r>
              <w:t>3.875</w:t>
            </w:r>
          </w:p>
        </w:tc>
        <w:tc>
          <w:tcPr>
            <w:tcW w:w="2694" w:type="dxa"/>
            <w:vAlign w:val="bottom"/>
          </w:tcPr>
          <w:p w14:paraId="207B18C1" w14:textId="77777777" w:rsidR="002721E6" w:rsidRDefault="002721E6" w:rsidP="009C07C4">
            <w:pPr>
              <w:pStyle w:val="ECCTabletext"/>
            </w:pPr>
            <w:r>
              <w:t>29.1189</w:t>
            </w:r>
          </w:p>
        </w:tc>
      </w:tr>
      <w:tr w:rsidR="002721E6" w14:paraId="2CE243A3" w14:textId="77777777" w:rsidTr="00BF5CF0">
        <w:tc>
          <w:tcPr>
            <w:tcW w:w="2699" w:type="dxa"/>
            <w:vAlign w:val="bottom"/>
          </w:tcPr>
          <w:p w14:paraId="70C6E730" w14:textId="77777777" w:rsidR="002721E6" w:rsidRDefault="002721E6" w:rsidP="009C07C4">
            <w:pPr>
              <w:pStyle w:val="ECCTabletext"/>
            </w:pPr>
            <w:r>
              <w:t>3.885</w:t>
            </w:r>
          </w:p>
        </w:tc>
        <w:tc>
          <w:tcPr>
            <w:tcW w:w="2694" w:type="dxa"/>
            <w:vAlign w:val="bottom"/>
          </w:tcPr>
          <w:p w14:paraId="19A01214" w14:textId="77777777" w:rsidR="002721E6" w:rsidRDefault="002721E6" w:rsidP="009C07C4">
            <w:pPr>
              <w:pStyle w:val="ECCTabletext"/>
            </w:pPr>
            <w:r>
              <w:t>29.1191</w:t>
            </w:r>
          </w:p>
        </w:tc>
      </w:tr>
      <w:tr w:rsidR="002721E6" w14:paraId="1E13AE0B" w14:textId="77777777" w:rsidTr="00BF5CF0">
        <w:tc>
          <w:tcPr>
            <w:tcW w:w="2699" w:type="dxa"/>
            <w:vAlign w:val="bottom"/>
          </w:tcPr>
          <w:p w14:paraId="7F498ACB" w14:textId="77777777" w:rsidR="002721E6" w:rsidRDefault="002721E6" w:rsidP="009C07C4">
            <w:pPr>
              <w:pStyle w:val="ECCTabletext"/>
            </w:pPr>
            <w:r>
              <w:t>3.895</w:t>
            </w:r>
          </w:p>
        </w:tc>
        <w:tc>
          <w:tcPr>
            <w:tcW w:w="2694" w:type="dxa"/>
            <w:vAlign w:val="bottom"/>
          </w:tcPr>
          <w:p w14:paraId="435E91FF" w14:textId="77777777" w:rsidR="002721E6" w:rsidRDefault="002721E6" w:rsidP="009C07C4">
            <w:pPr>
              <w:pStyle w:val="ECCTabletext"/>
            </w:pPr>
            <w:r>
              <w:t>29.1192</w:t>
            </w:r>
          </w:p>
        </w:tc>
      </w:tr>
      <w:tr w:rsidR="002721E6" w14:paraId="14BCB54A" w14:textId="77777777" w:rsidTr="00BF5CF0">
        <w:tc>
          <w:tcPr>
            <w:tcW w:w="2699" w:type="dxa"/>
            <w:vAlign w:val="bottom"/>
          </w:tcPr>
          <w:p w14:paraId="74089DA1" w14:textId="77777777" w:rsidR="002721E6" w:rsidRDefault="002721E6" w:rsidP="009C07C4">
            <w:pPr>
              <w:pStyle w:val="ECCTabletext"/>
            </w:pPr>
            <w:r>
              <w:t>3.905</w:t>
            </w:r>
          </w:p>
        </w:tc>
        <w:tc>
          <w:tcPr>
            <w:tcW w:w="2694" w:type="dxa"/>
            <w:vAlign w:val="bottom"/>
          </w:tcPr>
          <w:p w14:paraId="09942E31" w14:textId="77777777" w:rsidR="002721E6" w:rsidRDefault="002721E6" w:rsidP="009C07C4">
            <w:pPr>
              <w:pStyle w:val="ECCTabletext"/>
            </w:pPr>
            <w:r>
              <w:t>29.1194</w:t>
            </w:r>
          </w:p>
        </w:tc>
      </w:tr>
      <w:tr w:rsidR="002721E6" w14:paraId="46AF598B" w14:textId="77777777" w:rsidTr="00BF5CF0">
        <w:tc>
          <w:tcPr>
            <w:tcW w:w="2699" w:type="dxa"/>
            <w:vAlign w:val="bottom"/>
          </w:tcPr>
          <w:p w14:paraId="2683A729" w14:textId="77777777" w:rsidR="002721E6" w:rsidRDefault="002721E6" w:rsidP="009C07C4">
            <w:pPr>
              <w:pStyle w:val="ECCTabletext"/>
            </w:pPr>
            <w:r>
              <w:t>3.915</w:t>
            </w:r>
          </w:p>
        </w:tc>
        <w:tc>
          <w:tcPr>
            <w:tcW w:w="2694" w:type="dxa"/>
            <w:vAlign w:val="bottom"/>
          </w:tcPr>
          <w:p w14:paraId="23B08A1E" w14:textId="77777777" w:rsidR="002721E6" w:rsidRDefault="002721E6" w:rsidP="009C07C4">
            <w:pPr>
              <w:pStyle w:val="ECCTabletext"/>
            </w:pPr>
            <w:r>
              <w:t>29.1195</w:t>
            </w:r>
          </w:p>
        </w:tc>
      </w:tr>
    </w:tbl>
    <w:p w14:paraId="500B0F9F" w14:textId="77777777" w:rsidR="002721E6" w:rsidRDefault="002721E6" w:rsidP="002721E6">
      <w:pPr>
        <w:rPr>
          <w:rStyle w:val="ECCParagraph"/>
        </w:rPr>
      </w:pPr>
      <w:r>
        <w:t xml:space="preserve">Other NFD values at greater frequency separations level off at 29.1195 dB. This levelling-off is an artifact of </w:t>
      </w:r>
      <w:r w:rsidRPr="005C0554">
        <w:t>NFD calculations when extended spectrum masks are defined (i.e. masks that extend beyond the first adjacent channel or the out-of-band domain)</w:t>
      </w:r>
      <w:r>
        <w:t>.</w:t>
      </w:r>
    </w:p>
    <w:p w14:paraId="536336B4" w14:textId="77777777" w:rsidR="002721E6" w:rsidRPr="00091FBB" w:rsidRDefault="002721E6" w:rsidP="002721E6">
      <w:pPr>
        <w:pStyle w:val="Heading2"/>
        <w:ind w:left="426" w:hanging="436"/>
        <w:rPr>
          <w:rStyle w:val="ECCParagraph"/>
        </w:rPr>
      </w:pPr>
      <w:r>
        <w:rPr>
          <w:rStyle w:val="ECCParagraph"/>
        </w:rPr>
        <w:lastRenderedPageBreak/>
        <w:t xml:space="preserve">The </w:t>
      </w:r>
      <w:r w:rsidRPr="0040550F">
        <w:rPr>
          <w:rStyle w:val="ECCParagraph"/>
        </w:rPr>
        <w:t>simulation</w:t>
      </w:r>
      <w:r>
        <w:rPr>
          <w:rStyle w:val="ECCParagraph"/>
        </w:rPr>
        <w:t xml:space="preserve"> approach</w:t>
      </w:r>
    </w:p>
    <w:p w14:paraId="20367F78" w14:textId="77777777" w:rsidR="002721E6" w:rsidRDefault="002721E6" w:rsidP="002721E6">
      <w:pPr>
        <w:rPr>
          <w:rStyle w:val="ECCParagraph"/>
        </w:rPr>
      </w:pPr>
      <w:r>
        <w:rPr>
          <w:rStyle w:val="ECCParagraph"/>
        </w:rPr>
        <w:t xml:space="preserve">Information provided by mobile network operators indicates that it is not possible to know the location of current, or future, MFCN base stations. Consequently, </w:t>
      </w:r>
      <w:r>
        <w:t xml:space="preserve">we have a scenario where the location of the victim receiver cannot be known and the potential interferer could be deployed anywhere within the victim’s coverage area. Therefore, </w:t>
      </w:r>
      <w:r>
        <w:rPr>
          <w:rStyle w:val="ECCParagraph"/>
        </w:rPr>
        <w:t>it is not practicable to assume a geographical separation distance. In such circumstances it is common practice to adopt a statistical approach, via Monte Carlo analysis, to determine the probability of interference based on randomly generated locations.</w:t>
      </w:r>
    </w:p>
    <w:p w14:paraId="65C4DD88" w14:textId="77777777" w:rsidR="002721E6" w:rsidRDefault="002721E6" w:rsidP="002721E6">
      <w:pPr>
        <w:rPr>
          <w:rStyle w:val="ECCParagraph"/>
        </w:rPr>
      </w:pPr>
      <w:r w:rsidRPr="00EB329C">
        <w:rPr>
          <w:rStyle w:val="ECCParagraph"/>
        </w:rPr>
        <w:t xml:space="preserve">For </w:t>
      </w:r>
      <w:r>
        <w:rPr>
          <w:rStyle w:val="ECCParagraph"/>
        </w:rPr>
        <w:t>this study</w:t>
      </w:r>
      <w:r w:rsidRPr="00EB329C">
        <w:rPr>
          <w:rStyle w:val="ECCParagraph"/>
        </w:rPr>
        <w:t xml:space="preserve">, Monte Carlo simulations </w:t>
      </w:r>
      <w:r>
        <w:rPr>
          <w:rStyle w:val="ECCParagraph"/>
        </w:rPr>
        <w:t xml:space="preserve">were developed </w:t>
      </w:r>
      <w:r w:rsidRPr="00EB329C">
        <w:rPr>
          <w:rStyle w:val="ECCParagraph"/>
        </w:rPr>
        <w:t xml:space="preserve">in </w:t>
      </w:r>
      <w:proofErr w:type="spellStart"/>
      <w:r w:rsidRPr="00EB329C">
        <w:rPr>
          <w:rStyle w:val="ECCParagraph"/>
        </w:rPr>
        <w:t>Visualyse</w:t>
      </w:r>
      <w:proofErr w:type="spellEnd"/>
      <w:r w:rsidRPr="00EB329C">
        <w:rPr>
          <w:rStyle w:val="ECCParagraph"/>
        </w:rPr>
        <w:t xml:space="preserve"> Professional.</w:t>
      </w:r>
      <w:r>
        <w:rPr>
          <w:rStyle w:val="ECCParagraph"/>
        </w:rPr>
        <w:t xml:space="preserve"> Only the Urban Macro is studied under the assumption that, in the 3 to 6 GHz range, </w:t>
      </w:r>
      <w:r>
        <w:t xml:space="preserve">contiguous coverage (of MFCN) is not expected in this frequency range in rural areas, and any such base stations that may exist in small numbers will be isolated installations at specific locations. </w:t>
      </w:r>
    </w:p>
    <w:p w14:paraId="4C739A6C" w14:textId="77777777" w:rsidR="002721E6" w:rsidRDefault="002721E6" w:rsidP="002721E6">
      <w:pPr>
        <w:rPr>
          <w:rStyle w:val="ECCParagraph"/>
        </w:rPr>
      </w:pPr>
      <w:r>
        <w:rPr>
          <w:rStyle w:val="ECCParagraph"/>
        </w:rPr>
        <w:t>Using the agreed technical and propagation parameters, the simulation used the following approach:</w:t>
      </w:r>
    </w:p>
    <w:p w14:paraId="09F81048" w14:textId="77777777" w:rsidR="002721E6" w:rsidRDefault="002721E6" w:rsidP="009C07C4">
      <w:pPr>
        <w:pStyle w:val="ECCBulletsLv1"/>
        <w:rPr>
          <w:rStyle w:val="ECCParagraph"/>
        </w:rPr>
      </w:pPr>
      <w:r>
        <w:rPr>
          <w:rStyle w:val="ECCParagraph"/>
        </w:rPr>
        <w:t>the MFCN base station was placed at a fixed location on a smooth Earth;</w:t>
      </w:r>
    </w:p>
    <w:p w14:paraId="0C9554FA" w14:textId="77777777" w:rsidR="002721E6" w:rsidRDefault="002721E6" w:rsidP="009C07C4">
      <w:pPr>
        <w:pStyle w:val="ECCBulletsLv1"/>
        <w:rPr>
          <w:rStyle w:val="ECCParagraph"/>
        </w:rPr>
      </w:pPr>
      <w:r>
        <w:rPr>
          <w:rStyle w:val="ECCParagraph"/>
        </w:rPr>
        <w:t>an MFCN UE was randomly placed within the base station coverage area and the base station antenna directed towards it;</w:t>
      </w:r>
    </w:p>
    <w:p w14:paraId="57E9C4D9" w14:textId="77777777" w:rsidR="002721E6" w:rsidRDefault="002721E6" w:rsidP="009C07C4">
      <w:pPr>
        <w:pStyle w:val="ECCBulletsLv1"/>
        <w:rPr>
          <w:rStyle w:val="ECCParagraph"/>
        </w:rPr>
      </w:pPr>
      <w:r>
        <w:rPr>
          <w:rStyle w:val="ECCParagraph"/>
        </w:rPr>
        <w:t>a DECT-2020 NR radio device was randomly located within the base station coverage area;</w:t>
      </w:r>
    </w:p>
    <w:p w14:paraId="3E31A45B" w14:textId="77777777" w:rsidR="002721E6" w:rsidRDefault="002721E6" w:rsidP="009C07C4">
      <w:pPr>
        <w:pStyle w:val="ECCBulletsLv1"/>
        <w:rPr>
          <w:rStyle w:val="ECCParagraph"/>
        </w:rPr>
      </w:pPr>
      <w:r>
        <w:rPr>
          <w:rStyle w:val="ECCParagraph"/>
        </w:rPr>
        <w:t>transmit power of the DECT-2020 NR radio device was randomly adjusted across the TPC range;</w:t>
      </w:r>
    </w:p>
    <w:p w14:paraId="117B03A3" w14:textId="77777777" w:rsidR="002721E6" w:rsidRDefault="002721E6" w:rsidP="009C07C4">
      <w:pPr>
        <w:pStyle w:val="ECCBulletsLv1"/>
        <w:rPr>
          <w:rStyle w:val="ECCParagraph"/>
        </w:rPr>
      </w:pPr>
      <w:r>
        <w:rPr>
          <w:rStyle w:val="ECCParagraph"/>
        </w:rPr>
        <w:t>the propagation loss and interfering power level at the MFCN base station was determined in accordance with ITU-R Rec P.452 (50% time), incorporating the base station antenna gain;</w:t>
      </w:r>
    </w:p>
    <w:p w14:paraId="3747501E" w14:textId="6470EF3A" w:rsidR="002721E6" w:rsidRDefault="002721E6" w:rsidP="009C07C4">
      <w:pPr>
        <w:pStyle w:val="ECCBulletsLv1"/>
        <w:rPr>
          <w:rStyle w:val="ECCParagraph"/>
        </w:rPr>
      </w:pPr>
      <w:r>
        <w:rPr>
          <w:rStyle w:val="ECCParagraph"/>
        </w:rPr>
        <w:t xml:space="preserve">clutter was applied where appropriate and in accordance with </w:t>
      </w:r>
      <w:r w:rsidR="000C7E92">
        <w:rPr>
          <w:rStyle w:val="ECCParagraph"/>
        </w:rPr>
        <w:t xml:space="preserve">Rec. </w:t>
      </w:r>
      <w:r>
        <w:rPr>
          <w:rStyle w:val="ECCParagraph"/>
        </w:rPr>
        <w:t>ITU-R P.2108;</w:t>
      </w:r>
    </w:p>
    <w:p w14:paraId="45D968D0" w14:textId="77777777" w:rsidR="002721E6" w:rsidRDefault="002721E6" w:rsidP="009C07C4">
      <w:pPr>
        <w:pStyle w:val="ECCBulletsLv1"/>
        <w:rPr>
          <w:rStyle w:val="ECCParagraph"/>
        </w:rPr>
      </w:pPr>
      <w:r>
        <w:rPr>
          <w:rStyle w:val="ECCParagraph"/>
        </w:rPr>
        <w:t>NFD was applied;</w:t>
      </w:r>
    </w:p>
    <w:p w14:paraId="4096CC34" w14:textId="373617ED" w:rsidR="002721E6" w:rsidRDefault="002721E6" w:rsidP="002721E6">
      <w:pPr>
        <w:rPr>
          <w:rStyle w:val="ECCParagraph"/>
        </w:rPr>
      </w:pPr>
      <w:r>
        <w:rPr>
          <w:rStyle w:val="ECCParagraph"/>
        </w:rPr>
        <w:t>The above steps were carried out for 500,000 snapshots. At each snapshot a single DECT-2020 NR radio device is assumed. This is on the basis that in a DECT-2020 NR network, the probability of two devices transmitting at the same time is very low as each time a radio device initiates a random-access transmission it has to monitor with listen-before-talk to check if the channel is free. In addition, within a licensed authorisation regime such as that expected in 3.8</w:t>
      </w:r>
      <w:r w:rsidR="000C7E92">
        <w:rPr>
          <w:rStyle w:val="ECCParagraph"/>
        </w:rPr>
        <w:t>-</w:t>
      </w:r>
      <w:r>
        <w:rPr>
          <w:rStyle w:val="ECCParagraph"/>
        </w:rPr>
        <w:t>4.2 GHz, it is unlikely that two geographically overlapping WBB LMP networks will be assigned the same channel.</w:t>
      </w:r>
    </w:p>
    <w:p w14:paraId="7424BC28" w14:textId="77777777" w:rsidR="002721E6" w:rsidRDefault="002721E6" w:rsidP="002721E6">
      <w:pPr>
        <w:rPr>
          <w:rStyle w:val="ECCParagraph"/>
        </w:rPr>
      </w:pPr>
      <w:r>
        <w:rPr>
          <w:rStyle w:val="ECCParagraph"/>
        </w:rPr>
        <w:t>At each sample the parameters that can change within the Monte Carlo simulation are:</w:t>
      </w:r>
    </w:p>
    <w:p w14:paraId="40533F7F" w14:textId="77777777" w:rsidR="002721E6" w:rsidRDefault="002721E6" w:rsidP="009C07C4">
      <w:pPr>
        <w:pStyle w:val="ECCNumberedList"/>
        <w:rPr>
          <w:rStyle w:val="ECCParagraph"/>
        </w:rPr>
      </w:pPr>
      <w:r>
        <w:rPr>
          <w:rStyle w:val="ECCParagraph"/>
        </w:rPr>
        <w:t>V</w:t>
      </w:r>
      <w:r w:rsidRPr="002D5966">
        <w:rPr>
          <w:rStyle w:val="ECCParagraph"/>
        </w:rPr>
        <w:t xml:space="preserve">ictim </w:t>
      </w:r>
      <w:r>
        <w:rPr>
          <w:rStyle w:val="ECCParagraph"/>
        </w:rPr>
        <w:t xml:space="preserve">antenna </w:t>
      </w:r>
      <w:r w:rsidRPr="002D5966">
        <w:rPr>
          <w:rStyle w:val="ECCParagraph"/>
        </w:rPr>
        <w:t>relative gain</w:t>
      </w:r>
      <w:r>
        <w:rPr>
          <w:rStyle w:val="ECCParagraph"/>
        </w:rPr>
        <w:t xml:space="preserve">, i.e. </w:t>
      </w:r>
      <w:r w:rsidRPr="002D5966">
        <w:rPr>
          <w:rStyle w:val="ECCParagraph"/>
        </w:rPr>
        <w:t>the base station gain in the direction of the DECT</w:t>
      </w:r>
      <w:r>
        <w:rPr>
          <w:rStyle w:val="ECCParagraph"/>
        </w:rPr>
        <w:t>-2020 NR radio device.</w:t>
      </w:r>
    </w:p>
    <w:p w14:paraId="54B7B371" w14:textId="77777777" w:rsidR="002721E6" w:rsidRDefault="002721E6" w:rsidP="009C07C4">
      <w:pPr>
        <w:pStyle w:val="ECCNumberedList"/>
        <w:rPr>
          <w:rStyle w:val="ECCParagraph"/>
        </w:rPr>
      </w:pPr>
      <w:r>
        <w:rPr>
          <w:rStyle w:val="ECCParagraph"/>
        </w:rPr>
        <w:t>Transmit power of the DECT-2020 NR radio device via transmission power control.</w:t>
      </w:r>
    </w:p>
    <w:p w14:paraId="266BDAC2" w14:textId="77777777" w:rsidR="002721E6" w:rsidRDefault="002721E6" w:rsidP="009C07C4">
      <w:pPr>
        <w:pStyle w:val="ECCNumberedList"/>
        <w:rPr>
          <w:rStyle w:val="ECCParagraph"/>
        </w:rPr>
      </w:pPr>
      <w:r>
        <w:rPr>
          <w:rStyle w:val="ECCParagraph"/>
        </w:rPr>
        <w:t>P</w:t>
      </w:r>
      <w:r w:rsidRPr="00EC78C5">
        <w:rPr>
          <w:rStyle w:val="ECCParagraph"/>
        </w:rPr>
        <w:t>athloss between DECT</w:t>
      </w:r>
      <w:r>
        <w:rPr>
          <w:rStyle w:val="ECCParagraph"/>
        </w:rPr>
        <w:t>-2020 NR radio device</w:t>
      </w:r>
      <w:r w:rsidRPr="00EC78C5">
        <w:rPr>
          <w:rStyle w:val="ECCParagraph"/>
        </w:rPr>
        <w:t xml:space="preserve"> and </w:t>
      </w:r>
      <w:r>
        <w:rPr>
          <w:rStyle w:val="ECCParagraph"/>
        </w:rPr>
        <w:t xml:space="preserve">MFCN </w:t>
      </w:r>
      <w:r w:rsidRPr="00EC78C5">
        <w:rPr>
          <w:rStyle w:val="ECCParagraph"/>
        </w:rPr>
        <w:t>base station</w:t>
      </w:r>
      <w:r>
        <w:rPr>
          <w:rStyle w:val="ECCParagraph"/>
        </w:rPr>
        <w:t xml:space="preserve"> (ITU-R Recs P.</w:t>
      </w:r>
      <w:r w:rsidRPr="00EC78C5">
        <w:rPr>
          <w:rStyle w:val="ECCParagraph"/>
        </w:rPr>
        <w:t xml:space="preserve">452 and </w:t>
      </w:r>
      <w:r>
        <w:rPr>
          <w:rStyle w:val="ECCParagraph"/>
        </w:rPr>
        <w:t>P.</w:t>
      </w:r>
      <w:r w:rsidRPr="00EC78C5">
        <w:rPr>
          <w:rStyle w:val="ECCParagraph"/>
        </w:rPr>
        <w:t xml:space="preserve"> 2108 losses are independently variable</w:t>
      </w:r>
      <w:r>
        <w:rPr>
          <w:rStyle w:val="ECCParagraph"/>
        </w:rPr>
        <w:t>).</w:t>
      </w:r>
    </w:p>
    <w:p w14:paraId="12B3FCC0" w14:textId="77777777" w:rsidR="002721E6" w:rsidRDefault="002721E6" w:rsidP="002721E6">
      <w:pPr>
        <w:rPr>
          <w:rStyle w:val="ECCParagraph"/>
        </w:rPr>
      </w:pPr>
      <w:r>
        <w:rPr>
          <w:rStyle w:val="ECCParagraph"/>
        </w:rPr>
        <w:t>An example of a snapshot (for the case where DECT-2020 NR is operating at 3915 MHz) is provided in Table 4.</w:t>
      </w:r>
    </w:p>
    <w:p w14:paraId="1DF4150A" w14:textId="77777777" w:rsidR="002721E6" w:rsidRPr="0012778E" w:rsidRDefault="002721E6" w:rsidP="00F06416">
      <w:pPr>
        <w:pStyle w:val="Caption"/>
        <w:keepNext/>
        <w:rPr>
          <w:lang w:val="en-GB"/>
        </w:rPr>
      </w:pPr>
      <w:r w:rsidRPr="0012778E">
        <w:rPr>
          <w:lang w:val="en-GB"/>
        </w:rPr>
        <w:lastRenderedPageBreak/>
        <w:t xml:space="preserve">Table 4: Snapshot example (from </w:t>
      </w:r>
      <w:proofErr w:type="spellStart"/>
      <w:r w:rsidRPr="00EB329C">
        <w:rPr>
          <w:rStyle w:val="ECCParagraph"/>
        </w:rPr>
        <w:t>Visualyse</w:t>
      </w:r>
      <w:proofErr w:type="spellEnd"/>
      <w:r w:rsidRPr="00EB329C">
        <w:rPr>
          <w:rStyle w:val="ECCParagraph"/>
        </w:rPr>
        <w:t xml:space="preserve"> Professional</w:t>
      </w:r>
      <w:r>
        <w:rPr>
          <w:rStyle w:val="ECCParagraph"/>
        </w:rPr>
        <w:t>)</w:t>
      </w:r>
    </w:p>
    <w:tbl>
      <w:tblPr>
        <w:tblStyle w:val="ECCTable-redheader"/>
        <w:tblW w:w="6168" w:type="dxa"/>
        <w:tblInd w:w="0" w:type="dxa"/>
        <w:tblLook w:val="04A0" w:firstRow="1" w:lastRow="0" w:firstColumn="1" w:lastColumn="0" w:noHBand="0" w:noVBand="1"/>
      </w:tblPr>
      <w:tblGrid>
        <w:gridCol w:w="3121"/>
        <w:gridCol w:w="3047"/>
      </w:tblGrid>
      <w:tr w:rsidR="002721E6" w14:paraId="6E97C057" w14:textId="77777777" w:rsidTr="0012778E">
        <w:trPr>
          <w:cnfStyle w:val="100000000000" w:firstRow="1" w:lastRow="0" w:firstColumn="0" w:lastColumn="0" w:oddVBand="0" w:evenVBand="0" w:oddHBand="0" w:evenHBand="0" w:firstRowFirstColumn="0" w:firstRowLastColumn="0" w:lastRowFirstColumn="0" w:lastRowLastColumn="0"/>
          <w:tblHeader w:val="0"/>
        </w:trPr>
        <w:tc>
          <w:tcPr>
            <w:tcW w:w="6168" w:type="dxa"/>
            <w:gridSpan w:val="2"/>
            <w:vAlign w:val="top"/>
          </w:tcPr>
          <w:p w14:paraId="37D7D875" w14:textId="77777777" w:rsidR="002721E6" w:rsidRPr="002312D7" w:rsidRDefault="002721E6" w:rsidP="0012778E">
            <w:pPr>
              <w:pStyle w:val="ECCTableHeaderwhitefont"/>
              <w:keepNext/>
              <w:rPr>
                <w:bCs w:val="0"/>
                <w:i w:val="0"/>
                <w:iCs/>
              </w:rPr>
            </w:pPr>
            <w:r w:rsidRPr="00882FB0">
              <w:rPr>
                <w:i w:val="0"/>
                <w:iCs/>
              </w:rPr>
              <w:t>Urban Macro.(end-start).Link Calculation</w:t>
            </w:r>
          </w:p>
        </w:tc>
      </w:tr>
      <w:tr w:rsidR="002721E6" w14:paraId="3FD368D4" w14:textId="77777777" w:rsidTr="0012778E">
        <w:tc>
          <w:tcPr>
            <w:tcW w:w="3121" w:type="dxa"/>
          </w:tcPr>
          <w:p w14:paraId="4EBAC084" w14:textId="77777777" w:rsidR="002721E6" w:rsidRDefault="002721E6" w:rsidP="0012778E">
            <w:pPr>
              <w:pStyle w:val="ECCTabletext"/>
              <w:keepNext/>
            </w:pPr>
            <w:r w:rsidRPr="00474406">
              <w:t>Worst I</w:t>
            </w:r>
          </w:p>
        </w:tc>
        <w:tc>
          <w:tcPr>
            <w:tcW w:w="3047" w:type="dxa"/>
          </w:tcPr>
          <w:p w14:paraId="6D786BFB" w14:textId="77777777" w:rsidR="002721E6" w:rsidRDefault="002721E6" w:rsidP="0012778E">
            <w:pPr>
              <w:pStyle w:val="ECCTabletext"/>
              <w:keepNext/>
            </w:pPr>
            <w:r w:rsidRPr="00474406">
              <w:t>-162.871793</w:t>
            </w:r>
            <w:r>
              <w:t xml:space="preserve"> dBW</w:t>
            </w:r>
          </w:p>
        </w:tc>
      </w:tr>
      <w:tr w:rsidR="002721E6" w14:paraId="77D41064" w14:textId="77777777" w:rsidTr="0012778E">
        <w:tc>
          <w:tcPr>
            <w:tcW w:w="3121" w:type="dxa"/>
          </w:tcPr>
          <w:p w14:paraId="2C69758B" w14:textId="77777777" w:rsidR="002721E6" w:rsidRDefault="002721E6" w:rsidP="0012778E">
            <w:pPr>
              <w:pStyle w:val="ECCTabletext"/>
              <w:keepNext/>
            </w:pPr>
            <w:r w:rsidRPr="00474406">
              <w:t>Frequency</w:t>
            </w:r>
          </w:p>
        </w:tc>
        <w:tc>
          <w:tcPr>
            <w:tcW w:w="3047" w:type="dxa"/>
          </w:tcPr>
          <w:p w14:paraId="64CF17E1" w14:textId="77777777" w:rsidR="002721E6" w:rsidRDefault="002721E6" w:rsidP="0012778E">
            <w:pPr>
              <w:pStyle w:val="ECCTabletext"/>
              <w:keepNext/>
            </w:pPr>
            <w:r w:rsidRPr="00474406">
              <w:t>3.75</w:t>
            </w:r>
            <w:r>
              <w:t xml:space="preserve"> GHz</w:t>
            </w:r>
          </w:p>
        </w:tc>
      </w:tr>
      <w:tr w:rsidR="002721E6" w14:paraId="549E3B6A" w14:textId="77777777" w:rsidTr="0012778E">
        <w:tc>
          <w:tcPr>
            <w:tcW w:w="3121" w:type="dxa"/>
          </w:tcPr>
          <w:p w14:paraId="1D85BD9F" w14:textId="77777777" w:rsidR="002721E6" w:rsidRDefault="002721E6" w:rsidP="0012778E">
            <w:pPr>
              <w:pStyle w:val="ECCTabletext"/>
              <w:keepNext/>
            </w:pPr>
            <w:r w:rsidRPr="00474406">
              <w:t>Carrier</w:t>
            </w:r>
          </w:p>
        </w:tc>
        <w:tc>
          <w:tcPr>
            <w:tcW w:w="3047" w:type="dxa"/>
          </w:tcPr>
          <w:p w14:paraId="2EC848D1" w14:textId="77777777" w:rsidR="002721E6" w:rsidRDefault="002721E6" w:rsidP="0012778E">
            <w:pPr>
              <w:pStyle w:val="ECCTabletext"/>
              <w:keepNext/>
            </w:pPr>
            <w:r w:rsidRPr="00474406">
              <w:t>MFCN</w:t>
            </w:r>
          </w:p>
        </w:tc>
      </w:tr>
      <w:tr w:rsidR="002721E6" w14:paraId="39602C88" w14:textId="77777777" w:rsidTr="0012778E">
        <w:tc>
          <w:tcPr>
            <w:tcW w:w="3121" w:type="dxa"/>
          </w:tcPr>
          <w:p w14:paraId="555A21E8" w14:textId="77777777" w:rsidR="002721E6" w:rsidRDefault="002721E6" w:rsidP="0012778E">
            <w:pPr>
              <w:pStyle w:val="ECCTabletext"/>
              <w:keepNext/>
            </w:pPr>
            <w:r w:rsidRPr="00474406">
              <w:t>Bandwidth</w:t>
            </w:r>
          </w:p>
        </w:tc>
        <w:tc>
          <w:tcPr>
            <w:tcW w:w="3047" w:type="dxa"/>
          </w:tcPr>
          <w:p w14:paraId="7DD3974C" w14:textId="77777777" w:rsidR="002721E6" w:rsidRDefault="002721E6" w:rsidP="0012778E">
            <w:pPr>
              <w:pStyle w:val="ECCTabletext"/>
              <w:keepNext/>
            </w:pPr>
            <w:r w:rsidRPr="00474406">
              <w:t>100.0</w:t>
            </w:r>
            <w:r>
              <w:t xml:space="preserve"> MHz</w:t>
            </w:r>
          </w:p>
        </w:tc>
      </w:tr>
      <w:tr w:rsidR="002721E6" w14:paraId="751AEE13" w14:textId="77777777" w:rsidTr="0012778E">
        <w:tc>
          <w:tcPr>
            <w:tcW w:w="3121" w:type="dxa"/>
          </w:tcPr>
          <w:p w14:paraId="399922DE" w14:textId="77777777" w:rsidR="002721E6" w:rsidRDefault="002721E6" w:rsidP="0012778E">
            <w:pPr>
              <w:pStyle w:val="ECCTabletext"/>
              <w:keepNext/>
            </w:pPr>
            <w:r w:rsidRPr="00474406">
              <w:t>N</w:t>
            </w:r>
          </w:p>
        </w:tc>
        <w:tc>
          <w:tcPr>
            <w:tcW w:w="3047" w:type="dxa"/>
          </w:tcPr>
          <w:p w14:paraId="42DB60BC" w14:textId="77777777" w:rsidR="002721E6" w:rsidRDefault="002721E6" w:rsidP="0012778E">
            <w:pPr>
              <w:pStyle w:val="ECCTabletext"/>
              <w:keepNext/>
            </w:pPr>
            <w:r w:rsidRPr="00474406">
              <w:t>-120.901605</w:t>
            </w:r>
            <w:r>
              <w:t xml:space="preserve"> dBW</w:t>
            </w:r>
          </w:p>
        </w:tc>
      </w:tr>
      <w:tr w:rsidR="002721E6" w14:paraId="301FEDC4" w14:textId="77777777" w:rsidTr="0012778E">
        <w:tc>
          <w:tcPr>
            <w:tcW w:w="6168" w:type="dxa"/>
            <w:gridSpan w:val="2"/>
            <w:shd w:val="clear" w:color="auto" w:fill="D22A23"/>
            <w:vAlign w:val="top"/>
          </w:tcPr>
          <w:p w14:paraId="252C50AE" w14:textId="77777777" w:rsidR="002721E6" w:rsidRPr="006549D7" w:rsidRDefault="002721E6" w:rsidP="0012778E">
            <w:pPr>
              <w:pStyle w:val="ECCTableHeaderwhitefont"/>
              <w:keepNext/>
              <w:rPr>
                <w:b/>
                <w:iCs/>
              </w:rPr>
            </w:pPr>
            <w:r w:rsidRPr="006549D7">
              <w:rPr>
                <w:b/>
                <w:iCs/>
              </w:rPr>
              <w:t>Urban Macro.(end-start).Worst Interferer</w:t>
            </w:r>
          </w:p>
        </w:tc>
      </w:tr>
      <w:tr w:rsidR="002721E6" w14:paraId="51666B7D" w14:textId="77777777" w:rsidTr="0012778E">
        <w:tc>
          <w:tcPr>
            <w:tcW w:w="3121" w:type="dxa"/>
          </w:tcPr>
          <w:p w14:paraId="53F147C7" w14:textId="77777777" w:rsidR="002721E6" w:rsidRDefault="002721E6" w:rsidP="0012778E">
            <w:pPr>
              <w:pStyle w:val="ECCTabletext"/>
              <w:keepNext/>
            </w:pPr>
            <w:r w:rsidRPr="00F52B5D">
              <w:t>Station</w:t>
            </w:r>
          </w:p>
        </w:tc>
        <w:tc>
          <w:tcPr>
            <w:tcW w:w="3047" w:type="dxa"/>
          </w:tcPr>
          <w:p w14:paraId="6A5B7362" w14:textId="77777777" w:rsidR="002721E6" w:rsidRDefault="002721E6" w:rsidP="0012778E">
            <w:pPr>
              <w:pStyle w:val="ECCTabletext"/>
              <w:keepNext/>
            </w:pPr>
            <w:r w:rsidRPr="00F52B5D">
              <w:t>DECT NR</w:t>
            </w:r>
          </w:p>
        </w:tc>
      </w:tr>
      <w:tr w:rsidR="002721E6" w14:paraId="1BC52F02" w14:textId="77777777" w:rsidTr="0012778E">
        <w:tc>
          <w:tcPr>
            <w:tcW w:w="3121" w:type="dxa"/>
          </w:tcPr>
          <w:p w14:paraId="61368209" w14:textId="77777777" w:rsidR="002721E6" w:rsidRDefault="002721E6" w:rsidP="0012778E">
            <w:pPr>
              <w:pStyle w:val="ECCTabletext"/>
              <w:keepNext/>
            </w:pPr>
            <w:r w:rsidRPr="00F52B5D">
              <w:t>Interfering Bandwidth</w:t>
            </w:r>
          </w:p>
        </w:tc>
        <w:tc>
          <w:tcPr>
            <w:tcW w:w="3047" w:type="dxa"/>
          </w:tcPr>
          <w:p w14:paraId="03277521" w14:textId="77777777" w:rsidR="002721E6" w:rsidRDefault="002721E6" w:rsidP="0012778E">
            <w:pPr>
              <w:pStyle w:val="ECCTabletext"/>
              <w:keepNext/>
            </w:pPr>
            <w:r w:rsidRPr="00F52B5D">
              <w:t>6.9</w:t>
            </w:r>
            <w:r>
              <w:t xml:space="preserve"> MHz</w:t>
            </w:r>
          </w:p>
        </w:tc>
      </w:tr>
      <w:tr w:rsidR="002721E6" w14:paraId="2A97237D" w14:textId="77777777" w:rsidTr="0012778E">
        <w:tc>
          <w:tcPr>
            <w:tcW w:w="3121" w:type="dxa"/>
          </w:tcPr>
          <w:p w14:paraId="76A92629" w14:textId="77777777" w:rsidR="002721E6" w:rsidRDefault="002721E6" w:rsidP="0012778E">
            <w:pPr>
              <w:pStyle w:val="ECCTabletext"/>
              <w:keepNext/>
            </w:pPr>
            <w:r w:rsidRPr="00F52B5D">
              <w:t>Interfering Power</w:t>
            </w:r>
          </w:p>
        </w:tc>
        <w:tc>
          <w:tcPr>
            <w:tcW w:w="3047" w:type="dxa"/>
          </w:tcPr>
          <w:p w14:paraId="5229D9D8" w14:textId="77777777" w:rsidR="002721E6" w:rsidRDefault="002721E6" w:rsidP="0012778E">
            <w:pPr>
              <w:pStyle w:val="ECCTabletext"/>
              <w:keepNext/>
            </w:pPr>
            <w:r w:rsidRPr="00F52B5D">
              <w:t>-34.389116</w:t>
            </w:r>
            <w:r>
              <w:t xml:space="preserve"> dBW</w:t>
            </w:r>
          </w:p>
        </w:tc>
      </w:tr>
      <w:tr w:rsidR="002721E6" w14:paraId="29DFF22A" w14:textId="77777777" w:rsidTr="0012778E">
        <w:tc>
          <w:tcPr>
            <w:tcW w:w="3121" w:type="dxa"/>
          </w:tcPr>
          <w:p w14:paraId="03393B18" w14:textId="77777777" w:rsidR="002721E6" w:rsidRDefault="002721E6" w:rsidP="0012778E">
            <w:pPr>
              <w:pStyle w:val="ECCTabletext"/>
              <w:keepNext/>
            </w:pPr>
            <w:r w:rsidRPr="00F52B5D">
              <w:t>Interfering Peak Gain</w:t>
            </w:r>
          </w:p>
        </w:tc>
        <w:tc>
          <w:tcPr>
            <w:tcW w:w="3047" w:type="dxa"/>
          </w:tcPr>
          <w:p w14:paraId="459CC28A" w14:textId="77777777" w:rsidR="002721E6" w:rsidRDefault="002721E6" w:rsidP="0012778E">
            <w:pPr>
              <w:pStyle w:val="ECCTabletext"/>
              <w:keepNext/>
            </w:pPr>
            <w:r w:rsidRPr="00F52B5D">
              <w:t>0.0</w:t>
            </w:r>
            <w:r>
              <w:t xml:space="preserve"> dBi</w:t>
            </w:r>
          </w:p>
        </w:tc>
      </w:tr>
      <w:tr w:rsidR="002721E6" w14:paraId="7BDDAF1C" w14:textId="77777777" w:rsidTr="0012778E">
        <w:tc>
          <w:tcPr>
            <w:tcW w:w="3121" w:type="dxa"/>
          </w:tcPr>
          <w:p w14:paraId="0F5A116C" w14:textId="77777777" w:rsidR="002721E6" w:rsidRDefault="002721E6" w:rsidP="0012778E">
            <w:pPr>
              <w:pStyle w:val="ECCTabletext"/>
              <w:keepNext/>
            </w:pPr>
            <w:r w:rsidRPr="00F52B5D">
              <w:t>Interfering Relative Gain</w:t>
            </w:r>
          </w:p>
        </w:tc>
        <w:tc>
          <w:tcPr>
            <w:tcW w:w="3047" w:type="dxa"/>
          </w:tcPr>
          <w:p w14:paraId="0D5B1FC0" w14:textId="77777777" w:rsidR="002721E6" w:rsidRDefault="002721E6" w:rsidP="0012778E">
            <w:pPr>
              <w:pStyle w:val="ECCTabletext"/>
              <w:keepNext/>
            </w:pPr>
            <w:r w:rsidRPr="00F52B5D">
              <w:t>0.0</w:t>
            </w:r>
            <w:r>
              <w:t xml:space="preserve"> dB</w:t>
            </w:r>
          </w:p>
        </w:tc>
      </w:tr>
      <w:tr w:rsidR="002721E6" w14:paraId="17354520" w14:textId="77777777" w:rsidTr="0012778E">
        <w:tc>
          <w:tcPr>
            <w:tcW w:w="3121" w:type="dxa"/>
          </w:tcPr>
          <w:p w14:paraId="0293C561" w14:textId="77777777" w:rsidR="002721E6" w:rsidRDefault="002721E6" w:rsidP="0012778E">
            <w:pPr>
              <w:pStyle w:val="ECCTabletext"/>
              <w:keepNext/>
            </w:pPr>
            <w:r w:rsidRPr="00F52B5D">
              <w:t>Path Loss</w:t>
            </w:r>
          </w:p>
        </w:tc>
        <w:tc>
          <w:tcPr>
            <w:tcW w:w="3047" w:type="dxa"/>
          </w:tcPr>
          <w:p w14:paraId="7A07C59E" w14:textId="77777777" w:rsidR="002721E6" w:rsidRDefault="002721E6" w:rsidP="0012778E">
            <w:pPr>
              <w:pStyle w:val="ECCTabletext"/>
              <w:keepNext/>
            </w:pPr>
            <w:r w:rsidRPr="00F52B5D">
              <w:t>120.015078</w:t>
            </w:r>
            <w:r>
              <w:t xml:space="preserve"> dB</w:t>
            </w:r>
          </w:p>
        </w:tc>
      </w:tr>
      <w:tr w:rsidR="002721E6" w14:paraId="7FB46C92" w14:textId="77777777" w:rsidTr="0012778E">
        <w:tc>
          <w:tcPr>
            <w:tcW w:w="3121" w:type="dxa"/>
          </w:tcPr>
          <w:p w14:paraId="71A99771" w14:textId="77777777" w:rsidR="002721E6" w:rsidRDefault="002721E6" w:rsidP="0012778E">
            <w:pPr>
              <w:pStyle w:val="ECCTabletext"/>
              <w:keepNext/>
            </w:pPr>
            <w:r w:rsidRPr="00F52B5D">
              <w:t>ITU-R P</w:t>
            </w:r>
            <w:r>
              <w:t>.</w:t>
            </w:r>
            <w:r w:rsidRPr="00F52B5D">
              <w:t>452</w:t>
            </w:r>
            <w:r>
              <w:t xml:space="preserve"> (50% time)</w:t>
            </w:r>
          </w:p>
        </w:tc>
        <w:tc>
          <w:tcPr>
            <w:tcW w:w="3047" w:type="dxa"/>
          </w:tcPr>
          <w:p w14:paraId="1223BA72" w14:textId="77777777" w:rsidR="002721E6" w:rsidRDefault="002721E6" w:rsidP="0012778E">
            <w:pPr>
              <w:pStyle w:val="ECCTabletext"/>
              <w:keepNext/>
            </w:pPr>
            <w:r w:rsidRPr="00F52B5D">
              <w:t>95.536198</w:t>
            </w:r>
            <w:r>
              <w:t xml:space="preserve"> dB</w:t>
            </w:r>
          </w:p>
        </w:tc>
      </w:tr>
      <w:tr w:rsidR="002721E6" w14:paraId="6000D1A5" w14:textId="77777777" w:rsidTr="0012778E">
        <w:tc>
          <w:tcPr>
            <w:tcW w:w="3121" w:type="dxa"/>
          </w:tcPr>
          <w:p w14:paraId="47B60FFB" w14:textId="0539E910" w:rsidR="002721E6" w:rsidRDefault="002721E6" w:rsidP="0012778E">
            <w:pPr>
              <w:pStyle w:val="ECCTabletext"/>
              <w:keepNext/>
            </w:pPr>
            <w:r w:rsidRPr="00F52B5D">
              <w:t>452 free</w:t>
            </w:r>
            <w:r w:rsidR="00F84CAB">
              <w:t xml:space="preserve"> </w:t>
            </w:r>
            <w:r w:rsidRPr="00F52B5D">
              <w:t>space</w:t>
            </w:r>
          </w:p>
        </w:tc>
        <w:tc>
          <w:tcPr>
            <w:tcW w:w="3047" w:type="dxa"/>
          </w:tcPr>
          <w:p w14:paraId="2E8FDC3D" w14:textId="77777777" w:rsidR="002721E6" w:rsidRDefault="002721E6" w:rsidP="0012778E">
            <w:pPr>
              <w:pStyle w:val="ECCTabletext"/>
              <w:keepNext/>
            </w:pPr>
            <w:r w:rsidRPr="00F52B5D">
              <w:t>95.533194</w:t>
            </w:r>
            <w:r>
              <w:t xml:space="preserve"> dB</w:t>
            </w:r>
          </w:p>
        </w:tc>
      </w:tr>
      <w:tr w:rsidR="002721E6" w14:paraId="1B1FFBB4" w14:textId="77777777" w:rsidTr="0012778E">
        <w:tc>
          <w:tcPr>
            <w:tcW w:w="3121" w:type="dxa"/>
          </w:tcPr>
          <w:p w14:paraId="1A779DB5" w14:textId="77777777" w:rsidR="002721E6" w:rsidRDefault="002721E6" w:rsidP="0012778E">
            <w:pPr>
              <w:pStyle w:val="ECCTabletext"/>
              <w:keepNext/>
            </w:pPr>
            <w:r w:rsidRPr="00F52B5D">
              <w:t>452 gaseous absorption</w:t>
            </w:r>
          </w:p>
        </w:tc>
        <w:tc>
          <w:tcPr>
            <w:tcW w:w="3047" w:type="dxa"/>
          </w:tcPr>
          <w:p w14:paraId="79E9D868" w14:textId="77777777" w:rsidR="002721E6" w:rsidRDefault="002721E6" w:rsidP="0012778E">
            <w:pPr>
              <w:pStyle w:val="ECCTabletext"/>
              <w:keepNext/>
            </w:pPr>
            <w:r w:rsidRPr="00F52B5D">
              <w:t>0.003004</w:t>
            </w:r>
            <w:r>
              <w:t xml:space="preserve"> dB</w:t>
            </w:r>
          </w:p>
        </w:tc>
      </w:tr>
      <w:tr w:rsidR="002721E6" w14:paraId="08F859F1" w14:textId="77777777" w:rsidTr="0012778E">
        <w:tc>
          <w:tcPr>
            <w:tcW w:w="3121" w:type="dxa"/>
          </w:tcPr>
          <w:p w14:paraId="3507EDDA" w14:textId="77777777" w:rsidR="002721E6" w:rsidRDefault="002721E6" w:rsidP="0012778E">
            <w:pPr>
              <w:pStyle w:val="ECCTabletext"/>
              <w:keepNext/>
            </w:pPr>
            <w:r w:rsidRPr="00F52B5D">
              <w:t>452 fade / enhancement</w:t>
            </w:r>
          </w:p>
        </w:tc>
        <w:tc>
          <w:tcPr>
            <w:tcW w:w="3047" w:type="dxa"/>
          </w:tcPr>
          <w:p w14:paraId="0C3C8649" w14:textId="77777777" w:rsidR="002721E6" w:rsidRDefault="002721E6" w:rsidP="0012778E">
            <w:pPr>
              <w:pStyle w:val="ECCTabletext"/>
              <w:keepNext/>
            </w:pPr>
            <w:r w:rsidRPr="00F52B5D">
              <w:t>0.0</w:t>
            </w:r>
            <w:r>
              <w:t xml:space="preserve"> dB</w:t>
            </w:r>
          </w:p>
        </w:tc>
      </w:tr>
      <w:tr w:rsidR="002721E6" w14:paraId="69DC4312" w14:textId="77777777" w:rsidTr="0012778E">
        <w:tc>
          <w:tcPr>
            <w:tcW w:w="3121" w:type="dxa"/>
          </w:tcPr>
          <w:p w14:paraId="3A9F279A" w14:textId="77777777" w:rsidR="002721E6" w:rsidRDefault="002721E6" w:rsidP="0012778E">
            <w:pPr>
              <w:pStyle w:val="ECCTabletext"/>
              <w:keepNext/>
            </w:pPr>
            <w:r w:rsidRPr="00F52B5D">
              <w:t>452 ducting / layer reflection</w:t>
            </w:r>
          </w:p>
        </w:tc>
        <w:tc>
          <w:tcPr>
            <w:tcW w:w="3047" w:type="dxa"/>
          </w:tcPr>
          <w:p w14:paraId="06BF0981" w14:textId="77777777" w:rsidR="002721E6" w:rsidRDefault="002721E6" w:rsidP="0012778E">
            <w:pPr>
              <w:pStyle w:val="ECCTabletext"/>
              <w:keepNext/>
            </w:pPr>
            <w:r w:rsidRPr="00F52B5D">
              <w:t>84.937342</w:t>
            </w:r>
            <w:r>
              <w:t xml:space="preserve"> dB</w:t>
            </w:r>
          </w:p>
        </w:tc>
      </w:tr>
      <w:tr w:rsidR="002721E6" w14:paraId="12C4CA86" w14:textId="77777777" w:rsidTr="0012778E">
        <w:tc>
          <w:tcPr>
            <w:tcW w:w="3121" w:type="dxa"/>
          </w:tcPr>
          <w:p w14:paraId="420605FF" w14:textId="77777777" w:rsidR="002721E6" w:rsidRDefault="002721E6" w:rsidP="0012778E">
            <w:pPr>
              <w:pStyle w:val="ECCTabletext"/>
              <w:keepNext/>
            </w:pPr>
            <w:r w:rsidRPr="00F52B5D">
              <w:t>452 tropospheric scatter</w:t>
            </w:r>
          </w:p>
        </w:tc>
        <w:tc>
          <w:tcPr>
            <w:tcW w:w="3047" w:type="dxa"/>
          </w:tcPr>
          <w:p w14:paraId="7C20D629" w14:textId="77777777" w:rsidR="002721E6" w:rsidRDefault="002721E6" w:rsidP="0012778E">
            <w:pPr>
              <w:pStyle w:val="ECCTabletext"/>
              <w:keepNext/>
            </w:pPr>
            <w:r w:rsidRPr="00F52B5D">
              <w:t>147.203898</w:t>
            </w:r>
            <w:r>
              <w:t xml:space="preserve"> dB</w:t>
            </w:r>
          </w:p>
        </w:tc>
      </w:tr>
      <w:tr w:rsidR="002721E6" w14:paraId="138BDA7A" w14:textId="77777777" w:rsidTr="0012778E">
        <w:tc>
          <w:tcPr>
            <w:tcW w:w="3121" w:type="dxa"/>
          </w:tcPr>
          <w:p w14:paraId="229A3240" w14:textId="77777777" w:rsidR="002721E6" w:rsidRDefault="002721E6" w:rsidP="0012778E">
            <w:pPr>
              <w:pStyle w:val="ECCTabletext"/>
              <w:keepNext/>
            </w:pPr>
            <w:r w:rsidRPr="00F52B5D">
              <w:t>Diffraction type</w:t>
            </w:r>
          </w:p>
        </w:tc>
        <w:tc>
          <w:tcPr>
            <w:tcW w:w="3047" w:type="dxa"/>
          </w:tcPr>
          <w:p w14:paraId="1086843D" w14:textId="77777777" w:rsidR="002721E6" w:rsidRDefault="002721E6" w:rsidP="0012778E">
            <w:pPr>
              <w:pStyle w:val="ECCTabletext"/>
              <w:keepNext/>
            </w:pPr>
            <w:r w:rsidRPr="00F52B5D">
              <w:t>Bullington And Spherical Earth</w:t>
            </w:r>
          </w:p>
        </w:tc>
      </w:tr>
      <w:tr w:rsidR="002721E6" w14:paraId="775E9601" w14:textId="77777777" w:rsidTr="0012778E">
        <w:tc>
          <w:tcPr>
            <w:tcW w:w="3121" w:type="dxa"/>
          </w:tcPr>
          <w:p w14:paraId="77492447" w14:textId="77777777" w:rsidR="002721E6" w:rsidRDefault="002721E6" w:rsidP="0012778E">
            <w:pPr>
              <w:pStyle w:val="ECCTabletext"/>
              <w:keepNext/>
            </w:pPr>
            <w:r w:rsidRPr="00F52B5D">
              <w:t>Diffraction</w:t>
            </w:r>
          </w:p>
        </w:tc>
        <w:tc>
          <w:tcPr>
            <w:tcW w:w="3047" w:type="dxa"/>
          </w:tcPr>
          <w:p w14:paraId="4C01AD35" w14:textId="77777777" w:rsidR="002721E6" w:rsidRDefault="002721E6" w:rsidP="0012778E">
            <w:pPr>
              <w:pStyle w:val="ECCTabletext"/>
              <w:keepNext/>
            </w:pPr>
            <w:r w:rsidRPr="00F52B5D">
              <w:t>0.0</w:t>
            </w:r>
            <w:r>
              <w:t xml:space="preserve"> dB</w:t>
            </w:r>
          </w:p>
        </w:tc>
      </w:tr>
      <w:tr w:rsidR="002721E6" w14:paraId="0EFC09B2" w14:textId="77777777" w:rsidTr="0012778E">
        <w:tc>
          <w:tcPr>
            <w:tcW w:w="3121" w:type="dxa"/>
          </w:tcPr>
          <w:p w14:paraId="02AD96B5" w14:textId="77777777" w:rsidR="002721E6" w:rsidRDefault="002721E6" w:rsidP="0012778E">
            <w:pPr>
              <w:pStyle w:val="ECCTabletext"/>
              <w:keepNext/>
            </w:pPr>
            <w:r w:rsidRPr="00F52B5D">
              <w:t>ITU-R P</w:t>
            </w:r>
            <w:r>
              <w:t>.</w:t>
            </w:r>
            <w:r w:rsidRPr="00F52B5D">
              <w:t>2108</w:t>
            </w:r>
          </w:p>
        </w:tc>
        <w:tc>
          <w:tcPr>
            <w:tcW w:w="3047" w:type="dxa"/>
          </w:tcPr>
          <w:p w14:paraId="587B586C" w14:textId="77777777" w:rsidR="002721E6" w:rsidRDefault="002721E6" w:rsidP="0012778E">
            <w:pPr>
              <w:pStyle w:val="ECCTabletext"/>
              <w:keepNext/>
            </w:pPr>
            <w:r w:rsidRPr="00F52B5D">
              <w:t>24.47888</w:t>
            </w:r>
            <w:r>
              <w:t xml:space="preserve"> dB</w:t>
            </w:r>
          </w:p>
        </w:tc>
      </w:tr>
      <w:tr w:rsidR="002721E6" w14:paraId="02521CCD" w14:textId="77777777" w:rsidTr="0012778E">
        <w:tc>
          <w:tcPr>
            <w:tcW w:w="3121" w:type="dxa"/>
          </w:tcPr>
          <w:p w14:paraId="760CAFB4" w14:textId="77777777" w:rsidR="002721E6" w:rsidRDefault="002721E6" w:rsidP="0012778E">
            <w:pPr>
              <w:pStyle w:val="ECCTabletext"/>
              <w:keepNext/>
            </w:pPr>
            <w:r w:rsidRPr="00F52B5D">
              <w:t>Victim Peak Gain</w:t>
            </w:r>
          </w:p>
        </w:tc>
        <w:tc>
          <w:tcPr>
            <w:tcW w:w="3047" w:type="dxa"/>
          </w:tcPr>
          <w:p w14:paraId="5FBD7583" w14:textId="77777777" w:rsidR="002721E6" w:rsidRDefault="002721E6" w:rsidP="0012778E">
            <w:pPr>
              <w:pStyle w:val="ECCTabletext"/>
              <w:keepNext/>
            </w:pPr>
            <w:r w:rsidRPr="00F52B5D">
              <w:t>25.778448</w:t>
            </w:r>
            <w:r>
              <w:t xml:space="preserve"> dB</w:t>
            </w:r>
          </w:p>
        </w:tc>
      </w:tr>
      <w:tr w:rsidR="002721E6" w14:paraId="366E8859" w14:textId="77777777" w:rsidTr="0012778E">
        <w:tc>
          <w:tcPr>
            <w:tcW w:w="3121" w:type="dxa"/>
          </w:tcPr>
          <w:p w14:paraId="2327A1C4" w14:textId="77777777" w:rsidR="002721E6" w:rsidRDefault="002721E6" w:rsidP="0012778E">
            <w:pPr>
              <w:pStyle w:val="ECCTabletext"/>
              <w:keepNext/>
            </w:pPr>
            <w:r w:rsidRPr="00F52B5D">
              <w:t>Victim Relative Gain</w:t>
            </w:r>
          </w:p>
        </w:tc>
        <w:tc>
          <w:tcPr>
            <w:tcW w:w="3047" w:type="dxa"/>
          </w:tcPr>
          <w:p w14:paraId="4275A603" w14:textId="77777777" w:rsidR="002721E6" w:rsidRDefault="002721E6" w:rsidP="0012778E">
            <w:pPr>
              <w:pStyle w:val="ECCTabletext"/>
              <w:keepNext/>
            </w:pPr>
            <w:r w:rsidRPr="00F52B5D">
              <w:t>-5.126546</w:t>
            </w:r>
            <w:r>
              <w:t xml:space="preserve"> dB</w:t>
            </w:r>
          </w:p>
        </w:tc>
      </w:tr>
      <w:tr w:rsidR="002721E6" w14:paraId="779C7FF6" w14:textId="77777777" w:rsidTr="0012778E">
        <w:tc>
          <w:tcPr>
            <w:tcW w:w="3121" w:type="dxa"/>
          </w:tcPr>
          <w:p w14:paraId="49718E35" w14:textId="77777777" w:rsidR="002721E6" w:rsidRDefault="002721E6" w:rsidP="0012778E">
            <w:pPr>
              <w:pStyle w:val="ECCTabletext"/>
              <w:keepNext/>
            </w:pPr>
            <w:r w:rsidRPr="00F52B5D">
              <w:t>Victim Feeder Loss</w:t>
            </w:r>
          </w:p>
        </w:tc>
        <w:tc>
          <w:tcPr>
            <w:tcW w:w="3047" w:type="dxa"/>
          </w:tcPr>
          <w:p w14:paraId="246952DC" w14:textId="77777777" w:rsidR="002721E6" w:rsidRDefault="002721E6" w:rsidP="0012778E">
            <w:pPr>
              <w:pStyle w:val="ECCTabletext"/>
              <w:keepNext/>
            </w:pPr>
            <w:r w:rsidRPr="00F52B5D">
              <w:t>0.0</w:t>
            </w:r>
          </w:p>
        </w:tc>
      </w:tr>
      <w:tr w:rsidR="002721E6" w14:paraId="4410430E" w14:textId="77777777" w:rsidTr="0012778E">
        <w:tc>
          <w:tcPr>
            <w:tcW w:w="3121" w:type="dxa"/>
          </w:tcPr>
          <w:p w14:paraId="49E5E97E" w14:textId="77777777" w:rsidR="002721E6" w:rsidRDefault="002721E6" w:rsidP="0012778E">
            <w:pPr>
              <w:pStyle w:val="ECCTabletext"/>
              <w:keepNext/>
            </w:pPr>
            <w:r w:rsidRPr="00F52B5D">
              <w:t>Unadjusted I Signal Strength</w:t>
            </w:r>
          </w:p>
        </w:tc>
        <w:tc>
          <w:tcPr>
            <w:tcW w:w="3047" w:type="dxa"/>
          </w:tcPr>
          <w:p w14:paraId="143B5A9F" w14:textId="77777777" w:rsidR="002721E6" w:rsidRDefault="002721E6" w:rsidP="0012778E">
            <w:pPr>
              <w:pStyle w:val="ECCTabletext"/>
              <w:keepNext/>
            </w:pPr>
            <w:r w:rsidRPr="00F52B5D">
              <w:t>-133.752293</w:t>
            </w:r>
            <w:r>
              <w:t xml:space="preserve"> dBW</w:t>
            </w:r>
          </w:p>
        </w:tc>
      </w:tr>
      <w:tr w:rsidR="002721E6" w14:paraId="108A0C5B" w14:textId="77777777" w:rsidTr="0012778E">
        <w:tc>
          <w:tcPr>
            <w:tcW w:w="3121" w:type="dxa"/>
          </w:tcPr>
          <w:p w14:paraId="3EE939E4" w14:textId="77777777" w:rsidR="002721E6" w:rsidRDefault="002721E6" w:rsidP="0012778E">
            <w:pPr>
              <w:pStyle w:val="ECCTabletext"/>
              <w:keepNext/>
            </w:pPr>
            <w:r w:rsidRPr="00F52B5D">
              <w:t>I</w:t>
            </w:r>
          </w:p>
        </w:tc>
        <w:tc>
          <w:tcPr>
            <w:tcW w:w="3047" w:type="dxa"/>
          </w:tcPr>
          <w:p w14:paraId="145EB673" w14:textId="77777777" w:rsidR="002721E6" w:rsidRDefault="002721E6" w:rsidP="0012778E">
            <w:pPr>
              <w:pStyle w:val="ECCTabletext"/>
              <w:keepNext/>
            </w:pPr>
            <w:r w:rsidRPr="00F52B5D">
              <w:t>-162.871793</w:t>
            </w:r>
            <w:r>
              <w:t xml:space="preserve"> dBW</w:t>
            </w:r>
          </w:p>
        </w:tc>
      </w:tr>
      <w:tr w:rsidR="002721E6" w14:paraId="54398370" w14:textId="77777777" w:rsidTr="0012778E">
        <w:tc>
          <w:tcPr>
            <w:tcW w:w="3121" w:type="dxa"/>
          </w:tcPr>
          <w:p w14:paraId="1B08C9D7" w14:textId="77777777" w:rsidR="002721E6" w:rsidRDefault="002721E6" w:rsidP="0012778E">
            <w:pPr>
              <w:pStyle w:val="ECCTabletext"/>
              <w:keepNext/>
            </w:pPr>
            <w:r w:rsidRPr="00F52B5D">
              <w:t>I/N</w:t>
            </w:r>
          </w:p>
        </w:tc>
        <w:tc>
          <w:tcPr>
            <w:tcW w:w="3047" w:type="dxa"/>
          </w:tcPr>
          <w:p w14:paraId="3B33FB39" w14:textId="77777777" w:rsidR="002721E6" w:rsidRDefault="002721E6" w:rsidP="0012778E">
            <w:pPr>
              <w:pStyle w:val="ECCTabletext"/>
              <w:keepNext/>
            </w:pPr>
            <w:r w:rsidRPr="00F52B5D">
              <w:t>-41.970188</w:t>
            </w:r>
            <w:r>
              <w:t xml:space="preserve"> dB</w:t>
            </w:r>
          </w:p>
        </w:tc>
      </w:tr>
      <w:tr w:rsidR="002721E6" w14:paraId="2D48D34E" w14:textId="77777777" w:rsidTr="0012778E">
        <w:tc>
          <w:tcPr>
            <w:tcW w:w="6168" w:type="dxa"/>
            <w:gridSpan w:val="2"/>
            <w:shd w:val="clear" w:color="auto" w:fill="D22A23"/>
            <w:vAlign w:val="top"/>
          </w:tcPr>
          <w:p w14:paraId="3D742F56" w14:textId="23B00A20" w:rsidR="002721E6" w:rsidRPr="00AE196E" w:rsidRDefault="002721E6" w:rsidP="0012778E">
            <w:pPr>
              <w:pStyle w:val="ECCTableHeaderwhitefont"/>
              <w:keepNext/>
              <w:rPr>
                <w:b/>
                <w:bCs w:val="0"/>
              </w:rPr>
            </w:pPr>
            <w:r w:rsidRPr="00AE196E">
              <w:rPr>
                <w:b/>
                <w:iCs/>
              </w:rPr>
              <w:t>Advantages</w:t>
            </w:r>
          </w:p>
        </w:tc>
      </w:tr>
      <w:tr w:rsidR="002721E6" w14:paraId="264A2CBB" w14:textId="77777777" w:rsidTr="0012778E">
        <w:tc>
          <w:tcPr>
            <w:tcW w:w="3121" w:type="dxa"/>
          </w:tcPr>
          <w:p w14:paraId="5DDF21BD" w14:textId="77777777" w:rsidR="002721E6" w:rsidRDefault="002721E6" w:rsidP="0012778E">
            <w:pPr>
              <w:pStyle w:val="ECCTabletext"/>
              <w:keepNext/>
            </w:pPr>
            <w:r w:rsidRPr="00F52B5D">
              <w:t>NFD adjustment</w:t>
            </w:r>
          </w:p>
        </w:tc>
        <w:tc>
          <w:tcPr>
            <w:tcW w:w="3047" w:type="dxa"/>
          </w:tcPr>
          <w:p w14:paraId="541E37A9" w14:textId="77777777" w:rsidR="002721E6" w:rsidRDefault="002721E6" w:rsidP="0012778E">
            <w:pPr>
              <w:pStyle w:val="ECCTabletext"/>
              <w:keepNext/>
            </w:pPr>
            <w:r w:rsidRPr="00F52B5D">
              <w:t>29.1195</w:t>
            </w:r>
            <w:r>
              <w:t xml:space="preserve"> dB</w:t>
            </w:r>
          </w:p>
        </w:tc>
      </w:tr>
    </w:tbl>
    <w:p w14:paraId="06A2CFB7" w14:textId="77777777" w:rsidR="002721E6" w:rsidRPr="00560D03" w:rsidRDefault="002721E6" w:rsidP="002721E6">
      <w:pPr>
        <w:pStyle w:val="Heading2"/>
        <w:ind w:left="426" w:hanging="436"/>
        <w:rPr>
          <w:rStyle w:val="ECCParagraph"/>
        </w:rPr>
      </w:pPr>
      <w:r w:rsidRPr="00560D03">
        <w:rPr>
          <w:rStyle w:val="ECCParagraph"/>
        </w:rPr>
        <w:lastRenderedPageBreak/>
        <w:t>Results and summary</w:t>
      </w:r>
    </w:p>
    <w:p w14:paraId="2F07416D" w14:textId="77777777" w:rsidR="002721E6" w:rsidRPr="00560D03" w:rsidRDefault="002721E6" w:rsidP="002721E6">
      <w:r w:rsidRPr="00560D03">
        <w:t>The probability of interference from DECT-2020 NR into MFCN is given by:</w:t>
      </w:r>
    </w:p>
    <w:p w14:paraId="4465B0F0" w14:textId="77777777" w:rsidR="002721E6" w:rsidRPr="00DC7057" w:rsidRDefault="002721E6" w:rsidP="002721E6">
      <w:pPr>
        <w:jc w:val="center"/>
        <w:rPr>
          <w:i/>
          <w:iCs/>
          <w:szCs w:val="20"/>
        </w:rPr>
      </w:pPr>
      <w:r w:rsidRPr="00DC7057">
        <w:rPr>
          <w:rFonts w:cs="Arial"/>
          <w:i/>
          <w:iCs/>
          <w:szCs w:val="20"/>
        </w:rPr>
        <w:t>Probability of interference</w:t>
      </w:r>
      <w:r>
        <w:rPr>
          <w:rFonts w:cs="Arial"/>
          <w:i/>
          <w:iCs/>
          <w:szCs w:val="20"/>
        </w:rPr>
        <w:t xml:space="preserve"> =</w:t>
      </w:r>
      <w:r w:rsidRPr="00DC7057">
        <w:rPr>
          <w:rFonts w:cs="Arial"/>
          <w:i/>
          <w:iCs/>
          <w:szCs w:val="20"/>
        </w:rPr>
        <w:t xml:space="preserve"> ∑Snapshots where protection criterion is exceeded / ∑Snapshots</w:t>
      </w:r>
    </w:p>
    <w:p w14:paraId="0C41C5D3" w14:textId="7BF725E3" w:rsidR="002721E6" w:rsidRPr="00560D03" w:rsidRDefault="002721E6" w:rsidP="002721E6">
      <w:pPr>
        <w:rPr>
          <w:rStyle w:val="ECCParagraph"/>
        </w:rPr>
      </w:pPr>
      <w:r w:rsidRPr="00560D03">
        <w:rPr>
          <w:rStyle w:val="ECCParagraph"/>
        </w:rPr>
        <w:t xml:space="preserve">Table 5 gives the results for a DECT-2020 NR interferer at 3.805 </w:t>
      </w:r>
      <w:r w:rsidR="007F47E4">
        <w:rPr>
          <w:rStyle w:val="ECCParagraph"/>
        </w:rPr>
        <w:t>G</w:t>
      </w:r>
      <w:r w:rsidRPr="00560D03">
        <w:rPr>
          <w:rStyle w:val="ECCParagraph"/>
        </w:rPr>
        <w:t xml:space="preserve">Hz and 3.915 </w:t>
      </w:r>
      <w:r w:rsidR="007F47E4">
        <w:rPr>
          <w:rStyle w:val="ECCParagraph"/>
        </w:rPr>
        <w:t>G</w:t>
      </w:r>
      <w:r w:rsidRPr="00560D03">
        <w:rPr>
          <w:rStyle w:val="ECCParagraph"/>
        </w:rPr>
        <w:t>Hz based on a protection criterion of -6 dB I/N and with TPC for DECT-2020 NR.</w:t>
      </w:r>
    </w:p>
    <w:p w14:paraId="524EF2F0" w14:textId="77777777" w:rsidR="002721E6" w:rsidRPr="00101697" w:rsidRDefault="002721E6" w:rsidP="002721E6">
      <w:pPr>
        <w:pStyle w:val="Caption"/>
        <w:rPr>
          <w:rStyle w:val="ECCParagraph"/>
        </w:rPr>
      </w:pPr>
      <w:bookmarkStart w:id="0" w:name="_Ref159584459"/>
      <w:r w:rsidRPr="00101697">
        <w:rPr>
          <w:rStyle w:val="ECCParagraph"/>
        </w:rPr>
        <w:t xml:space="preserve">Table </w:t>
      </w:r>
      <w:bookmarkEnd w:id="0"/>
      <w:r>
        <w:rPr>
          <w:rStyle w:val="ECCParagraph"/>
        </w:rPr>
        <w:t>5</w:t>
      </w:r>
      <w:r w:rsidRPr="00101697">
        <w:rPr>
          <w:rStyle w:val="ECCParagraph"/>
        </w:rPr>
        <w:t xml:space="preserve">: </w:t>
      </w:r>
      <w:r>
        <w:rPr>
          <w:rStyle w:val="ECCParagraph"/>
        </w:rPr>
        <w:t>Probability of</w:t>
      </w:r>
      <w:r w:rsidRPr="00101697">
        <w:rPr>
          <w:rStyle w:val="ECCParagraph"/>
        </w:rPr>
        <w:t xml:space="preserve"> </w:t>
      </w:r>
      <w:r>
        <w:rPr>
          <w:rStyle w:val="ECCParagraph"/>
        </w:rPr>
        <w:t xml:space="preserve">DECT-2020 NR radio device exceeds </w:t>
      </w:r>
      <w:r w:rsidRPr="00101697">
        <w:rPr>
          <w:rStyle w:val="ECCParagraph"/>
        </w:rPr>
        <w:t>-6 dB</w:t>
      </w:r>
      <w:r>
        <w:rPr>
          <w:rStyle w:val="ECCParagraph"/>
        </w:rPr>
        <w:t xml:space="preserve"> I/N at the MFCN base station receiver (</w:t>
      </w:r>
      <w:r w:rsidRPr="00101697">
        <w:rPr>
          <w:rStyle w:val="ECCParagraph"/>
        </w:rPr>
        <w:t>Urban Macro case</w:t>
      </w:r>
      <w:r>
        <w:rPr>
          <w:rStyle w:val="ECCParagraph"/>
        </w:rPr>
        <w:t>)</w:t>
      </w:r>
      <w:r w:rsidRPr="00101697">
        <w:rPr>
          <w:rStyle w:val="ECCParagraph"/>
        </w:rPr>
        <w:t xml:space="preserve"> </w:t>
      </w:r>
    </w:p>
    <w:tbl>
      <w:tblPr>
        <w:tblStyle w:val="ECCTable-redheader"/>
        <w:tblW w:w="8057" w:type="dxa"/>
        <w:tblInd w:w="0" w:type="dxa"/>
        <w:tblLook w:val="04A0" w:firstRow="1" w:lastRow="0" w:firstColumn="1" w:lastColumn="0" w:noHBand="0" w:noVBand="1"/>
      </w:tblPr>
      <w:tblGrid>
        <w:gridCol w:w="1806"/>
        <w:gridCol w:w="2081"/>
        <w:gridCol w:w="1241"/>
        <w:gridCol w:w="2929"/>
      </w:tblGrid>
      <w:tr w:rsidR="002721E6" w:rsidRPr="00101697" w14:paraId="6CE79BD0" w14:textId="77777777" w:rsidTr="00DF19D1">
        <w:trPr>
          <w:cnfStyle w:val="100000000000" w:firstRow="1" w:lastRow="0" w:firstColumn="0" w:lastColumn="0" w:oddVBand="0" w:evenVBand="0" w:oddHBand="0" w:evenHBand="0" w:firstRowFirstColumn="0" w:firstRowLastColumn="0" w:lastRowFirstColumn="0" w:lastRowLastColumn="0"/>
        </w:trPr>
        <w:tc>
          <w:tcPr>
            <w:tcW w:w="1806" w:type="dxa"/>
          </w:tcPr>
          <w:p w14:paraId="39CABF60" w14:textId="77777777" w:rsidR="002721E6" w:rsidRPr="00B1704A" w:rsidRDefault="002721E6" w:rsidP="00BF5CF0">
            <w:pPr>
              <w:pStyle w:val="ECCTableHeaderwhitefont"/>
              <w:rPr>
                <w:i w:val="0"/>
                <w:iCs/>
              </w:rPr>
            </w:pPr>
            <w:r w:rsidRPr="00B1704A">
              <w:rPr>
                <w:i w:val="0"/>
                <w:iCs/>
              </w:rPr>
              <w:t>MFCN Scenario</w:t>
            </w:r>
          </w:p>
        </w:tc>
        <w:tc>
          <w:tcPr>
            <w:tcW w:w="2081" w:type="dxa"/>
          </w:tcPr>
          <w:p w14:paraId="321C85B7" w14:textId="5B69EDB3" w:rsidR="002721E6" w:rsidRPr="00B1704A" w:rsidRDefault="00AB5A50" w:rsidP="00BF5CF0">
            <w:pPr>
              <w:pStyle w:val="ECCTableHeaderwhitefont"/>
              <w:rPr>
                <w:i w:val="0"/>
                <w:iCs/>
              </w:rPr>
            </w:pPr>
            <w:r>
              <w:rPr>
                <w:i w:val="0"/>
                <w:iCs/>
              </w:rPr>
              <w:t>Centre f</w:t>
            </w:r>
            <w:r w:rsidR="002721E6" w:rsidRPr="00B1704A">
              <w:rPr>
                <w:i w:val="0"/>
                <w:iCs/>
              </w:rPr>
              <w:t>req</w:t>
            </w:r>
            <w:r w:rsidR="00814E35">
              <w:rPr>
                <w:i w:val="0"/>
                <w:iCs/>
              </w:rPr>
              <w:t xml:space="preserve">uency </w:t>
            </w:r>
            <w:r w:rsidR="002721E6" w:rsidRPr="00B1704A">
              <w:rPr>
                <w:i w:val="0"/>
                <w:iCs/>
              </w:rPr>
              <w:t>of DECT-2020 NR</w:t>
            </w:r>
          </w:p>
        </w:tc>
        <w:tc>
          <w:tcPr>
            <w:tcW w:w="1241" w:type="dxa"/>
          </w:tcPr>
          <w:p w14:paraId="0B428E08" w14:textId="77777777" w:rsidR="002721E6" w:rsidRPr="00B1704A" w:rsidRDefault="002721E6" w:rsidP="00BF5CF0">
            <w:pPr>
              <w:pStyle w:val="ECCTableHeaderwhitefont"/>
              <w:rPr>
                <w:i w:val="0"/>
                <w:iCs/>
              </w:rPr>
            </w:pPr>
            <w:r w:rsidRPr="00B1704A">
              <w:rPr>
                <w:i w:val="0"/>
                <w:iCs/>
              </w:rPr>
              <w:t>NFD</w:t>
            </w:r>
          </w:p>
        </w:tc>
        <w:tc>
          <w:tcPr>
            <w:tcW w:w="2929" w:type="dxa"/>
          </w:tcPr>
          <w:p w14:paraId="134F8680" w14:textId="77777777" w:rsidR="002721E6" w:rsidRPr="00B1704A" w:rsidRDefault="002721E6" w:rsidP="00BF5CF0">
            <w:pPr>
              <w:pStyle w:val="ECCTableHeaderwhitefont"/>
              <w:rPr>
                <w:i w:val="0"/>
                <w:iCs/>
              </w:rPr>
            </w:pPr>
            <w:r>
              <w:rPr>
                <w:i w:val="0"/>
                <w:iCs/>
              </w:rPr>
              <w:t>Probability of interference</w:t>
            </w:r>
          </w:p>
        </w:tc>
      </w:tr>
      <w:tr w:rsidR="002721E6" w:rsidRPr="00101697" w14:paraId="428122AB" w14:textId="77777777" w:rsidTr="00DF19D1">
        <w:tc>
          <w:tcPr>
            <w:tcW w:w="1806" w:type="dxa"/>
            <w:vAlign w:val="top"/>
          </w:tcPr>
          <w:p w14:paraId="0C516710" w14:textId="77777777" w:rsidR="002721E6" w:rsidRPr="00B1704A" w:rsidRDefault="002721E6" w:rsidP="00814E35">
            <w:pPr>
              <w:pStyle w:val="ECCTabletext"/>
            </w:pPr>
            <w:r w:rsidRPr="00B1704A">
              <w:t>Urban Macro</w:t>
            </w:r>
          </w:p>
        </w:tc>
        <w:tc>
          <w:tcPr>
            <w:tcW w:w="2081" w:type="dxa"/>
          </w:tcPr>
          <w:p w14:paraId="29EB84E4" w14:textId="77777777" w:rsidR="002721E6" w:rsidRPr="00B1704A" w:rsidRDefault="002721E6" w:rsidP="00814E35">
            <w:pPr>
              <w:pStyle w:val="ECCTabletext"/>
            </w:pPr>
            <w:r w:rsidRPr="00B1704A">
              <w:t>3.805 GHz</w:t>
            </w:r>
          </w:p>
        </w:tc>
        <w:tc>
          <w:tcPr>
            <w:tcW w:w="1241" w:type="dxa"/>
            <w:vAlign w:val="top"/>
          </w:tcPr>
          <w:p w14:paraId="4B55DB85" w14:textId="77777777" w:rsidR="002721E6" w:rsidRPr="00B1704A" w:rsidRDefault="002721E6" w:rsidP="00814E35">
            <w:pPr>
              <w:pStyle w:val="ECCTabletext"/>
            </w:pPr>
            <w:r w:rsidRPr="00B1704A">
              <w:t>21.0574 dB</w:t>
            </w:r>
          </w:p>
        </w:tc>
        <w:tc>
          <w:tcPr>
            <w:tcW w:w="2929" w:type="dxa"/>
            <w:vAlign w:val="top"/>
          </w:tcPr>
          <w:p w14:paraId="37D35C1A" w14:textId="77777777" w:rsidR="002721E6" w:rsidRPr="00B1704A" w:rsidRDefault="002721E6" w:rsidP="00814E35">
            <w:pPr>
              <w:pStyle w:val="ECCTabletext"/>
            </w:pPr>
            <w:r>
              <w:t>1.76</w:t>
            </w:r>
            <w:r w:rsidRPr="00B1704A">
              <w:t>%</w:t>
            </w:r>
          </w:p>
        </w:tc>
      </w:tr>
      <w:tr w:rsidR="002721E6" w:rsidRPr="00101697" w14:paraId="15F56921" w14:textId="77777777" w:rsidTr="00DF19D1">
        <w:tc>
          <w:tcPr>
            <w:tcW w:w="1806" w:type="dxa"/>
            <w:vAlign w:val="top"/>
          </w:tcPr>
          <w:p w14:paraId="6F1BD010" w14:textId="77777777" w:rsidR="002721E6" w:rsidRPr="00B1704A" w:rsidRDefault="002721E6" w:rsidP="00814E35">
            <w:pPr>
              <w:pStyle w:val="ECCTabletext"/>
            </w:pPr>
            <w:r w:rsidRPr="00B1704A">
              <w:t>Urban Macro</w:t>
            </w:r>
          </w:p>
        </w:tc>
        <w:tc>
          <w:tcPr>
            <w:tcW w:w="2081" w:type="dxa"/>
          </w:tcPr>
          <w:p w14:paraId="1909DCC4" w14:textId="77777777" w:rsidR="002721E6" w:rsidRPr="00B1704A" w:rsidRDefault="002721E6" w:rsidP="00814E35">
            <w:pPr>
              <w:pStyle w:val="ECCTabletext"/>
            </w:pPr>
            <w:r w:rsidRPr="00B1704A">
              <w:t>3.915 GHz</w:t>
            </w:r>
          </w:p>
        </w:tc>
        <w:tc>
          <w:tcPr>
            <w:tcW w:w="1241" w:type="dxa"/>
            <w:vAlign w:val="top"/>
          </w:tcPr>
          <w:p w14:paraId="2A6714DC" w14:textId="77777777" w:rsidR="002721E6" w:rsidRPr="00B1704A" w:rsidRDefault="002721E6" w:rsidP="00814E35">
            <w:pPr>
              <w:pStyle w:val="ECCTabletext"/>
            </w:pPr>
            <w:r w:rsidRPr="00B1704A">
              <w:t>29.1195 dB</w:t>
            </w:r>
          </w:p>
        </w:tc>
        <w:tc>
          <w:tcPr>
            <w:tcW w:w="2929" w:type="dxa"/>
            <w:vAlign w:val="top"/>
          </w:tcPr>
          <w:p w14:paraId="4F98049A" w14:textId="77777777" w:rsidR="002721E6" w:rsidRPr="00B1704A" w:rsidRDefault="002721E6" w:rsidP="00814E35">
            <w:pPr>
              <w:pStyle w:val="ECCTabletext"/>
            </w:pPr>
            <w:r>
              <w:t>0.515</w:t>
            </w:r>
            <w:r w:rsidRPr="00B1704A">
              <w:t>%</w:t>
            </w:r>
          </w:p>
        </w:tc>
      </w:tr>
    </w:tbl>
    <w:p w14:paraId="02CEE106" w14:textId="77777777" w:rsidR="002721E6" w:rsidRDefault="002721E6" w:rsidP="002721E6">
      <w:pPr>
        <w:pStyle w:val="Heading2"/>
        <w:ind w:left="426" w:hanging="436"/>
        <w:rPr>
          <w:rStyle w:val="ECCParagraph"/>
        </w:rPr>
      </w:pPr>
      <w:r w:rsidRPr="002A610A">
        <w:rPr>
          <w:rStyle w:val="ECCParagraph"/>
        </w:rPr>
        <w:t>Conclusion</w:t>
      </w:r>
    </w:p>
    <w:p w14:paraId="559B41F9" w14:textId="77777777" w:rsidR="002721E6" w:rsidRDefault="002721E6" w:rsidP="002721E6">
      <w:r>
        <w:t>As can be seen from Table 5, the probability of interference into MFCN is very low for radio devices operating with a maximum EIRP of 23 dBm and with transmission power control. It is highlighted that this study does not assume any indoor use of DECT-2020 NR or antenna heights below 10 m, both of which would further reduce the probability of interference. In addition, it is assumed that the probability of interference would also reduce when considering real-world equipment performance.</w:t>
      </w:r>
    </w:p>
    <w:p w14:paraId="2B0FBA8F" w14:textId="403EE066" w:rsidR="00231A0F" w:rsidRPr="00617E57" w:rsidRDefault="00231A0F">
      <w:pPr>
        <w:rPr>
          <w:rStyle w:val="ECCParagraph"/>
          <w:rFonts w:eastAsia="Times New Roman"/>
          <w:szCs w:val="16"/>
        </w:rPr>
      </w:pPr>
    </w:p>
    <w:sectPr w:rsidR="00231A0F" w:rsidRPr="00617E57" w:rsidSect="0012778E">
      <w:headerReference w:type="even" r:id="rId8"/>
      <w:headerReference w:type="default" r:id="rId9"/>
      <w:footerReference w:type="default" r:id="rId10"/>
      <w:headerReference w:type="first" r:id="rId11"/>
      <w:footerReference w:type="first" r:id="rId12"/>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DF896" w14:textId="77777777" w:rsidR="002248B5" w:rsidRDefault="002248B5" w:rsidP="00DB17F9">
      <w:r>
        <w:separator/>
      </w:r>
    </w:p>
    <w:p w14:paraId="11566152" w14:textId="77777777" w:rsidR="002248B5" w:rsidRDefault="002248B5"/>
  </w:endnote>
  <w:endnote w:type="continuationSeparator" w:id="0">
    <w:p w14:paraId="6AA68EAF" w14:textId="77777777" w:rsidR="002248B5" w:rsidRDefault="002248B5" w:rsidP="00DB17F9">
      <w:r>
        <w:continuationSeparator/>
      </w:r>
    </w:p>
    <w:p w14:paraId="12BCB375" w14:textId="77777777" w:rsidR="002248B5" w:rsidRDefault="002248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314725"/>
      <w:docPartObj>
        <w:docPartGallery w:val="Page Numbers (Bottom of Page)"/>
        <w:docPartUnique/>
      </w:docPartObj>
    </w:sdtPr>
    <w:sdtEndPr/>
    <w:sdtContent>
      <w:sdt>
        <w:sdtPr>
          <w:id w:val="-330138351"/>
          <w:docPartObj>
            <w:docPartGallery w:val="Page Numbers (Top of Page)"/>
            <w:docPartUnique/>
          </w:docPartObj>
        </w:sdtPr>
        <w:sdtEndPr/>
        <w:sdtContent>
          <w:p w14:paraId="223A8E5F" w14:textId="4D74222E" w:rsidR="0012778E" w:rsidRPr="0012778E" w:rsidRDefault="0012778E">
            <w:pPr>
              <w:pStyle w:val="Footer"/>
              <w:jc w:val="center"/>
            </w:pPr>
            <w:r w:rsidRPr="0012778E">
              <w:t xml:space="preserve">Page </w:t>
            </w:r>
            <w:r w:rsidRPr="0012778E">
              <w:rPr>
                <w:sz w:val="24"/>
                <w:szCs w:val="24"/>
              </w:rPr>
              <w:fldChar w:fldCharType="begin"/>
            </w:r>
            <w:r w:rsidRPr="0012778E">
              <w:instrText>PAGE</w:instrText>
            </w:r>
            <w:r w:rsidRPr="0012778E">
              <w:rPr>
                <w:sz w:val="24"/>
                <w:szCs w:val="24"/>
              </w:rPr>
              <w:fldChar w:fldCharType="separate"/>
            </w:r>
            <w:r w:rsidRPr="0012778E">
              <w:t>2</w:t>
            </w:r>
            <w:r w:rsidRPr="0012778E">
              <w:rPr>
                <w:sz w:val="24"/>
                <w:szCs w:val="24"/>
              </w:rPr>
              <w:fldChar w:fldCharType="end"/>
            </w:r>
            <w:r w:rsidRPr="0012778E">
              <w:t xml:space="preserve"> of </w:t>
            </w:r>
            <w:r w:rsidRPr="0012778E">
              <w:rPr>
                <w:sz w:val="24"/>
                <w:szCs w:val="24"/>
              </w:rPr>
              <w:fldChar w:fldCharType="begin"/>
            </w:r>
            <w:r w:rsidRPr="0012778E">
              <w:instrText>NUMPAGES</w:instrText>
            </w:r>
            <w:r w:rsidRPr="0012778E">
              <w:rPr>
                <w:sz w:val="24"/>
                <w:szCs w:val="24"/>
              </w:rPr>
              <w:fldChar w:fldCharType="separate"/>
            </w:r>
            <w:r w:rsidRPr="0012778E">
              <w:t>2</w:t>
            </w:r>
            <w:r w:rsidRPr="0012778E">
              <w:rPr>
                <w:sz w:val="24"/>
                <w:szCs w:val="24"/>
              </w:rPr>
              <w:fldChar w:fldCharType="end"/>
            </w:r>
          </w:p>
        </w:sdtContent>
      </w:sdt>
    </w:sdtContent>
  </w:sdt>
  <w:p w14:paraId="1BE370E7" w14:textId="77777777" w:rsidR="009C07C4" w:rsidRDefault="009C0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2898376"/>
      <w:docPartObj>
        <w:docPartGallery w:val="Page Numbers (Bottom of Page)"/>
        <w:docPartUnique/>
      </w:docPartObj>
    </w:sdtPr>
    <w:sdtEndPr/>
    <w:sdtContent>
      <w:sdt>
        <w:sdtPr>
          <w:id w:val="1728636285"/>
          <w:docPartObj>
            <w:docPartGallery w:val="Page Numbers (Top of Page)"/>
            <w:docPartUnique/>
          </w:docPartObj>
        </w:sdtPr>
        <w:sdtEndPr/>
        <w:sdtContent>
          <w:p w14:paraId="21694CA2" w14:textId="1292BEA5" w:rsidR="009C07C4" w:rsidRPr="009C07C4" w:rsidRDefault="009C07C4">
            <w:pPr>
              <w:pStyle w:val="Footer"/>
              <w:jc w:val="center"/>
            </w:pPr>
            <w:r w:rsidRPr="009C07C4">
              <w:t xml:space="preserve">Page </w:t>
            </w:r>
            <w:r w:rsidRPr="009C07C4">
              <w:rPr>
                <w:sz w:val="24"/>
                <w:szCs w:val="24"/>
              </w:rPr>
              <w:fldChar w:fldCharType="begin"/>
            </w:r>
            <w:r w:rsidRPr="00DF19D1">
              <w:instrText>PAGE</w:instrText>
            </w:r>
            <w:r w:rsidRPr="009C07C4">
              <w:rPr>
                <w:sz w:val="24"/>
                <w:szCs w:val="24"/>
              </w:rPr>
              <w:fldChar w:fldCharType="separate"/>
            </w:r>
            <w:r w:rsidRPr="00DF19D1">
              <w:t>2</w:t>
            </w:r>
            <w:r w:rsidRPr="009C07C4">
              <w:rPr>
                <w:sz w:val="24"/>
                <w:szCs w:val="24"/>
              </w:rPr>
              <w:fldChar w:fldCharType="end"/>
            </w:r>
            <w:r w:rsidRPr="009C07C4">
              <w:t xml:space="preserve"> of </w:t>
            </w:r>
            <w:r w:rsidRPr="009C07C4">
              <w:rPr>
                <w:sz w:val="24"/>
                <w:szCs w:val="24"/>
              </w:rPr>
              <w:fldChar w:fldCharType="begin"/>
            </w:r>
            <w:r w:rsidRPr="00DF19D1">
              <w:instrText>NUMPAGES</w:instrText>
            </w:r>
            <w:r w:rsidRPr="009C07C4">
              <w:rPr>
                <w:sz w:val="24"/>
                <w:szCs w:val="24"/>
              </w:rPr>
              <w:fldChar w:fldCharType="separate"/>
            </w:r>
            <w:r w:rsidRPr="00DF19D1">
              <w:t>2</w:t>
            </w:r>
            <w:r w:rsidRPr="009C07C4">
              <w:rPr>
                <w:sz w:val="24"/>
                <w:szCs w:val="24"/>
              </w:rPr>
              <w:fldChar w:fldCharType="end"/>
            </w:r>
          </w:p>
        </w:sdtContent>
      </w:sdt>
    </w:sdtContent>
  </w:sdt>
  <w:p w14:paraId="674913C4" w14:textId="77777777" w:rsidR="009C07C4" w:rsidRDefault="009C07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D3FAD" w14:textId="77777777" w:rsidR="002248B5" w:rsidRPr="00F51BD6" w:rsidRDefault="002248B5" w:rsidP="00CD07E7">
      <w:pPr>
        <w:spacing w:before="120" w:after="0"/>
      </w:pPr>
      <w:r>
        <w:separator/>
      </w:r>
    </w:p>
  </w:footnote>
  <w:footnote w:type="continuationSeparator" w:id="0">
    <w:p w14:paraId="012584EA" w14:textId="77777777" w:rsidR="002248B5" w:rsidRDefault="002248B5" w:rsidP="00CD07E7">
      <w:pPr>
        <w:spacing w:before="120" w:after="0"/>
      </w:pPr>
      <w:r>
        <w:continuationSeparator/>
      </w:r>
    </w:p>
  </w:footnote>
  <w:footnote w:type="continuationNotice" w:id="1">
    <w:p w14:paraId="2449E373" w14:textId="77777777" w:rsidR="002248B5" w:rsidRPr="00CD07E7" w:rsidRDefault="002248B5" w:rsidP="00CD07E7">
      <w:pPr>
        <w:spacing w:before="120" w:after="0"/>
      </w:pPr>
    </w:p>
  </w:footnote>
  <w:footnote w:id="2">
    <w:p w14:paraId="6E5447C5" w14:textId="6389E98F" w:rsidR="00F8396D" w:rsidRPr="009C07C4" w:rsidRDefault="00F8396D">
      <w:pPr>
        <w:pStyle w:val="FootnoteText"/>
        <w:rPr>
          <w:lang w:val="en-GB"/>
        </w:rPr>
      </w:pPr>
      <w:r>
        <w:rPr>
          <w:rStyle w:val="FootnoteReference"/>
        </w:rPr>
        <w:footnoteRef/>
      </w:r>
      <w:r>
        <w:t xml:space="preserve"> </w:t>
      </w:r>
      <w:hyperlink r:id="rId1" w:history="1">
        <w:r w:rsidR="006C42CC" w:rsidRPr="006C42CC">
          <w:rPr>
            <w:rStyle w:val="Hyperlink"/>
            <w:lang w:val="en-GB"/>
          </w:rPr>
          <w:t>https://devzone.nordicsemi.com/nordic/nordic-blog/b/blog/posts/dect-nr-a-technical-dive-into-non-cellular-5g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A45BD" w14:textId="77777777"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4C1A87">
      <w:rPr>
        <w:noProof/>
      </w:rPr>
      <w:t>1</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FF9A8" w14:textId="012E924F" w:rsidR="00102172" w:rsidRPr="00714F0F" w:rsidRDefault="00FB2CBF" w:rsidP="0012778E">
    <w:pPr>
      <w:pStyle w:val="Header"/>
    </w:pPr>
    <w:r>
      <w:t>Attachment 22</w:t>
    </w:r>
    <w:r w:rsidR="00CA0666">
      <w:t xml:space="preserve"> -</w:t>
    </w:r>
    <w:r w:rsidR="00CA0666" w:rsidRPr="00D302E8">
      <w:t xml:space="preserve"> BETWEEN DECT-2020 NR AND MFCN BELOW 3.8 GHZ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7C14B" w14:textId="008102EA" w:rsidR="00A36792" w:rsidRDefault="00CA0666">
    <w:pPr>
      <w:pStyle w:val="Header"/>
    </w:pPr>
    <w:r>
      <w:t>Attachment</w:t>
    </w:r>
    <w:r w:rsidR="00A36792">
      <w:t xml:space="preserve"> 22 -</w:t>
    </w:r>
    <w:r w:rsidR="00D302E8" w:rsidRPr="00D302E8">
      <w:t xml:space="preserve"> BETWEEN DECT-2020 NR AND MFCN BELOW 3.8 GHZ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9pt;height:59.3pt" o:bullet="t">
        <v:imagedata r:id="rId1" o:title="Editor's Note"/>
      </v:shape>
    </w:pict>
  </w:numPicBullet>
  <w:abstractNum w:abstractNumId="0" w15:restartNumberingAfterBreak="0">
    <w:nsid w:val="034C318B"/>
    <w:multiLevelType w:val="hybridMultilevel"/>
    <w:tmpl w:val="BCCC957E"/>
    <w:lvl w:ilvl="0" w:tplc="8DEAE37C">
      <w:start w:val="1"/>
      <w:numFmt w:val="bullet"/>
      <w:lvlText w:val="-"/>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4C221C"/>
    <w:multiLevelType w:val="multilevel"/>
    <w:tmpl w:val="140A4C1C"/>
    <w:lvl w:ilvl="0">
      <w:start w:val="1"/>
      <w:numFmt w:val="decimal"/>
      <w:lvlText w:val="%1."/>
      <w:lvlJc w:val="left"/>
      <w:pPr>
        <w:ind w:left="720" w:hanging="360"/>
      </w:pPr>
    </w:lvl>
    <w:lvl w:ilvl="1">
      <w:start w:val="80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 w15:restartNumberingAfterBreak="0">
    <w:nsid w:val="3D163F7A"/>
    <w:multiLevelType w:val="multilevel"/>
    <w:tmpl w:val="9FE21DAA"/>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color w:val="auto"/>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3F463138"/>
    <w:multiLevelType w:val="hybridMultilevel"/>
    <w:tmpl w:val="BB8EE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1" w15:restartNumberingAfterBreak="0">
    <w:nsid w:val="660234CE"/>
    <w:multiLevelType w:val="hybridMultilevel"/>
    <w:tmpl w:val="1AF8D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4882568">
    <w:abstractNumId w:val="3"/>
  </w:num>
  <w:num w:numId="2" w16cid:durableId="132913455">
    <w:abstractNumId w:val="1"/>
  </w:num>
  <w:num w:numId="3" w16cid:durableId="365762776">
    <w:abstractNumId w:val="10"/>
  </w:num>
  <w:num w:numId="4" w16cid:durableId="3166478">
    <w:abstractNumId w:val="5"/>
  </w:num>
  <w:num w:numId="5" w16cid:durableId="1169100465">
    <w:abstractNumId w:val="8"/>
  </w:num>
  <w:num w:numId="6" w16cid:durableId="1844322456">
    <w:abstractNumId w:val="6"/>
  </w:num>
  <w:num w:numId="7" w16cid:durableId="1049719917">
    <w:abstractNumId w:val="9"/>
  </w:num>
  <w:num w:numId="8" w16cid:durableId="2055303899">
    <w:abstractNumId w:val="4"/>
  </w:num>
  <w:num w:numId="9" w16cid:durableId="126289852">
    <w:abstractNumId w:val="4"/>
  </w:num>
  <w:num w:numId="10" w16cid:durableId="1948653247">
    <w:abstractNumId w:val="7"/>
  </w:num>
  <w:num w:numId="11" w16cid:durableId="708185651">
    <w:abstractNumId w:val="11"/>
  </w:num>
  <w:num w:numId="12" w16cid:durableId="1175262973">
    <w:abstractNumId w:val="2"/>
  </w:num>
  <w:num w:numId="13" w16cid:durableId="179398540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30"/>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pn8Gf+TQd+s448iNUgSiQfflmHb7edZXLZYFzS+LaLP1SnuUr+Gs34QwuT9iJRFsl7L2sOYTzHy57yRnh5p2fQ==" w:salt="KeENOScbigB5+IL8QEIkZw=="/>
  <w:autoFormatOverride/>
  <w:styleLockQFSet/>
  <w:defaultTabStop w:val="567"/>
  <w:hyphenationZone w:val="425"/>
  <w:characterSpacingControl w:val="doNotCompress"/>
  <w:hdrShapeDefaults>
    <o:shapedefaults v:ext="edit" spidmax="3073">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F50"/>
    <w:rsid w:val="00003636"/>
    <w:rsid w:val="0001112E"/>
    <w:rsid w:val="00012E3B"/>
    <w:rsid w:val="00030CE8"/>
    <w:rsid w:val="00041A18"/>
    <w:rsid w:val="0004622B"/>
    <w:rsid w:val="000501C9"/>
    <w:rsid w:val="00052A7D"/>
    <w:rsid w:val="00067793"/>
    <w:rsid w:val="00080D4D"/>
    <w:rsid w:val="00082DD7"/>
    <w:rsid w:val="00094E23"/>
    <w:rsid w:val="00095620"/>
    <w:rsid w:val="00095A30"/>
    <w:rsid w:val="000A3940"/>
    <w:rsid w:val="000A3B26"/>
    <w:rsid w:val="000B6D45"/>
    <w:rsid w:val="000C028F"/>
    <w:rsid w:val="000C7E92"/>
    <w:rsid w:val="000D1710"/>
    <w:rsid w:val="000D43BB"/>
    <w:rsid w:val="000E0A83"/>
    <w:rsid w:val="000E3E4D"/>
    <w:rsid w:val="000E42F5"/>
    <w:rsid w:val="000F0594"/>
    <w:rsid w:val="000F0CA8"/>
    <w:rsid w:val="000F24F5"/>
    <w:rsid w:val="000F2ED9"/>
    <w:rsid w:val="001006CA"/>
    <w:rsid w:val="00100F8B"/>
    <w:rsid w:val="00101044"/>
    <w:rsid w:val="00102172"/>
    <w:rsid w:val="0010479E"/>
    <w:rsid w:val="00110652"/>
    <w:rsid w:val="00113491"/>
    <w:rsid w:val="00121B16"/>
    <w:rsid w:val="0012778E"/>
    <w:rsid w:val="00127802"/>
    <w:rsid w:val="00146531"/>
    <w:rsid w:val="0014794B"/>
    <w:rsid w:val="00150F8E"/>
    <w:rsid w:val="001526A2"/>
    <w:rsid w:val="00154374"/>
    <w:rsid w:val="00154F16"/>
    <w:rsid w:val="00156314"/>
    <w:rsid w:val="00170FF1"/>
    <w:rsid w:val="00172B28"/>
    <w:rsid w:val="00183FE0"/>
    <w:rsid w:val="0018553F"/>
    <w:rsid w:val="001A01CA"/>
    <w:rsid w:val="001A7116"/>
    <w:rsid w:val="001B0583"/>
    <w:rsid w:val="001C06DC"/>
    <w:rsid w:val="001C30A8"/>
    <w:rsid w:val="001C4676"/>
    <w:rsid w:val="001D01FB"/>
    <w:rsid w:val="001F407D"/>
    <w:rsid w:val="0020079A"/>
    <w:rsid w:val="00222F9E"/>
    <w:rsid w:val="002248B5"/>
    <w:rsid w:val="002302A9"/>
    <w:rsid w:val="00231A0F"/>
    <w:rsid w:val="0024793C"/>
    <w:rsid w:val="00247B0B"/>
    <w:rsid w:val="00263FFB"/>
    <w:rsid w:val="00265F50"/>
    <w:rsid w:val="00267650"/>
    <w:rsid w:val="002721E6"/>
    <w:rsid w:val="00274F84"/>
    <w:rsid w:val="0027787F"/>
    <w:rsid w:val="0028060B"/>
    <w:rsid w:val="0028120C"/>
    <w:rsid w:val="00283417"/>
    <w:rsid w:val="00290F35"/>
    <w:rsid w:val="00295827"/>
    <w:rsid w:val="00295F16"/>
    <w:rsid w:val="00296C44"/>
    <w:rsid w:val="002A033F"/>
    <w:rsid w:val="002A332B"/>
    <w:rsid w:val="002A50D2"/>
    <w:rsid w:val="002B448C"/>
    <w:rsid w:val="002C6DC3"/>
    <w:rsid w:val="002C7B01"/>
    <w:rsid w:val="002D0B39"/>
    <w:rsid w:val="002D1FA9"/>
    <w:rsid w:val="002D50A3"/>
    <w:rsid w:val="002F70E6"/>
    <w:rsid w:val="003007C0"/>
    <w:rsid w:val="00307A79"/>
    <w:rsid w:val="00310819"/>
    <w:rsid w:val="003204D5"/>
    <w:rsid w:val="00320ED0"/>
    <w:rsid w:val="00322E6A"/>
    <w:rsid w:val="003314A0"/>
    <w:rsid w:val="00345261"/>
    <w:rsid w:val="00345FB7"/>
    <w:rsid w:val="003547E0"/>
    <w:rsid w:val="0036633D"/>
    <w:rsid w:val="00381169"/>
    <w:rsid w:val="0038287C"/>
    <w:rsid w:val="0038358E"/>
    <w:rsid w:val="00387DDE"/>
    <w:rsid w:val="00391A01"/>
    <w:rsid w:val="003A0EB5"/>
    <w:rsid w:val="003A5711"/>
    <w:rsid w:val="003A61AF"/>
    <w:rsid w:val="003B4871"/>
    <w:rsid w:val="003C64D9"/>
    <w:rsid w:val="003E20A7"/>
    <w:rsid w:val="003E2E42"/>
    <w:rsid w:val="003E70E0"/>
    <w:rsid w:val="003F291C"/>
    <w:rsid w:val="003F36B7"/>
    <w:rsid w:val="003F6337"/>
    <w:rsid w:val="00403CE6"/>
    <w:rsid w:val="004110CA"/>
    <w:rsid w:val="0041160E"/>
    <w:rsid w:val="0042761F"/>
    <w:rsid w:val="00427C4C"/>
    <w:rsid w:val="00431162"/>
    <w:rsid w:val="00441EE0"/>
    <w:rsid w:val="00442407"/>
    <w:rsid w:val="00443482"/>
    <w:rsid w:val="00443F82"/>
    <w:rsid w:val="00447BFC"/>
    <w:rsid w:val="00450308"/>
    <w:rsid w:val="00457AD1"/>
    <w:rsid w:val="004625FA"/>
    <w:rsid w:val="0046285C"/>
    <w:rsid w:val="0046427F"/>
    <w:rsid w:val="00475EF7"/>
    <w:rsid w:val="00485665"/>
    <w:rsid w:val="00491977"/>
    <w:rsid w:val="00491E01"/>
    <w:rsid w:val="00492E24"/>
    <w:rsid w:val="004A1329"/>
    <w:rsid w:val="004C1A87"/>
    <w:rsid w:val="004C4A2E"/>
    <w:rsid w:val="004C4F9B"/>
    <w:rsid w:val="004D5794"/>
    <w:rsid w:val="004E057E"/>
    <w:rsid w:val="004E44C8"/>
    <w:rsid w:val="004E53BE"/>
    <w:rsid w:val="004E7F82"/>
    <w:rsid w:val="004F3EA9"/>
    <w:rsid w:val="004F4CB1"/>
    <w:rsid w:val="00501992"/>
    <w:rsid w:val="005026AC"/>
    <w:rsid w:val="00510AE7"/>
    <w:rsid w:val="00520EFD"/>
    <w:rsid w:val="0053062A"/>
    <w:rsid w:val="00535050"/>
    <w:rsid w:val="00536F3C"/>
    <w:rsid w:val="0054260E"/>
    <w:rsid w:val="00550D79"/>
    <w:rsid w:val="0055598E"/>
    <w:rsid w:val="005559AC"/>
    <w:rsid w:val="00555FB3"/>
    <w:rsid w:val="00557B5A"/>
    <w:rsid w:val="005611D0"/>
    <w:rsid w:val="00566BD4"/>
    <w:rsid w:val="00576411"/>
    <w:rsid w:val="00577CAF"/>
    <w:rsid w:val="00580223"/>
    <w:rsid w:val="00594186"/>
    <w:rsid w:val="005A05D1"/>
    <w:rsid w:val="005A53B8"/>
    <w:rsid w:val="005B202B"/>
    <w:rsid w:val="005B2420"/>
    <w:rsid w:val="005C10EB"/>
    <w:rsid w:val="005C2301"/>
    <w:rsid w:val="005C5A96"/>
    <w:rsid w:val="005D371D"/>
    <w:rsid w:val="005E28A1"/>
    <w:rsid w:val="005E7495"/>
    <w:rsid w:val="00617E57"/>
    <w:rsid w:val="00621C12"/>
    <w:rsid w:val="00623E18"/>
    <w:rsid w:val="00625C5D"/>
    <w:rsid w:val="00635A22"/>
    <w:rsid w:val="00637DB5"/>
    <w:rsid w:val="00642083"/>
    <w:rsid w:val="006506EA"/>
    <w:rsid w:val="0065550D"/>
    <w:rsid w:val="00664295"/>
    <w:rsid w:val="00665364"/>
    <w:rsid w:val="00667B35"/>
    <w:rsid w:val="006713EB"/>
    <w:rsid w:val="00673A9B"/>
    <w:rsid w:val="006876A8"/>
    <w:rsid w:val="006A3B77"/>
    <w:rsid w:val="006A49E3"/>
    <w:rsid w:val="006A5E31"/>
    <w:rsid w:val="006B034B"/>
    <w:rsid w:val="006B1EFD"/>
    <w:rsid w:val="006C14E4"/>
    <w:rsid w:val="006C295C"/>
    <w:rsid w:val="006C42CC"/>
    <w:rsid w:val="006C6DA8"/>
    <w:rsid w:val="006C7F61"/>
    <w:rsid w:val="006D407F"/>
    <w:rsid w:val="006F0442"/>
    <w:rsid w:val="006F52A0"/>
    <w:rsid w:val="00714F0F"/>
    <w:rsid w:val="007160BE"/>
    <w:rsid w:val="00720782"/>
    <w:rsid w:val="00721282"/>
    <w:rsid w:val="00722F65"/>
    <w:rsid w:val="007257CD"/>
    <w:rsid w:val="0072726B"/>
    <w:rsid w:val="00734A4F"/>
    <w:rsid w:val="007414C6"/>
    <w:rsid w:val="00744DD8"/>
    <w:rsid w:val="00746B84"/>
    <w:rsid w:val="007613AC"/>
    <w:rsid w:val="00762BCC"/>
    <w:rsid w:val="00763BA3"/>
    <w:rsid w:val="00763D66"/>
    <w:rsid w:val="007640D9"/>
    <w:rsid w:val="00765B66"/>
    <w:rsid w:val="00767BB2"/>
    <w:rsid w:val="0077159C"/>
    <w:rsid w:val="00776D23"/>
    <w:rsid w:val="00780376"/>
    <w:rsid w:val="00780EE3"/>
    <w:rsid w:val="00791AAC"/>
    <w:rsid w:val="00797D4C"/>
    <w:rsid w:val="00797DEE"/>
    <w:rsid w:val="007B0A24"/>
    <w:rsid w:val="007B4AA0"/>
    <w:rsid w:val="007C0E7E"/>
    <w:rsid w:val="007C4098"/>
    <w:rsid w:val="007D17C5"/>
    <w:rsid w:val="007D380E"/>
    <w:rsid w:val="007D52EC"/>
    <w:rsid w:val="007E1A57"/>
    <w:rsid w:val="007E5DE2"/>
    <w:rsid w:val="007E7500"/>
    <w:rsid w:val="007F1CEE"/>
    <w:rsid w:val="007F28DF"/>
    <w:rsid w:val="007F47E4"/>
    <w:rsid w:val="00806ED1"/>
    <w:rsid w:val="00807C77"/>
    <w:rsid w:val="00814E35"/>
    <w:rsid w:val="00837537"/>
    <w:rsid w:val="00842766"/>
    <w:rsid w:val="00854EBF"/>
    <w:rsid w:val="0086094D"/>
    <w:rsid w:val="0086731C"/>
    <w:rsid w:val="00872382"/>
    <w:rsid w:val="00886906"/>
    <w:rsid w:val="008912FE"/>
    <w:rsid w:val="008A245D"/>
    <w:rsid w:val="008A54FC"/>
    <w:rsid w:val="008B5716"/>
    <w:rsid w:val="008B70CD"/>
    <w:rsid w:val="008C41D9"/>
    <w:rsid w:val="008D141C"/>
    <w:rsid w:val="008D2C13"/>
    <w:rsid w:val="008E188A"/>
    <w:rsid w:val="008E6109"/>
    <w:rsid w:val="008F47AB"/>
    <w:rsid w:val="00902621"/>
    <w:rsid w:val="00907A34"/>
    <w:rsid w:val="00911882"/>
    <w:rsid w:val="009170EA"/>
    <w:rsid w:val="0092076F"/>
    <w:rsid w:val="00921F24"/>
    <w:rsid w:val="00930439"/>
    <w:rsid w:val="00937AEB"/>
    <w:rsid w:val="009662E3"/>
    <w:rsid w:val="00966DD9"/>
    <w:rsid w:val="00986677"/>
    <w:rsid w:val="0099421C"/>
    <w:rsid w:val="00997A57"/>
    <w:rsid w:val="009A02A2"/>
    <w:rsid w:val="009A1DCC"/>
    <w:rsid w:val="009A2F3A"/>
    <w:rsid w:val="009A7A45"/>
    <w:rsid w:val="009C07C4"/>
    <w:rsid w:val="009C3803"/>
    <w:rsid w:val="009D2C13"/>
    <w:rsid w:val="009D3BA5"/>
    <w:rsid w:val="009D4BA1"/>
    <w:rsid w:val="009D7D5A"/>
    <w:rsid w:val="009E47EB"/>
    <w:rsid w:val="009F3A37"/>
    <w:rsid w:val="009F6209"/>
    <w:rsid w:val="009F6EA2"/>
    <w:rsid w:val="00A02090"/>
    <w:rsid w:val="00A03731"/>
    <w:rsid w:val="00A061CE"/>
    <w:rsid w:val="00A076B5"/>
    <w:rsid w:val="00A17F69"/>
    <w:rsid w:val="00A23870"/>
    <w:rsid w:val="00A25113"/>
    <w:rsid w:val="00A274DB"/>
    <w:rsid w:val="00A317B0"/>
    <w:rsid w:val="00A36792"/>
    <w:rsid w:val="00A36F6F"/>
    <w:rsid w:val="00A41E1E"/>
    <w:rsid w:val="00A54C78"/>
    <w:rsid w:val="00A6411D"/>
    <w:rsid w:val="00A6518C"/>
    <w:rsid w:val="00A673EB"/>
    <w:rsid w:val="00A73298"/>
    <w:rsid w:val="00A751C0"/>
    <w:rsid w:val="00A93A57"/>
    <w:rsid w:val="00A95ACB"/>
    <w:rsid w:val="00A97942"/>
    <w:rsid w:val="00AA079B"/>
    <w:rsid w:val="00AA086A"/>
    <w:rsid w:val="00AA77BC"/>
    <w:rsid w:val="00AB5A50"/>
    <w:rsid w:val="00AC09AB"/>
    <w:rsid w:val="00AC0EA5"/>
    <w:rsid w:val="00AC2686"/>
    <w:rsid w:val="00AC62A5"/>
    <w:rsid w:val="00AD1BE1"/>
    <w:rsid w:val="00AD7257"/>
    <w:rsid w:val="00AF0889"/>
    <w:rsid w:val="00AF2D0C"/>
    <w:rsid w:val="00AF4C0E"/>
    <w:rsid w:val="00B14E5E"/>
    <w:rsid w:val="00B25910"/>
    <w:rsid w:val="00B25E3C"/>
    <w:rsid w:val="00B26973"/>
    <w:rsid w:val="00B30D3B"/>
    <w:rsid w:val="00B36A0D"/>
    <w:rsid w:val="00B432D4"/>
    <w:rsid w:val="00B52545"/>
    <w:rsid w:val="00B5315C"/>
    <w:rsid w:val="00B56BDA"/>
    <w:rsid w:val="00B576D7"/>
    <w:rsid w:val="00B62E7D"/>
    <w:rsid w:val="00B80892"/>
    <w:rsid w:val="00B82735"/>
    <w:rsid w:val="00B92306"/>
    <w:rsid w:val="00B92861"/>
    <w:rsid w:val="00BA7A69"/>
    <w:rsid w:val="00BB15E2"/>
    <w:rsid w:val="00BC3F27"/>
    <w:rsid w:val="00BD28DF"/>
    <w:rsid w:val="00BD36F9"/>
    <w:rsid w:val="00BD6876"/>
    <w:rsid w:val="00BE0B23"/>
    <w:rsid w:val="00BE2864"/>
    <w:rsid w:val="00BE6929"/>
    <w:rsid w:val="00BF766B"/>
    <w:rsid w:val="00C00565"/>
    <w:rsid w:val="00C076BF"/>
    <w:rsid w:val="00C1574B"/>
    <w:rsid w:val="00C212B5"/>
    <w:rsid w:val="00C25F81"/>
    <w:rsid w:val="00C27F02"/>
    <w:rsid w:val="00C32C20"/>
    <w:rsid w:val="00C412BA"/>
    <w:rsid w:val="00C44908"/>
    <w:rsid w:val="00C504F4"/>
    <w:rsid w:val="00C512DE"/>
    <w:rsid w:val="00C54B84"/>
    <w:rsid w:val="00C57E85"/>
    <w:rsid w:val="00C65BB4"/>
    <w:rsid w:val="00C771C5"/>
    <w:rsid w:val="00C8071C"/>
    <w:rsid w:val="00C8128D"/>
    <w:rsid w:val="00C816CB"/>
    <w:rsid w:val="00C82461"/>
    <w:rsid w:val="00C85EC0"/>
    <w:rsid w:val="00C91E3B"/>
    <w:rsid w:val="00CA0666"/>
    <w:rsid w:val="00CA07CC"/>
    <w:rsid w:val="00CA25B5"/>
    <w:rsid w:val="00CA4FCE"/>
    <w:rsid w:val="00CA5F8F"/>
    <w:rsid w:val="00CC5A6F"/>
    <w:rsid w:val="00CD07E7"/>
    <w:rsid w:val="00CE271A"/>
    <w:rsid w:val="00CE6FF5"/>
    <w:rsid w:val="00CF26A3"/>
    <w:rsid w:val="00CF2C21"/>
    <w:rsid w:val="00CF5245"/>
    <w:rsid w:val="00CF7164"/>
    <w:rsid w:val="00D00026"/>
    <w:rsid w:val="00D0422B"/>
    <w:rsid w:val="00D06683"/>
    <w:rsid w:val="00D07B1A"/>
    <w:rsid w:val="00D1101B"/>
    <w:rsid w:val="00D1167E"/>
    <w:rsid w:val="00D234E7"/>
    <w:rsid w:val="00D302E8"/>
    <w:rsid w:val="00D30E46"/>
    <w:rsid w:val="00D3663D"/>
    <w:rsid w:val="00D4349F"/>
    <w:rsid w:val="00D44B38"/>
    <w:rsid w:val="00D47EF6"/>
    <w:rsid w:val="00D50AC8"/>
    <w:rsid w:val="00D60A44"/>
    <w:rsid w:val="00D65A04"/>
    <w:rsid w:val="00D67C04"/>
    <w:rsid w:val="00D7390F"/>
    <w:rsid w:val="00D74F04"/>
    <w:rsid w:val="00D90913"/>
    <w:rsid w:val="00D92BEC"/>
    <w:rsid w:val="00DA18F2"/>
    <w:rsid w:val="00DA25EA"/>
    <w:rsid w:val="00DA3C6F"/>
    <w:rsid w:val="00DB17F9"/>
    <w:rsid w:val="00DD2810"/>
    <w:rsid w:val="00DD5136"/>
    <w:rsid w:val="00DD6973"/>
    <w:rsid w:val="00DF19D1"/>
    <w:rsid w:val="00DF2C67"/>
    <w:rsid w:val="00DF3AE2"/>
    <w:rsid w:val="00DF4857"/>
    <w:rsid w:val="00DF7D21"/>
    <w:rsid w:val="00E03771"/>
    <w:rsid w:val="00E059C5"/>
    <w:rsid w:val="00E11D7E"/>
    <w:rsid w:val="00E14334"/>
    <w:rsid w:val="00E20658"/>
    <w:rsid w:val="00E206D4"/>
    <w:rsid w:val="00E21BF0"/>
    <w:rsid w:val="00E2303A"/>
    <w:rsid w:val="00E2507D"/>
    <w:rsid w:val="00E33790"/>
    <w:rsid w:val="00E343BD"/>
    <w:rsid w:val="00E348D9"/>
    <w:rsid w:val="00E36601"/>
    <w:rsid w:val="00E41E41"/>
    <w:rsid w:val="00E45351"/>
    <w:rsid w:val="00E46600"/>
    <w:rsid w:val="00E475E7"/>
    <w:rsid w:val="00E60351"/>
    <w:rsid w:val="00E668CE"/>
    <w:rsid w:val="00E71AE7"/>
    <w:rsid w:val="00E752E6"/>
    <w:rsid w:val="00E91DDB"/>
    <w:rsid w:val="00EA2ED5"/>
    <w:rsid w:val="00EA6088"/>
    <w:rsid w:val="00EA7E50"/>
    <w:rsid w:val="00EC1A2C"/>
    <w:rsid w:val="00EC4520"/>
    <w:rsid w:val="00EC53EF"/>
    <w:rsid w:val="00EC7A5C"/>
    <w:rsid w:val="00ED2C10"/>
    <w:rsid w:val="00EE6151"/>
    <w:rsid w:val="00F06416"/>
    <w:rsid w:val="00F11542"/>
    <w:rsid w:val="00F17F05"/>
    <w:rsid w:val="00F212EB"/>
    <w:rsid w:val="00F23D13"/>
    <w:rsid w:val="00F26B36"/>
    <w:rsid w:val="00F32DEC"/>
    <w:rsid w:val="00F43E24"/>
    <w:rsid w:val="00F45561"/>
    <w:rsid w:val="00F465D3"/>
    <w:rsid w:val="00F477C0"/>
    <w:rsid w:val="00F51BD6"/>
    <w:rsid w:val="00F56F06"/>
    <w:rsid w:val="00F56F62"/>
    <w:rsid w:val="00F62D48"/>
    <w:rsid w:val="00F73815"/>
    <w:rsid w:val="00F7770D"/>
    <w:rsid w:val="00F8396D"/>
    <w:rsid w:val="00F84CAB"/>
    <w:rsid w:val="00F905E7"/>
    <w:rsid w:val="00F91FDD"/>
    <w:rsid w:val="00F93115"/>
    <w:rsid w:val="00FA4E32"/>
    <w:rsid w:val="00FA5792"/>
    <w:rsid w:val="00FB04BE"/>
    <w:rsid w:val="00FB200D"/>
    <w:rsid w:val="00FB2CBF"/>
    <w:rsid w:val="00FB3571"/>
    <w:rsid w:val="00FB4F1D"/>
    <w:rsid w:val="00FE7EEC"/>
    <w:rsid w:val="00FF0E5A"/>
    <w:rsid w:val="00FF44EF"/>
    <w:rsid w:val="00FF744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colormru v:ext="edit" colors="#7b6c58,#887e6e,#b0a696"/>
    </o:shapedefaults>
    <o:shapelayout v:ext="edit">
      <o:idmap v:ext="edit" data="2"/>
    </o:shapelayout>
  </w:shapeDefaults>
  <w:decimalSymbol w:val=","/>
  <w:listSeparator w:val=","/>
  <w14:docId w14:val="41C373E8"/>
  <w15:docId w15:val="{9D7B6B4A-B33B-448E-B501-9DF3F3D5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Header">
    <w:name w:val="header"/>
    <w:basedOn w:val="Normal"/>
    <w:link w:val="HeaderChar"/>
    <w:uiPriority w:val="99"/>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ECC Figure Caption,Ca,topic,cap,cap Char,Caption Char1 Char,cap Char Char1,Caption Char Char1 Char,cap Char2 Char,RptCaption"/>
    <w:next w:val="Normal"/>
    <w:link w:val="CaptionChar"/>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character" w:customStyle="1" w:styleId="CaptionChar">
    <w:name w:val="Caption Char"/>
    <w:aliases w:val="ECC Caption Char,ECC Figure Caption Char,Ca Char,topic Char,cap Char1,cap Char Char,Caption Char1 Char Char,cap Char Char1 Char,Caption Char Char1 Char Char,cap Char2 Char Char,RptCaption Char"/>
    <w:link w:val="Caption"/>
    <w:qFormat/>
    <w:rsid w:val="002721E6"/>
    <w:rPr>
      <w:b/>
      <w:bCs/>
      <w:color w:val="D2232A"/>
    </w:rPr>
  </w:style>
  <w:style w:type="paragraph" w:styleId="BodyText">
    <w:name w:val="Body Text"/>
    <w:basedOn w:val="Normal"/>
    <w:link w:val="BodyTextChar"/>
    <w:uiPriority w:val="99"/>
    <w:semiHidden/>
    <w:unhideWhenUsed/>
    <w:locked/>
    <w:rsid w:val="002721E6"/>
    <w:pPr>
      <w:spacing w:after="120"/>
    </w:pPr>
  </w:style>
  <w:style w:type="character" w:customStyle="1" w:styleId="BodyTextChar">
    <w:name w:val="Body Text Char"/>
    <w:basedOn w:val="DefaultParagraphFont"/>
    <w:link w:val="BodyText"/>
    <w:uiPriority w:val="99"/>
    <w:semiHidden/>
    <w:rsid w:val="002721E6"/>
    <w:rPr>
      <w:rFonts w:eastAsia="Calibri"/>
      <w:szCs w:val="22"/>
      <w:lang w:val="en-GB"/>
    </w:rPr>
  </w:style>
  <w:style w:type="paragraph" w:styleId="Footer">
    <w:name w:val="footer"/>
    <w:basedOn w:val="Normal"/>
    <w:link w:val="FooterChar"/>
    <w:uiPriority w:val="99"/>
    <w:unhideWhenUsed/>
    <w:locked/>
    <w:rsid w:val="00FB2CBF"/>
    <w:pPr>
      <w:tabs>
        <w:tab w:val="center" w:pos="4819"/>
        <w:tab w:val="right" w:pos="9638"/>
      </w:tabs>
      <w:spacing w:before="0" w:after="0"/>
    </w:pPr>
  </w:style>
  <w:style w:type="character" w:customStyle="1" w:styleId="FooterChar">
    <w:name w:val="Footer Char"/>
    <w:basedOn w:val="DefaultParagraphFont"/>
    <w:link w:val="Footer"/>
    <w:uiPriority w:val="99"/>
    <w:rsid w:val="00FB2CBF"/>
    <w:rPr>
      <w:rFonts w:eastAsia="Calibri"/>
      <w:szCs w:val="22"/>
      <w:lang w:val="en-GB"/>
    </w:rPr>
  </w:style>
  <w:style w:type="paragraph" w:styleId="Revision">
    <w:name w:val="Revision"/>
    <w:hidden/>
    <w:uiPriority w:val="99"/>
    <w:semiHidden/>
    <w:rsid w:val="00FB2CBF"/>
    <w:pPr>
      <w:spacing w:before="0" w:after="0"/>
      <w:jc w:val="left"/>
    </w:pPr>
    <w:rPr>
      <w:rFonts w:eastAsia="Calibri"/>
      <w:szCs w:val="22"/>
      <w:lang w:val="en-GB"/>
    </w:rPr>
  </w:style>
  <w:style w:type="character" w:styleId="UnresolvedMention">
    <w:name w:val="Unresolved Mention"/>
    <w:basedOn w:val="DefaultParagraphFont"/>
    <w:uiPriority w:val="99"/>
    <w:semiHidden/>
    <w:unhideWhenUsed/>
    <w:rsid w:val="006C42CC"/>
    <w:rPr>
      <w:color w:val="605E5C"/>
      <w:shd w:val="clear" w:color="auto" w:fill="E1DFDD"/>
    </w:rPr>
  </w:style>
  <w:style w:type="character" w:styleId="FollowedHyperlink">
    <w:name w:val="FollowedHyperlink"/>
    <w:basedOn w:val="DefaultParagraphFont"/>
    <w:uiPriority w:val="99"/>
    <w:semiHidden/>
    <w:unhideWhenUsed/>
    <w:locked/>
    <w:rsid w:val="006C42CC"/>
    <w:rPr>
      <w:color w:val="800080" w:themeColor="followedHyperlink"/>
      <w:u w:val="single"/>
    </w:rPr>
  </w:style>
  <w:style w:type="character" w:customStyle="1" w:styleId="HeaderChar">
    <w:name w:val="Header Char"/>
    <w:basedOn w:val="DefaultParagraphFont"/>
    <w:link w:val="Header"/>
    <w:uiPriority w:val="99"/>
    <w:rsid w:val="00D302E8"/>
    <w:rPr>
      <w:rFonts w:eastAsia="Calibri"/>
      <w:b/>
      <w:sz w:val="16"/>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785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evzone.nordicsemi.com/nordic/nordic-blog/b/blog/posts/dect-nr-a-technical-dive-into-non-cellular-5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Vorlagen\CPG\CPG19\Template_generic%20contribution%20to%20CPG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2B06C-4C13-41DB-A3E1-B5E7CF027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Template_generic contribution to CPG19</Template>
  <TotalTime>1</TotalTime>
  <Pages>5</Pages>
  <Words>1249</Words>
  <Characters>7124</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XXX(YY)XX - Source - Content</vt:lpstr>
      <vt:lpstr>XXX(YY)XX - Source - Content</vt:lpstr>
    </vt:vector>
  </TitlesOfParts>
  <Manager>ECC</Manager>
  <Company>ECO</Company>
  <LinksUpToDate>false</LinksUpToDate>
  <CharactersWithSpaces>8357</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358, attachment 22</dc:title>
  <dc:creator>ECC</dc:creator>
  <cp:keywords>ECC Report 358, attachment 22</cp:keywords>
  <dc:description>This template is used as guidance to draft generic contributions to ECC groups</dc:description>
  <cp:lastModifiedBy>ECO</cp:lastModifiedBy>
  <cp:revision>2</cp:revision>
  <cp:lastPrinted>2016-10-04T08:55:00Z</cp:lastPrinted>
  <dcterms:created xsi:type="dcterms:W3CDTF">2024-07-25T10:26:00Z</dcterms:created>
  <dcterms:modified xsi:type="dcterms:W3CDTF">2024-07-25T10:26:00Z</dcterms:modified>
  <cp:category>protected templates</cp:category>
  <cp:contentStatus>Template ECC</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2022-03-11T12:01:44Z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ba353066-8a90-4f8a-aff7-5575c6ebf24f</vt:lpwstr>
  </property>
  <property fmtid="{D5CDD505-2E9C-101B-9397-08002B2CF9AE}" pid="8" name="MSIP_Label_5a50d26f-5c2c-4137-8396-1b24eb24286c_ContentBits">
    <vt:lpwstr>0</vt:lpwstr>
  </property>
</Properties>
</file>